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r>
        <w:rPr>
          <w:rFonts w:ascii="微软雅黑" w:hAnsi="微软雅黑" w:eastAsia="微软雅黑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-304800</wp:posOffset>
            </wp:positionH>
            <wp:positionV relativeFrom="paragraph">
              <wp:posOffset>-515620</wp:posOffset>
            </wp:positionV>
            <wp:extent cx="932180" cy="1304925"/>
            <wp:effectExtent l="0" t="0" r="1270" b="9525"/>
            <wp:wrapNone/>
            <wp:docPr id="28" name="图片 28" descr="D:\桌面\桌面文件\登记照4\00121.jpg00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D:\桌面\桌面文件\登记照4\00121.jpg0012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218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6910070</wp:posOffset>
                </wp:positionV>
                <wp:extent cx="791845" cy="0"/>
                <wp:effectExtent l="0" t="19050" r="8255" b="38100"/>
                <wp:wrapNone/>
                <wp:docPr id="92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7824470"/>
                          <a:ext cx="79184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544.1pt;height:0pt;width:62.35pt;z-index:251687936;mso-width-relative:page;mso-height-relative:page;" filled="f" stroked="t" coordsize="21600,21600" o:gfxdata="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Vg4rNYAAAAMAQAADwAAAAAAAAABACAAAAAiAAAAZHJzL2Rvd25yZXYueG1sUEsBAhQAFAAAAAgA&#10;h07iQBydsFPuAQAA7gMAAA4AAAAAAAAAAQAgAAAAJQEAAGRycy9lMm9Eb2MueG1sUEsFBgAAAAAG&#10;AAYAWQEAAIUFAAAAAA==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6910070</wp:posOffset>
                </wp:positionV>
                <wp:extent cx="1132840" cy="0"/>
                <wp:effectExtent l="0" t="38100" r="10160" b="38100"/>
                <wp:wrapNone/>
                <wp:docPr id="91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7824470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544.1pt;height:0pt;width:89.2pt;z-index:251686912;mso-width-relative:page;mso-height-relative:page;" filled="f" stroked="t" coordsize="21600,21600" o:gfxdata="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s2Mqn1gAAAAwBAAAPAAAAAAAAAAEAIAAAACIAAABkcnMvZG93bnJldi54bWxQSwECFAAUAAAA&#10;CACHTuJASAqE8vABAADvAwAADgAAAAAAAAABACAAAAAlAQAAZHJzL2Uyb0RvYy54bWxQSwUGAAAA&#10;AAYABgBZAQAAhwUAAAAA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6565265</wp:posOffset>
                </wp:positionV>
                <wp:extent cx="1007745" cy="0"/>
                <wp:effectExtent l="0" t="38100" r="1905" b="38100"/>
                <wp:wrapNone/>
                <wp:docPr id="86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7479665"/>
                          <a:ext cx="100774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516.95pt;height:0pt;width:79.35pt;z-index:251683840;mso-width-relative:page;mso-height-relative:page;" filled="f" stroked="t" coordsize="21600,21600" o:gfxdata="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aK2vbWAAAADAEAAA8AAAAAAAAAAQAgAAAAIgAAAGRycy9kb3ducmV2LnhtbFBLAQIUABQAAAAI&#10;AIdO4kBXVlx97wEAAO8DAAAOAAAAAAAAAAEAIAAAACUBAABkcnMvZTJvRG9jLnhtbFBLBQYAAAAA&#10;BgAGAFkBAACGBQAAAAA=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6565265</wp:posOffset>
                </wp:positionV>
                <wp:extent cx="1132840" cy="0"/>
                <wp:effectExtent l="0" t="38100" r="10160" b="38100"/>
                <wp:wrapNone/>
                <wp:docPr id="85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7479665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516.95pt;height:0pt;width:89.2pt;z-index:251682816;mso-width-relative:page;mso-height-relative:page;" filled="f" stroked="t" coordsize="21600,21600" o:gfxdata="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9OlAdYAAAAMAQAADwAAAAAAAAABACAAAAAiAAAAZHJzL2Rvd25yZXYueG1sUEsBAhQAFAAA&#10;AAgAh07iQKtLSGLxAQAA7wMAAA4AAAAAAAAAAQAgAAAAJQEAAGRycy9lMm9Eb2MueG1sUEsFBgAA&#10;AAAGAAYAWQEAAIgFAAAAAA==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6238875</wp:posOffset>
                </wp:positionV>
                <wp:extent cx="791845" cy="0"/>
                <wp:effectExtent l="0" t="19050" r="8255" b="38100"/>
                <wp:wrapNone/>
                <wp:docPr id="89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7153275"/>
                          <a:ext cx="79184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491.25pt;height:0pt;width:62.35pt;z-index:251685888;mso-width-relative:page;mso-height-relative:page;" filled="f" stroked="t" coordsize="21600,21600" o:gfxdata="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EMd4NUAAAAKAQAADwAAAAAAAAABACAAAAAiAAAAZHJzL2Rvd25yZXYueG1sUEsBAhQAFAAAAAgA&#10;h07iQFXqQs7vAQAA7gMAAA4AAAAAAAAAAQAgAAAAJAEAAGRycy9lMm9Eb2MueG1sUEsFBgAAAAAG&#10;AAYAWQEAAIUFAAAAAA==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6238875</wp:posOffset>
                </wp:positionV>
                <wp:extent cx="1132840" cy="0"/>
                <wp:effectExtent l="0" t="38100" r="10160" b="38100"/>
                <wp:wrapNone/>
                <wp:docPr id="88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7153275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491.25pt;height:0pt;width:89.2pt;z-index:251684864;mso-width-relative:page;mso-height-relative:page;" filled="f" stroked="t" coordsize="21600,21600" o:gfxdata="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yNFGbVAAAACgEAAA8AAAAAAAAAAQAgAAAAIgAAAGRycy9kb3ducmV2LnhtbFBLAQIUABQAAAAI&#10;AIdO4kDzwunX8AEAAO8DAAAOAAAAAAAAAAEAIAAAACQBAABkcnMvZTJvRG9jLnhtbFBLBQYAAAAA&#10;BgAGAFkBAACGBQAAAAA=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5860415</wp:posOffset>
                </wp:positionV>
                <wp:extent cx="972185" cy="0"/>
                <wp:effectExtent l="0" t="38100" r="18415" b="38100"/>
                <wp:wrapNone/>
                <wp:docPr id="80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6774815"/>
                          <a:ext cx="97218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461.45pt;height:0pt;width:76.55pt;z-index:251681792;mso-width-relative:page;mso-height-relative:page;" filled="f" stroked="t" coordsize="21600,21600" o:gfxdata="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/liGXNUAAAAKAQAADwAAAAAAAAABACAAAAAiAAAAZHJzL2Rvd25yZXYueG1sUEsBAhQAFAAAAAgA&#10;h07iQP4G307vAQAA7gMAAA4AAAAAAAAAAQAgAAAAJAEAAGRycy9lMm9Eb2MueG1sUEsFBgAAAAAG&#10;AAYAWQEAAIUFAAAAAA==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5860415</wp:posOffset>
                </wp:positionV>
                <wp:extent cx="1132840" cy="0"/>
                <wp:effectExtent l="0" t="38100" r="10160" b="38100"/>
                <wp:wrapNone/>
                <wp:docPr id="79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6774815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461.45pt;height:0pt;width:89.2pt;z-index:251680768;mso-width-relative:page;mso-height-relative:page;" filled="f" stroked="t" coordsize="21600,21600" o:gfxdata="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oLtdx1QAAAAoBAAAPAAAAAAAAAAEAIAAAACIAAABkcnMvZG93bnJldi54bWxQSwECFAAUAAAA&#10;CACHTuJABtGTMvEBAADvAwAADgAAAAAAAAABACAAAAAkAQAAZHJzL2Uyb0RvYy54bWxQSwUGAAAA&#10;AAYABgBZAQAAhwUAAAAA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5179060</wp:posOffset>
                </wp:positionV>
                <wp:extent cx="972185" cy="0"/>
                <wp:effectExtent l="0" t="38100" r="18415" b="38100"/>
                <wp:wrapNone/>
                <wp:docPr id="74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6093460"/>
                          <a:ext cx="97218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407.8pt;height:0pt;width:76.55pt;z-index:251677696;mso-width-relative:page;mso-height-relative:page;" filled="f" stroked="t" coordsize="21600,21600" o:gfxdata="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x&#10;OXgQ1QAAAAoBAAAPAAAAAAAAAAEAIAAAACIAAABkcnMvZG93bnJldi54bWxQSwECFAAUAAAACACH&#10;TuJAl3dBlO4BAADuAwAADgAAAAAAAAABACAAAAAkAQAAZHJzL2Uyb0RvYy54bWxQSwUGAAAAAAYA&#10;BgBZAQAAhAUAAAAA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5179060</wp:posOffset>
                </wp:positionV>
                <wp:extent cx="1132840" cy="0"/>
                <wp:effectExtent l="0" t="38100" r="10160" b="38100"/>
                <wp:wrapNone/>
                <wp:docPr id="73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6093460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407.8pt;height:0pt;width:89.2pt;z-index:251676672;mso-width-relative:page;mso-height-relative:page;" filled="f" stroked="t" coordsize="21600,21600" o:gfxdata="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dPKT3VAAAACgEAAA8AAAAAAAAAAQAgAAAAIgAAAGRycy9kb3ducmV2LnhtbFBLAQIUABQAAAAI&#10;AIdO4kA0o+7I8AEAAO8DAAAOAAAAAAAAAAEAIAAAACQBAABkcnMvZTJvRG9jLnhtbFBLBQYAAAAA&#10;BgAGAFkBAACGBQAAAAA=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5535295</wp:posOffset>
                </wp:positionV>
                <wp:extent cx="756285" cy="0"/>
                <wp:effectExtent l="0" t="19050" r="5715" b="38100"/>
                <wp:wrapNone/>
                <wp:docPr id="77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6449695"/>
                          <a:ext cx="75628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435.85pt;height:0pt;width:59.55pt;z-index:251679744;mso-width-relative:page;mso-height-relative:page;" filled="f" stroked="t" coordsize="21600,21600" o:gfxdata="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yP&#10;wELUAAAACgEAAA8AAAAAAAAAAQAgAAAAIgAAAGRycy9kb3ducmV2LnhtbFBLAQIUABQAAAAIAIdO&#10;4kAQ0Ub27gEAAO4DAAAOAAAAAAAAAAEAIAAAACMBAABkcnMvZTJvRG9jLnhtbFBLBQYAAAAABgAG&#10;AFkBAACDBQAAAAA=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5535295</wp:posOffset>
                </wp:positionV>
                <wp:extent cx="1132840" cy="0"/>
                <wp:effectExtent l="0" t="38100" r="10160" b="38100"/>
                <wp:wrapNone/>
                <wp:docPr id="76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6449695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435.85pt;height:0pt;width:89.2pt;z-index:251678720;mso-width-relative:page;mso-height-relative:page;" filled="f" stroked="t" coordsize="21600,21600" o:gfxdata="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9Bz11gAAAAoBAAAPAAAAAAAAAAEAIAAAACIAAABkcnMvZG93bnJldi54bWxQSwECFAAUAAAA&#10;CACHTuJApsmzRPABAADvAwAADgAAAAAAAAABACAAAAAlAQAAZHJzL2Uyb0RvYy54bWxQSwUGAAAA&#10;AAYABgBZAQAAhwUAAAAA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4844415</wp:posOffset>
                </wp:positionV>
                <wp:extent cx="791845" cy="0"/>
                <wp:effectExtent l="0" t="19050" r="8255" b="38100"/>
                <wp:wrapNone/>
                <wp:docPr id="57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5758815"/>
                          <a:ext cx="79184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381.45pt;height:0pt;width:62.35pt;z-index:251675648;mso-width-relative:page;mso-height-relative:page;" filled="f" stroked="t" coordsize="21600,21600" o:gfxdata="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N&#10;UMrg1gAAAAoBAAAPAAAAAAAAAAEAIAAAACIAAABkcnMvZG93bnJldi54bWxQSwECFAAUAAAACACH&#10;TuJAS6+Wfe0BAADuAwAADgAAAAAAAAABACAAAAAlAQAAZHJzL2Uyb0RvYy54bWxQSwUGAAAAAAYA&#10;BgBZAQAAhAUAAAAA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4844415</wp:posOffset>
                </wp:positionV>
                <wp:extent cx="1132840" cy="0"/>
                <wp:effectExtent l="0" t="38100" r="10160" b="38100"/>
                <wp:wrapNone/>
                <wp:docPr id="56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5758815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381.45pt;height:0pt;width:89.2pt;z-index:251674624;mso-width-relative:page;mso-height-relative:page;" filled="f" stroked="t" coordsize="21600,21600" o:gfxdata="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mew2bVAAAACgEAAA8AAAAAAAAAAQAgAAAAIgAAAGRycy9kb3ducmV2LnhtbFBLAQIUABQAAAAI&#10;AIdO4kDVK1Ut8AEAAO8DAAAOAAAAAAAAAAEAIAAAACQBAABkcnMvZTJvRG9jLnhtbFBLBQYAAAAA&#10;BgAGAFkBAACGBQAAAAA=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-1180465</wp:posOffset>
                </wp:positionH>
                <wp:positionV relativeFrom="paragraph">
                  <wp:posOffset>-950595</wp:posOffset>
                </wp:positionV>
                <wp:extent cx="7635875" cy="10765155"/>
                <wp:effectExtent l="0" t="0" r="3175" b="1714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95pt;margin-top:-74.85pt;height:847.65pt;width:601.25pt;z-index:-251652096;v-text-anchor:middle;mso-width-relative:page;mso-height-relative:page;" fillcolor="#FFFFFF [3212]" filled="t" stroked="f" coordsize="21600,21600" o:gfxdata="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78/98N0AAAAPAQAADwAAAAAAAAABACAAAAAiAAAAZHJzL2Rv&#10;d25yZXYueG1sUEsBAhQAFAAAAAgAh07iQGJPv/5uAgAAzwQAAA4AAAAAAAAAAQAgAAAALAEAAGRy&#10;cy9lMm9Eb2MueG1sUEsFBgAAAAAGAAYAWQEAAAw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7252335</wp:posOffset>
                </wp:positionV>
                <wp:extent cx="1983105" cy="592455"/>
                <wp:effectExtent l="0" t="0" r="0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592455"/>
                          <a:chOff x="0" y="37302"/>
                          <a:chExt cx="1983105" cy="593311"/>
                        </a:xfrm>
                      </wpg:grpSpPr>
                      <wps:wsp>
                        <wps:cNvPr id="50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直角三角形 51"/>
                        <wps:cNvSpPr/>
                        <wps:spPr>
                          <a:xfrm rot="10800000">
                            <a:off x="0" y="430588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445480" y="37302"/>
                            <a:ext cx="1239736" cy="4082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活动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3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pt;margin-top:571.05pt;height:46.65pt;width:156.15pt;z-index:251672576;mso-width-relative:page;mso-height-relative:page;" coordorigin="0,37302" coordsize="1983105,593311" o:gfxdata="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pby+g7wAAADb&#10;AAAADwAAAGRycy9kb3ducmV2LnhtbEVPu27CMBTdK/EP1q3UpQI7rXgoxTCkQmpZEJCB8Sq+TaLG&#10;18F2A/17PCAxHp33cn21nRjIh9axhmyiQBBXzrRcayiPm/ECRIjIBjvHpOGfAqxXo6cl5sZdeE/D&#10;IdYihXDIUUMTY59LGaqGLIaJ64kT9+O8xZigr6XxeEnhtpNvSs2kxZZTQ4M9FQ1Vv4c/q+Hz++Re&#10;i2C3WzOU0937vNwMZ6X1y3OmPkBEusaH+O7+MhqmaX36kn6AXN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8voO8AAAA&#10;2wAAAA8AAAAAAAAAAQAgAAAAIgAAAGRycy9kb3ducmV2LnhtbFBLAQIUABQAAAAIAIdO4kAzLwWe&#10;OwAAADkAAAAQAAAAAAAAAAEAIAAAAAsBAABkcnMvc2hhcGV4bWwueG1sUEsFBgAAAAAGAAYAWwEA&#10;ALUDAAAAAA=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88;height:200025;width:248285;rotation:11796480f;v-text-anchor:middle;" fillcolor="#0070C0" filled="t" stroked="f" coordsize="21600,21600" o:gfxdata="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queD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45480;top:37302;height:408203;width:1239736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活动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zHYNOrwAAADb&#10;AAAADwAAAGRycy9kb3ducmV2LnhtbEWPS4vCMBSF94L/IVzBjWjqk6FjFFQUYXDhY+Hy0txpyzQ3&#10;JYla/70RBlwezuPjzJeNqcSdnC8tKxgOEhDEmdUl5wou523/C4QPyBory6TgSR6Wi3Zrjqm2Dz7S&#10;/RRyEUfYp6igCKFOpfRZQQb9wNbE0fu1zmCI0uVSO3zEcVPJUZLMpMGSI6HAmtYFZX+nm4mQy9Ud&#10;drtQYW+bX1c/2Eymm5VS3c4w+QYRqAmf8H97rxVMx/D+En+AXL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2DTq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2823210</wp:posOffset>
                </wp:positionV>
                <wp:extent cx="1983105" cy="607695"/>
                <wp:effectExtent l="0" t="0" r="0" b="1905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607695"/>
                          <a:chOff x="0" y="22671"/>
                          <a:chExt cx="1983105" cy="607947"/>
                        </a:xfrm>
                      </wpg:grpSpPr>
                      <wps:wsp>
                        <wps:cNvPr id="46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直角三角形 47"/>
                        <wps:cNvSpPr/>
                        <wps:spPr>
                          <a:xfrm rot="10800000">
                            <a:off x="0" y="430593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文本框 48"/>
                        <wps:cNvSpPr txBox="1"/>
                        <wps:spPr>
                          <a:xfrm>
                            <a:off x="445480" y="22671"/>
                            <a:ext cx="1330421" cy="392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专业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9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.6pt;margin-top:222.3pt;height:47.85pt;width:156.15pt;z-index:251671552;mso-width-relative:page;mso-height-relative:page;" coordorigin="0,22671" coordsize="1983105,607947" o:gfxdata="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wMAVsb8AAADb&#10;AAAADwAAAGRycy9kb3ducmV2LnhtbEWPT2vCQBTE70K/w/IKXqTu+qda0mw8WITWizTNweMj+5qE&#10;Zt+m2W3Ub98VBI/DzPyGSTdn24qBet841jCbKhDEpTMNVxqKr93TCwgfkA22jknDhTxssodRiolx&#10;J/6kIQ+ViBD2CWqoQ+gSKX1Zk0U/dR1x9L5dbzFE2VfS9HiKcNvKuVIrabHhuFBjR9uayp/8z2p4&#10;+zi6ydbb/d4MxfNhsS52w6/Sevw4U68gAp3DPXxrvxsNyxVcv8QfIL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AFbG/&#10;AAAA2wAAAA8AAAAAAAAAAQAgAAAAIgAAAGRycy9kb3ducmV2LnhtbFBLAQIUABQAAAAIAIdO4kAz&#10;LwWeOwAAADkAAAAQAAAAAAAAAAEAIAAAAA4BAABkcnMvc2hhcGV4bWwueG1sUEsFBgAAAAAGAAYA&#10;WwEAALgDAAAAAA=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93;height:200025;width:248285;rotation:11796480f;v-text-anchor:middle;" fillcolor="#0070C0" filled="t" stroked="f" coordsize="21600,21600" o:gfxdata="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9c1P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45480;top:22671;height:392965;width:1330421;" filled="f" stroked="f" coordsize="21600,21600" o:gfxdata="UEsDBAoAAAAAAIdO4kAAAAAAAAAAAAAAAAAEAAAAZHJzL1BLAwQUAAAACACHTuJAJuFqm7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Fqm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专业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实践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KEesDbwAAADb&#10;AAAADwAAAGRycy9kb3ducmV2LnhtbEWPzYrCMBSF98K8Q7gDbkRTRWWsRsERRRAXdly4vDTXtkxz&#10;U5KonbefCILLw/n5OItVa2pxJ+crywqGgwQEcW51xYWC88+2/wXCB2SNtWVS8EceVsuPzgJTbR98&#10;onsWChFH2KeooAyhSaX0eUkG/cA2xNG7WmcwROkKqR0+4rip5ShJptJgxZFQYkPfJeW/2c1EyPni&#10;jrtdqLG3LS7rA7bjyWatVPdzmMxBBGrDO/xq77WC8QyeX+IP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HrA2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1057275</wp:posOffset>
                </wp:positionV>
                <wp:extent cx="1979295" cy="300037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300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个人信息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地址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湖南省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长沙市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生日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1993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年8月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电话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-4567-8900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邮箱</w:t>
                            </w:r>
                          </w:p>
                          <w:p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24546326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@163.com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83.25pt;height:236.25pt;width:155.85pt;z-index:251660288;mso-width-relative:page;mso-height-relative:page;" filled="f" stroked="f" coordsize="21600,21600" o:gfxdata="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AD9X0dwAAAAMAQAADwAAAAAAAAABACAA&#10;AAAiAAAAZHJzL2Rvd25yZXYueG1sUEsBAhQAFAAAAAgAh07iQKvPW5p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个人信息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地址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湖南省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长沙市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生日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1993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年8月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电话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-4567-8900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邮箱</w:t>
                      </w:r>
                    </w:p>
                    <w:p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24546326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@163.com</w:t>
                      </w:r>
                    </w:p>
                    <w:p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4222750</wp:posOffset>
                </wp:positionV>
                <wp:extent cx="1264920" cy="30670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306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专业技能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llustrator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InDesign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F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lash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Dreamweaver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After Effect</w:t>
                            </w:r>
                          </w:p>
                          <w:p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002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Team Work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332.5pt;height:241.5pt;width:99.6pt;z-index:251662336;mso-width-relative:page;mso-height-relative:page;" filled="f" stroked="f" coordsize="21600,21600" o:gfxdata="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AdT8V3AAAAAwBAAAPAAAAAAAAAAEAIAAA&#10;ACIAAABkcnMvZG93bnJldi54bWxQSwECFAAUAAAACACHTuJAvT4s1EECAAB1BAAADgAAAAAAAAAB&#10;ACAAAAAr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专业技能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Photoshop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llustrator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InDesign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F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lash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Dreamweaver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After Effect</w:t>
                      </w:r>
                    </w:p>
                    <w:p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002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Team Work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7590790</wp:posOffset>
                </wp:positionV>
                <wp:extent cx="2519680" cy="221678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22170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自我评价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艺术设计专业背景，有专业培训的经历，熟悉设计工作流程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熟练应用设计软件，能手工绘图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有社团领导工作能力，沟通协作能力强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597.7pt;height:174.55pt;width:198.4pt;z-index:251665408;mso-width-relative:page;mso-height-relative:page;" filled="f" stroked="f" coordsize="21600,21600" o:gfxdata="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uPPCS3QAAAA4BAAAPAAAAAAAAAAEA&#10;IAAAACIAAABkcnMvZG93bnJldi54bWxQSwECFAAUAAAACACHTuJAopnFkUMCAAB3BAAADgAAAAAA&#10;AAABACAAAAAs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自我评价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艺术设计专业背景，有专业培训的经历，熟悉设计工作流程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熟练应用设计软件，能手工绘图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有社团领导工作能力，沟通协作能力强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1275080</wp:posOffset>
                </wp:positionH>
                <wp:positionV relativeFrom="paragraph">
                  <wp:posOffset>800735</wp:posOffset>
                </wp:positionV>
                <wp:extent cx="1983105" cy="607695"/>
                <wp:effectExtent l="0" t="0" r="0" b="190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607695"/>
                          <a:chOff x="0" y="22674"/>
                          <a:chExt cx="1983105" cy="607944"/>
                        </a:xfrm>
                      </wpg:grpSpPr>
                      <wps:wsp>
                        <wps:cNvPr id="31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直角三角形 32"/>
                        <wps:cNvSpPr/>
                        <wps:spPr>
                          <a:xfrm rot="10800000">
                            <a:off x="0" y="430593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480159" y="22674"/>
                            <a:ext cx="1310856" cy="4005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3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0.4pt;margin-top:63.05pt;height:47.85pt;width:156.15pt;z-index:251670528;mso-width-relative:page;mso-height-relative:page;" coordorigin="0,22674" coordsize="1983105,607944" o:gfxdata="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Fy/+uL0AAADb&#10;AAAADwAAAGRycy9kb3ducmV2LnhtbEWPQWvCQBSE74X+h+UVvIjuRtFKdPVgEawX0ebg8ZF9JsHs&#10;2zS7RvvvXUHocZiZb5jF6m5r0VHrK8cakqECQZw7U3GhIfvZDGYgfEA2WDsmDX/kYbV8f1tgatyN&#10;D9QdQyEihH2KGsoQmlRKn5dk0Q9dQxy9s2sthijbQpoWbxFuazlSaiotVhwXSmxoXVJ+OV6thq/v&#10;k+uvvd3tTJdN9uPPbNP9Kq17H4magwh0D//hV3trNIwTeH6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L/64vQAA&#10;ANsAAAAPAAAAAAAAAAEAIAAAACIAAABkcnMvZG93bnJldi54bWxQSwECFAAUAAAACACHTuJAMy8F&#10;njsAAAA5AAAAEAAAAAAAAAABACAAAAAMAQAAZHJzL3NoYXBleG1sLnhtbFBLBQYAAAAABgAGAFsB&#10;AAC2AwAAAAA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93;height:200025;width:248285;rotation:11796480f;v-text-anchor:middle;" fillcolor="#0070C0" filled="t" stroked="f" coordsize="21600,21600" o:gfxdata="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6bl2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80159;top:22674;height:400562;width:1310856;" filled="f" stroked="f" coordsize="21600,21600" o:gfxdata="UEsDBAoAAAAAAIdO4kAAAAAAAAAAAAAAAAAEAAAAZHJzL1BLAwQUAAAACACHTuJAcEOLl70AAADb&#10;AAAADwAAAGRycy9kb3ducmV2LnhtbEWPS6vCMBSE94L/IRzBnaYq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4uX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Sa+b574AAADb&#10;AAAADwAAAGRycy9kb3ducmV2LnhtbEWPzWrCQBSF9wXfYbiFbopO0mqR6ChoSRCKC1MXLi+ZaxKa&#10;uRNmpiZ9e6dQ6PJwfj7OejuaTtzI+daygnSWgCCurG65VnD+zKdLED4ga+wsk4If8rDdTB7WmGk7&#10;8IluZahFHGGfoYImhD6T0lcNGfQz2xNH72qdwRClq6V2OMRx08mXJHmTBluOhAZ72jdUfZXfJkLO&#10;F3csitDhc15fdh84zhfvO6WeHtNkBSLQGP7Df+2DVjB/hd8v8QfIz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a+b5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1359535</wp:posOffset>
                </wp:positionV>
                <wp:extent cx="4251325" cy="847979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1325" cy="84796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北京艺术学院    艺术设计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专科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2011.09 - 2014.06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中国美术史、外国美术史、艺术设计史、设计素描、装饰色彩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中国美术史、外国美术史、艺术设计史、设计素描、装饰色彩等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北京红美广告有限公司     UI设计助理     2014.02 - 2014.06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负责网站的UI设计（包括整体排版，相关图片制作，相关文字描述）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负责手机客户端产品GUI的整体风格设计，应用工具的相关菜单和界面制作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负责设计产品的界面以及icon等UI内容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张秀娟专题项目      项目组成员           2013.06 - 2013.09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参与前期的交互设计讨论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负责整套网站的视觉设计、后期优化</w:t>
                            </w:r>
                          </w:p>
                          <w:p>
                            <w:pPr>
                              <w:pStyle w:val="10"/>
                              <w:snapToGrid w:val="0"/>
                              <w:spacing w:line="360" w:lineRule="exact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张秀娟专题项目      项目组成员           2013.06 - 2013.09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参与前期的交互设计讨论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负责整套网站的视觉设计、后期优化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院团委组织部干事，负责团委日常工作活动   2012.02 - 2012.11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春蕾公益活动社，担任副社长               2011.10 - 2012.09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定期参加地铁志愿者服务活动               2010.09 - 2011.09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35pt;margin-top:107.05pt;height:667.7pt;width:334.75pt;z-index:251669504;mso-width-relative:page;mso-height-relative:page;" filled="f" stroked="f" coordsize="21600,21600" o:gfxdata="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FQ5d23AAAAAwBAAAPAAAAAAAAAAEA&#10;IAAAACIAAABkcnMvZG93bnJldi54bWxQSwECFAAUAAAACACHTuJAFVD/BEQCAAB3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北京艺术学院    艺术设计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专科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2011.09 - 2014.06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中国美术史、外国美术史、艺术设计史、设计素描、装饰色彩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中国美术史、外国美术史、艺术设计史、设计素描、装饰色彩等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北京红美广告有限公司     UI设计助理     2014.02 - 2014.06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负责网站的UI设计（包括整体排版，相关图片制作，相关文字描述）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负责手机客户端产品GUI的整体风格设计，应用工具的相关菜单和界面制作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负责设计产品的界面以及icon等UI内容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张秀娟专题项目      项目组成员           2013.06 - 2013.09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参与前期的交互设计讨论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负责整套网站的视觉设计、后期优化</w:t>
                      </w:r>
                    </w:p>
                    <w:p>
                      <w:pPr>
                        <w:pStyle w:val="10"/>
                        <w:snapToGrid w:val="0"/>
                        <w:spacing w:line="360" w:lineRule="exact"/>
                        <w:ind w:left="420" w:firstLine="0"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张秀娟专题项目      项目组成员           2013.06 - 2013.09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参与前期的交互设计讨论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负责整套网站的视觉设计、后期优化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院团委组织部干事，负责团委日常工作活动   2012.02 - 2012.11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春蕾公益活动社，担任副社长               2011.10 - 2012.09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定期参加地铁志愿者服务活动               2010.09 - 2011.09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-26035</wp:posOffset>
                </wp:positionV>
                <wp:extent cx="1633855" cy="47688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855" cy="476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UI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3pt;margin-top:-2.05pt;height:37.55pt;width:128.65pt;z-index:251668480;mso-width-relative:page;mso-height-relative:page;" filled="f" stroked="f" coordsize="21600,21600" o:gfxdata="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FeIRF9sAAAAJAQAADwAAAAAAAAABACAA&#10;AAAiAAAAZHJzL2Rvd25yZXYueG1sUEsBAhQAFAAAAAgAh07iQGDGxpdDAgAAdg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UI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设计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-723900</wp:posOffset>
                </wp:positionV>
                <wp:extent cx="1896745" cy="73342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893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color w:val="002060"/>
                                <w:spacing w:val="40"/>
                                <w:sz w:val="56"/>
                                <w:szCs w:val="8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2060"/>
                                <w:spacing w:val="40"/>
                                <w:sz w:val="56"/>
                                <w:szCs w:val="84"/>
                              </w:rPr>
                              <w:t>张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2060"/>
                                <w:spacing w:val="40"/>
                                <w:sz w:val="56"/>
                                <w:szCs w:val="84"/>
                                <w:lang w:eastAsia="zh-CN"/>
                              </w:rPr>
                              <w:t>语敏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-57pt;height:57.75pt;width:149.35pt;z-index:251667456;mso-width-relative:page;mso-height-relative:page;" filled="f" stroked="f" coordsize="21600,21600" o:gfxdata="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bZvuhNsAAAAKAQAADwAAAAAAAAABACAA&#10;AAAiAAAAZHJzL2Rvd25yZXYueG1sUEsBAhQAFAAAAAgAh07iQGWKngxDAgAAdg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rPr>
                          <w:rFonts w:hint="eastAsia" w:ascii="微软雅黑" w:hAnsi="微软雅黑" w:eastAsia="微软雅黑"/>
                          <w:color w:val="002060"/>
                          <w:spacing w:val="40"/>
                          <w:sz w:val="56"/>
                          <w:szCs w:val="8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2060"/>
                          <w:spacing w:val="40"/>
                          <w:sz w:val="56"/>
                          <w:szCs w:val="84"/>
                        </w:rPr>
                        <w:t>张</w:t>
                      </w:r>
                      <w:r>
                        <w:rPr>
                          <w:rFonts w:hint="eastAsia" w:ascii="微软雅黑" w:hAnsi="微软雅黑" w:eastAsia="微软雅黑"/>
                          <w:color w:val="002060"/>
                          <w:spacing w:val="40"/>
                          <w:sz w:val="56"/>
                          <w:szCs w:val="84"/>
                          <w:lang w:eastAsia="zh-CN"/>
                        </w:rPr>
                        <w:t>语敏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-878840</wp:posOffset>
                </wp:positionH>
                <wp:positionV relativeFrom="paragraph">
                  <wp:posOffset>7973695</wp:posOffset>
                </wp:positionV>
                <wp:extent cx="2159635" cy="0"/>
                <wp:effectExtent l="0" t="0" r="31115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.2pt;margin-top:627.85pt;height:0pt;width:170.05pt;z-index:251666432;mso-width-relative:page;mso-height-relative:page;" filled="f" stroked="t" coordsize="21600,21600" o:gfxdata="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M&#10;nDKu2QAAAA4BAAAPAAAAAAAAAAEAIAAAACIAAABkcnMvZG93bnJldi54bWxQSwECFAAUAAAACACH&#10;TuJA/KPOYuoBAAC0AwAADgAAAAAAAAABACAAAAAoAQAAZHJzL2Uyb0RvYy54bWxQSwUGAAAAAAYA&#10;BgBZAQAAhAUAAAAA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4642485</wp:posOffset>
                </wp:positionV>
                <wp:extent cx="2159635" cy="0"/>
                <wp:effectExtent l="0" t="0" r="3111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.25pt;margin-top:365.55pt;height:0pt;width:170.05pt;z-index:251663360;mso-width-relative:page;mso-height-relative:page;" filled="f" stroked="t" coordsize="21600,21600" o:gfxdata="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Owh&#10;f9gAAAAMAQAADwAAAAAAAAABACAAAAAiAAAAZHJzL2Rvd25yZXYueG1sUEsBAhQAFAAAAAgAh07i&#10;QDl3wUXpAQAAsgMAAA4AAAAAAAAAAQAgAAAAJwEAAGRycy9lMm9Eb2MueG1sUEsFBgAAAAAGAAYA&#10;WQEAAIIFAAAAAA==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1447800</wp:posOffset>
                </wp:positionV>
                <wp:extent cx="2160270" cy="0"/>
                <wp:effectExtent l="0" t="0" r="3111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pt;margin-top:114pt;height:0pt;width:170.1pt;z-index:251661312;mso-width-relative:page;mso-height-relative:page;" filled="f" stroked="t" coordsize="21600,21600" o:gfxdata="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lM499gA&#10;AAAMAQAADwAAAAAAAAABACAAAAAiAAAAZHJzL2Rvd25yZXYueG1sUEsBAhQAFAAAAAgAh07iQGJv&#10;PKLmAQAAsgMAAA4AAAAAAAAAAQAgAAAAJwEAAGRycy9lMm9Eb2MueG1sUEsFBgAAAAAGAAYAWQEA&#10;AH8FAAAAAA==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-1162050</wp:posOffset>
                </wp:positionH>
                <wp:positionV relativeFrom="paragraph">
                  <wp:posOffset>-990600</wp:posOffset>
                </wp:positionV>
                <wp:extent cx="2700020" cy="10800080"/>
                <wp:effectExtent l="0" t="0" r="5080" b="127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0" cy="1080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5pt;margin-top:-78pt;height:850.4pt;width:212.6pt;z-index:251659264;v-text-anchor:middle;mso-width-relative:page;mso-height-relative:page;" fillcolor="#D9D9D9 [2732]" filled="t" stroked="f" coordsize="21600,21600" o:gfxdata="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zsqU9NsAAAAOAQAADwAAAAAAAAABACAAAAAiAAAAZHJz&#10;L2Rvd25yZXYueG1sUEsBAhQAFAAAAAgAh07iQGRy0ChzAgAA7wQAAA4AAAAAAAAAAQAgAAAAKgEA&#10;AGRycy9lMm9Eb2MueG1sUEsFBgAAAAAGAAYAWQEAAA8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sectPr>
      <w:pgSz w:w="11907" w:h="16839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C807A7"/>
    <w:multiLevelType w:val="multilevel"/>
    <w:tmpl w:val="17C807A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ED121AF"/>
    <w:multiLevelType w:val="multilevel"/>
    <w:tmpl w:val="3ED121A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37734FF"/>
    <w:multiLevelType w:val="multilevel"/>
    <w:tmpl w:val="537734F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61"/>
    <w:rsid w:val="0003559B"/>
    <w:rsid w:val="000761FA"/>
    <w:rsid w:val="0007656C"/>
    <w:rsid w:val="000B163C"/>
    <w:rsid w:val="00287B53"/>
    <w:rsid w:val="002D2C0C"/>
    <w:rsid w:val="00332749"/>
    <w:rsid w:val="00344A6A"/>
    <w:rsid w:val="003562A5"/>
    <w:rsid w:val="003D0543"/>
    <w:rsid w:val="00492841"/>
    <w:rsid w:val="004F66C5"/>
    <w:rsid w:val="005516A7"/>
    <w:rsid w:val="005F7F4A"/>
    <w:rsid w:val="006C3DC6"/>
    <w:rsid w:val="006E16DA"/>
    <w:rsid w:val="00721473"/>
    <w:rsid w:val="0090617D"/>
    <w:rsid w:val="009408C3"/>
    <w:rsid w:val="009662CD"/>
    <w:rsid w:val="00996592"/>
    <w:rsid w:val="00A351AD"/>
    <w:rsid w:val="00A662E7"/>
    <w:rsid w:val="00B15695"/>
    <w:rsid w:val="00B32D61"/>
    <w:rsid w:val="00BB185A"/>
    <w:rsid w:val="00C220B8"/>
    <w:rsid w:val="00C5265B"/>
    <w:rsid w:val="00D067F4"/>
    <w:rsid w:val="00D214AF"/>
    <w:rsid w:val="00DD3676"/>
    <w:rsid w:val="00E507B4"/>
    <w:rsid w:val="00E83A46"/>
    <w:rsid w:val="00F073D0"/>
    <w:rsid w:val="00F24B35"/>
    <w:rsid w:val="00F436B0"/>
    <w:rsid w:val="020F0FE6"/>
    <w:rsid w:val="09B835A5"/>
    <w:rsid w:val="16E817FB"/>
    <w:rsid w:val="1A266DFB"/>
    <w:rsid w:val="2C536423"/>
    <w:rsid w:val="321C1C64"/>
    <w:rsid w:val="33D415AB"/>
    <w:rsid w:val="3B9E0470"/>
    <w:rsid w:val="3CA64079"/>
    <w:rsid w:val="49273CC6"/>
    <w:rsid w:val="49995DF7"/>
    <w:rsid w:val="4D2D3B71"/>
    <w:rsid w:val="53B40A8D"/>
    <w:rsid w:val="687C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2016-03-20T04:20:00Z</dcterms:created>
  <dc:creator>user</dc:creator>
  <cp:lastModifiedBy>理工风雨彩虹</cp:lastModifiedBy>
  <cp:lastPrinted>2017-03-29T07:52:00Z</cp:lastPrinted>
  <dcterms:modified xsi:type="dcterms:W3CDTF">2021-11-10T11:43:42Z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9E7FAE6B589C40E0B302ECD9E2BB63D8</vt:lpwstr>
  </property>
</Properties>
</file>