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-530225</wp:posOffset>
            </wp:positionV>
            <wp:extent cx="894080" cy="1355725"/>
            <wp:effectExtent l="0" t="0" r="1270" b="0"/>
            <wp:wrapNone/>
            <wp:docPr id="26" name="图片 80" descr="D:\桌面\桌面文件\登记照4\0008.jpg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0" descr="D:\桌面\桌面文件\登记照4\0008.jpg000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135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-1156970</wp:posOffset>
                </wp:positionH>
                <wp:positionV relativeFrom="paragraph">
                  <wp:posOffset>-944880</wp:posOffset>
                </wp:positionV>
                <wp:extent cx="7574915" cy="10782935"/>
                <wp:effectExtent l="0" t="0" r="6985" b="18415"/>
                <wp:wrapNone/>
                <wp:docPr id="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915" cy="1078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-91.1pt;margin-top:-74.4pt;height:849.05pt;width:596.45pt;z-index:-251657216;mso-width-relative:page;mso-height-relative:page;" fillcolor="#FFFFFF" filled="t" stroked="f" coordsize="21600,21600" o:gfxdata="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o0VeTNsAAAAPAQAADwAAAAAAAAAB&#10;ACAAAAAiAAAAZHJzL2Rvd25yZXYueG1sUEsBAhQAFAAAAAgAh07iQLa2ON/UAQAAkAMAAA4AAAAA&#10;AAAAAQAgAAAAKgEAAGRycy9lMm9Eb2MueG1sUEsFBgAAAAAGAAYAWQEAAHA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5597525</wp:posOffset>
                </wp:positionH>
                <wp:positionV relativeFrom="paragraph">
                  <wp:posOffset>-627380</wp:posOffset>
                </wp:positionV>
                <wp:extent cx="461645" cy="461645"/>
                <wp:effectExtent l="19050" t="19050" r="33655" b="33655"/>
                <wp:wrapNone/>
                <wp:docPr id="25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" cy="461645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BEEFD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440.75pt;margin-top:-49.4pt;height:36.35pt;width:36.35pt;z-index:251673600;v-text-anchor:middle;mso-width-relative:page;mso-height-relative:page;" filled="f" stroked="t" coordsize="21600,21600" o:gfxdata="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rfz/DWAAAACwEAAA8AAAAAAAAAAQAg&#10;AAAAIgAAAGRycy9kb3ducmV2LnhtbFBLAQIUABQAAAAIAIdO4kDB8l8zEAIAAB4EAAAOAAAAAAAA&#10;AAEAIAAAACUBAABkcnMvZTJvRG9jLnhtbFBLBQYAAAAABgAGAFkBAACnBQAAAAA=&#10;">
                <v:fill on="f" focussize="0,0"/>
                <v:stroke weight="3pt" color="#BEEFDF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591185</wp:posOffset>
                </wp:positionV>
                <wp:extent cx="139700" cy="93345"/>
                <wp:effectExtent l="0" t="0" r="12700" b="1905"/>
                <wp:wrapNone/>
                <wp:docPr id="2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933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83" y="79"/>
                            </a:cxn>
                            <a:cxn ang="0">
                              <a:pos x="109" y="102"/>
                            </a:cxn>
                            <a:cxn ang="0">
                              <a:pos x="135" y="79"/>
                            </a:cxn>
                            <a:cxn ang="0">
                              <a:pos x="213" y="147"/>
                            </a:cxn>
                            <a:cxn ang="0">
                              <a:pos x="6" y="147"/>
                            </a:cxn>
                            <a:cxn ang="0">
                              <a:pos x="83" y="79"/>
                            </a:cxn>
                            <a:cxn ang="0">
                              <a:pos x="0" y="7"/>
                            </a:cxn>
                            <a:cxn ang="0">
                              <a:pos x="79" y="75"/>
                            </a:cxn>
                            <a:cxn ang="0">
                              <a:pos x="0" y="144"/>
                            </a:cxn>
                            <a:cxn ang="0">
                              <a:pos x="0" y="7"/>
                            </a:cxn>
                            <a:cxn ang="0">
                              <a:pos x="220" y="6"/>
                            </a:cxn>
                            <a:cxn ang="0">
                              <a:pos x="220" y="144"/>
                            </a:cxn>
                            <a:cxn ang="0">
                              <a:pos x="140" y="75"/>
                            </a:cxn>
                            <a:cxn ang="0">
                              <a:pos x="220" y="6"/>
                            </a:cxn>
                            <a:cxn ang="0">
                              <a:pos x="1" y="0"/>
                            </a:cxn>
                            <a:cxn ang="0">
                              <a:pos x="218" y="0"/>
                            </a:cxn>
                            <a:cxn ang="0">
                              <a:pos x="109" y="94"/>
                            </a:cxn>
                            <a:cxn ang="0">
                              <a:pos x="1" y="0"/>
                            </a:cxn>
                          </a:cxnLst>
                          <a:rect l="0" t="0" r="0" b="0"/>
                          <a:pathLst>
                            <a:path w="4974795" h="3320682">
                              <a:moveTo>
                                <a:pt x="1897867" y="1805825"/>
                              </a:moveTo>
                              <a:lnTo>
                                <a:pt x="2485737" y="2315734"/>
                              </a:lnTo>
                              <a:lnTo>
                                <a:pt x="3073607" y="1805825"/>
                              </a:lnTo>
                              <a:lnTo>
                                <a:pt x="4820061" y="3320682"/>
                              </a:lnTo>
                              <a:lnTo>
                                <a:pt x="151413" y="3320682"/>
                              </a:lnTo>
                              <a:lnTo>
                                <a:pt x="1897867" y="1805825"/>
                              </a:lnTo>
                              <a:close/>
                              <a:moveTo>
                                <a:pt x="0" y="159634"/>
                              </a:moveTo>
                              <a:lnTo>
                                <a:pt x="1788328" y="1710812"/>
                              </a:lnTo>
                              <a:lnTo>
                                <a:pt x="0" y="3261996"/>
                              </a:lnTo>
                              <a:lnTo>
                                <a:pt x="0" y="159634"/>
                              </a:lnTo>
                              <a:close/>
                              <a:moveTo>
                                <a:pt x="4974795" y="156753"/>
                              </a:moveTo>
                              <a:lnTo>
                                <a:pt x="4974795" y="3264872"/>
                              </a:lnTo>
                              <a:lnTo>
                                <a:pt x="3183146" y="1710812"/>
                              </a:lnTo>
                              <a:lnTo>
                                <a:pt x="4974795" y="156753"/>
                              </a:lnTo>
                              <a:close/>
                              <a:moveTo>
                                <a:pt x="35040" y="0"/>
                              </a:moveTo>
                              <a:lnTo>
                                <a:pt x="4936434" y="0"/>
                              </a:lnTo>
                              <a:lnTo>
                                <a:pt x="2485737" y="2125709"/>
                              </a:lnTo>
                              <a:lnTo>
                                <a:pt x="350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CFA9"/>
                        </a:solidFill>
                        <a:ln w="254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89.75pt;margin-top:46.55pt;height:7.35pt;width:11pt;z-index:251672576;v-text-anchor:middle;mso-width-relative:page;mso-height-relative:page;" fillcolor="#43CFA9" filled="t" stroked="f" coordsize="4974795,3320682" o:gfxdata="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29xjONkAAAAKAQAADwAAAAAAAAABACAAAAAiAAAA&#10;ZHJzL2Rvd25yZXYueG1sUEsBAhQAFAAAAAgAh07iQKC/X8hcAwAApAoAAA4AAAAAAAAAAQAgAAAA&#10;KAEAAGRycy9lMm9Eb2MueG1sUEsFBgAAAAAGAAYAWQEAAPYGAAAAAA==&#10;" path="m1897867,1805825l2485737,2315734,3073607,1805825,4820061,3320682,151413,3320682,1897867,1805825xm0,159634l1788328,1710812,0,3261996,0,159634xm4974795,156753l4974795,3264872,3183146,1710812,4974795,156753xm35040,0l4936434,0,2485737,2125709,35040,0xe">
                <v:path o:connectlocs="83,79;109,102;135,79;213,147;6,147;83,79;0,7;79,75;0,144;0,7;220,6;220,144;140,75;220,6;1,0;218,0;109,94;1,0" o:connectangles="0,0,0,0,0,0,0,0,0,0,0,0,0,0,0,0,0,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-557530</wp:posOffset>
                </wp:positionH>
                <wp:positionV relativeFrom="paragraph">
                  <wp:posOffset>544195</wp:posOffset>
                </wp:positionV>
                <wp:extent cx="112395" cy="175895"/>
                <wp:effectExtent l="0" t="0" r="1905" b="14605"/>
                <wp:wrapNone/>
                <wp:docPr id="2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" cy="17589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3" y="0"/>
                            </a:cxn>
                            <a:cxn ang="0">
                              <a:pos x="39" y="6"/>
                            </a:cxn>
                            <a:cxn ang="0">
                              <a:pos x="48" y="37"/>
                            </a:cxn>
                            <a:cxn ang="0">
                              <a:pos x="45" y="45"/>
                            </a:cxn>
                            <a:cxn ang="0">
                              <a:pos x="31" y="54"/>
                            </a:cxn>
                            <a:cxn ang="0">
                              <a:pos x="59" y="119"/>
                            </a:cxn>
                            <a:cxn ang="0">
                              <a:pos x="73" y="110"/>
                            </a:cxn>
                            <a:cxn ang="0">
                              <a:pos x="82" y="112"/>
                            </a:cxn>
                            <a:cxn ang="0">
                              <a:pos x="106" y="135"/>
                            </a:cxn>
                            <a:cxn ang="0">
                              <a:pos x="107" y="144"/>
                            </a:cxn>
                            <a:cxn ang="0">
                              <a:pos x="94" y="165"/>
                            </a:cxn>
                            <a:cxn ang="0">
                              <a:pos x="81" y="168"/>
                            </a:cxn>
                            <a:cxn ang="0">
                              <a:pos x="0" y="9"/>
                            </a:cxn>
                            <a:cxn ang="0">
                              <a:pos x="8" y="2"/>
                            </a:cxn>
                            <a:cxn ang="0">
                              <a:pos x="33" y="0"/>
                            </a:cxn>
                          </a:cxnLst>
                          <a:rect l="0" t="0" r="0" b="0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CFA9"/>
                        </a:solidFill>
                        <a:ln w="254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3.9pt;margin-top:42.85pt;height:13.85pt;width:8.85pt;z-index:251670528;v-text-anchor:middle;mso-width-relative:page;mso-height-relative:page;" fillcolor="#43CFA9" filled="t" stroked="f" coordsize="1978606,3092264" o:gfxdata="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33,0;39,6;48,37;45,45;31,54;59,119;73,110;82,112;106,135;107,144;94,165;81,168;0,9;8,2;33,0" o:connectangles="0,0,0,0,0,0,0,0,0,0,0,0,0,0,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1162685</wp:posOffset>
                </wp:positionH>
                <wp:positionV relativeFrom="paragraph">
                  <wp:posOffset>201930</wp:posOffset>
                </wp:positionV>
                <wp:extent cx="94615" cy="161925"/>
                <wp:effectExtent l="19685" t="0" r="38100" b="9525"/>
                <wp:wrapNone/>
                <wp:docPr id="2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15" cy="16192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75" y="52"/>
                            </a:cxn>
                            <a:cxn ang="0">
                              <a:pos x="21" y="106"/>
                            </a:cxn>
                            <a:cxn ang="0">
                              <a:pos x="75" y="159"/>
                            </a:cxn>
                            <a:cxn ang="0">
                              <a:pos x="128" y="106"/>
                            </a:cxn>
                            <a:cxn ang="0">
                              <a:pos x="75" y="52"/>
                            </a:cxn>
                            <a:cxn ang="0">
                              <a:pos x="75" y="0"/>
                            </a:cxn>
                            <a:cxn ang="0">
                              <a:pos x="150" y="31"/>
                            </a:cxn>
                            <a:cxn ang="0">
                              <a:pos x="150" y="181"/>
                            </a:cxn>
                            <a:cxn ang="0">
                              <a:pos x="75" y="256"/>
                            </a:cxn>
                            <a:cxn ang="0">
                              <a:pos x="0" y="181"/>
                            </a:cxn>
                            <a:cxn ang="0">
                              <a:pos x="0" y="31"/>
                            </a:cxn>
                            <a:cxn ang="0">
                              <a:pos x="75" y="0"/>
                            </a:cxn>
                          </a:cxnLst>
                          <a:rect l="0" t="0" r="0" b="0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3CFA9"/>
                        </a:solidFill>
                        <a:ln w="25400">
                          <a:noFill/>
                        </a:ln>
                      </wps:spPr>
                      <wps:bodyPr vert="horz" wrap="square" lIns="91440" tIns="45720" rIns="91440" bIns="324000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91.55pt;margin-top:15.9pt;height:12.75pt;width:7.45pt;z-index:251669504;v-text-anchor:middle;mso-width-relative:page;mso-height-relative:page;" fillcolor="#43CFA9" filled="t" stroked="f" coordsize="559792,955625" o:gfxdata="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path o:connectlocs="75,52;21,106;75,159;128,106;75,52;75,0;150,31;150,181;75,256;0,181;0,31;75,0" o:connectangles="0,0,0,0,0,0,0,0,0,0,0,0"/>
                <v:fill on="t" focussize="0,0"/>
                <v:stroke on="f" weight="2pt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-579120</wp:posOffset>
                </wp:positionH>
                <wp:positionV relativeFrom="paragraph">
                  <wp:posOffset>215900</wp:posOffset>
                </wp:positionV>
                <wp:extent cx="147320" cy="147320"/>
                <wp:effectExtent l="0" t="0" r="5080" b="5080"/>
                <wp:wrapNone/>
                <wp:docPr id="2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" cy="1473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27" y="83"/>
                            </a:cxn>
                            <a:cxn ang="0">
                              <a:pos x="238" y="92"/>
                            </a:cxn>
                            <a:cxn ang="0">
                              <a:pos x="242" y="106"/>
                            </a:cxn>
                            <a:cxn ang="0">
                              <a:pos x="294" y="259"/>
                            </a:cxn>
                            <a:cxn ang="0">
                              <a:pos x="296" y="273"/>
                            </a:cxn>
                            <a:cxn ang="0">
                              <a:pos x="290" y="286"/>
                            </a:cxn>
                            <a:cxn ang="0">
                              <a:pos x="278" y="294"/>
                            </a:cxn>
                            <a:cxn ang="0">
                              <a:pos x="264" y="295"/>
                            </a:cxn>
                            <a:cxn ang="0">
                              <a:pos x="251" y="289"/>
                            </a:cxn>
                            <a:cxn ang="0">
                              <a:pos x="190" y="224"/>
                            </a:cxn>
                            <a:cxn ang="0">
                              <a:pos x="189" y="104"/>
                            </a:cxn>
                            <a:cxn ang="0">
                              <a:pos x="194" y="91"/>
                            </a:cxn>
                            <a:cxn ang="0">
                              <a:pos x="205" y="82"/>
                            </a:cxn>
                            <a:cxn ang="0">
                              <a:pos x="199" y="54"/>
                            </a:cxn>
                            <a:cxn ang="0">
                              <a:pos x="156" y="65"/>
                            </a:cxn>
                            <a:cxn ang="0">
                              <a:pos x="118" y="86"/>
                            </a:cxn>
                            <a:cxn ang="0">
                              <a:pos x="88" y="115"/>
                            </a:cxn>
                            <a:cxn ang="0">
                              <a:pos x="66" y="152"/>
                            </a:cxn>
                            <a:cxn ang="0">
                              <a:pos x="55" y="195"/>
                            </a:cxn>
                            <a:cxn ang="0">
                              <a:pos x="55" y="240"/>
                            </a:cxn>
                            <a:cxn ang="0">
                              <a:pos x="68" y="282"/>
                            </a:cxn>
                            <a:cxn ang="0">
                              <a:pos x="90" y="318"/>
                            </a:cxn>
                            <a:cxn ang="0">
                              <a:pos x="122" y="347"/>
                            </a:cxn>
                            <a:cxn ang="0">
                              <a:pos x="160" y="367"/>
                            </a:cxn>
                            <a:cxn ang="0">
                              <a:pos x="203" y="377"/>
                            </a:cxn>
                            <a:cxn ang="0">
                              <a:pos x="248" y="374"/>
                            </a:cxn>
                            <a:cxn ang="0">
                              <a:pos x="289" y="359"/>
                            </a:cxn>
                            <a:cxn ang="0">
                              <a:pos x="324" y="335"/>
                            </a:cxn>
                            <a:cxn ang="0">
                              <a:pos x="351" y="302"/>
                            </a:cxn>
                            <a:cxn ang="0">
                              <a:pos x="370" y="263"/>
                            </a:cxn>
                            <a:cxn ang="0">
                              <a:pos x="377" y="219"/>
                            </a:cxn>
                            <a:cxn ang="0">
                              <a:pos x="372" y="175"/>
                            </a:cxn>
                            <a:cxn ang="0">
                              <a:pos x="355" y="135"/>
                            </a:cxn>
                            <a:cxn ang="0">
                              <a:pos x="329" y="101"/>
                            </a:cxn>
                            <a:cxn ang="0">
                              <a:pos x="296" y="75"/>
                            </a:cxn>
                            <a:cxn ang="0">
                              <a:pos x="256" y="59"/>
                            </a:cxn>
                            <a:cxn ang="0">
                              <a:pos x="211" y="53"/>
                            </a:cxn>
                            <a:cxn ang="0">
                              <a:pos x="269" y="6"/>
                            </a:cxn>
                            <a:cxn ang="0">
                              <a:pos x="323" y="28"/>
                            </a:cxn>
                            <a:cxn ang="0">
                              <a:pos x="368" y="63"/>
                            </a:cxn>
                            <a:cxn ang="0">
                              <a:pos x="402" y="108"/>
                            </a:cxn>
                            <a:cxn ang="0">
                              <a:pos x="424" y="161"/>
                            </a:cxn>
                            <a:cxn ang="0">
                              <a:pos x="431" y="221"/>
                            </a:cxn>
                            <a:cxn ang="0">
                              <a:pos x="421" y="279"/>
                            </a:cxn>
                            <a:cxn ang="0">
                              <a:pos x="397" y="331"/>
                            </a:cxn>
                            <a:cxn ang="0">
                              <a:pos x="360" y="375"/>
                            </a:cxn>
                            <a:cxn ang="0">
                              <a:pos x="313" y="407"/>
                            </a:cxn>
                            <a:cxn ang="0">
                              <a:pos x="259" y="426"/>
                            </a:cxn>
                            <a:cxn ang="0">
                              <a:pos x="199" y="430"/>
                            </a:cxn>
                            <a:cxn ang="0">
                              <a:pos x="141" y="418"/>
                            </a:cxn>
                            <a:cxn ang="0">
                              <a:pos x="90" y="391"/>
                            </a:cxn>
                            <a:cxn ang="0">
                              <a:pos x="49" y="352"/>
                            </a:cxn>
                            <a:cxn ang="0">
                              <a:pos x="19" y="304"/>
                            </a:cxn>
                            <a:cxn ang="0">
                              <a:pos x="2" y="248"/>
                            </a:cxn>
                            <a:cxn ang="0">
                              <a:pos x="1" y="188"/>
                            </a:cxn>
                            <a:cxn ang="0">
                              <a:pos x="16" y="131"/>
                            </a:cxn>
                            <a:cxn ang="0">
                              <a:pos x="46" y="82"/>
                            </a:cxn>
                            <a:cxn ang="0">
                              <a:pos x="86" y="42"/>
                            </a:cxn>
                            <a:cxn ang="0">
                              <a:pos x="136" y="15"/>
                            </a:cxn>
                            <a:cxn ang="0">
                              <a:pos x="193" y="1"/>
                            </a:cxn>
                          </a:cxnLst>
                          <a:rect l="0" t="0" r="0" b="0"/>
                          <a:pathLst>
                            <a:path w="1400175" h="1400175">
                              <a:moveTo>
                                <a:pt x="696043" y="261938"/>
                              </a:moveTo>
                              <a:lnTo>
                                <a:pt x="700551" y="261938"/>
                              </a:lnTo>
                              <a:lnTo>
                                <a:pt x="705059" y="261938"/>
                              </a:lnTo>
                              <a:lnTo>
                                <a:pt x="709832" y="262203"/>
                              </a:lnTo>
                              <a:lnTo>
                                <a:pt x="714075" y="262732"/>
                              </a:lnTo>
                              <a:lnTo>
                                <a:pt x="718318" y="263526"/>
                              </a:lnTo>
                              <a:lnTo>
                                <a:pt x="722561" y="264850"/>
                              </a:lnTo>
                              <a:lnTo>
                                <a:pt x="726804" y="265908"/>
                              </a:lnTo>
                              <a:lnTo>
                                <a:pt x="730782" y="267232"/>
                              </a:lnTo>
                              <a:lnTo>
                                <a:pt x="734760" y="268820"/>
                              </a:lnTo>
                              <a:lnTo>
                                <a:pt x="738737" y="270673"/>
                              </a:lnTo>
                              <a:lnTo>
                                <a:pt x="742450" y="272525"/>
                              </a:lnTo>
                              <a:lnTo>
                                <a:pt x="746163" y="274643"/>
                              </a:lnTo>
                              <a:lnTo>
                                <a:pt x="749610" y="276760"/>
                              </a:lnTo>
                              <a:lnTo>
                                <a:pt x="753057" y="279143"/>
                              </a:lnTo>
                              <a:lnTo>
                                <a:pt x="756505" y="281789"/>
                              </a:lnTo>
                              <a:lnTo>
                                <a:pt x="759422" y="284701"/>
                              </a:lnTo>
                              <a:lnTo>
                                <a:pt x="762604" y="287612"/>
                              </a:lnTo>
                              <a:lnTo>
                                <a:pt x="765521" y="290524"/>
                              </a:lnTo>
                              <a:lnTo>
                                <a:pt x="768438" y="293700"/>
                              </a:lnTo>
                              <a:lnTo>
                                <a:pt x="770825" y="297141"/>
                              </a:lnTo>
                              <a:lnTo>
                                <a:pt x="773211" y="300317"/>
                              </a:lnTo>
                              <a:lnTo>
                                <a:pt x="775598" y="304287"/>
                              </a:lnTo>
                              <a:lnTo>
                                <a:pt x="777719" y="307728"/>
                              </a:lnTo>
                              <a:lnTo>
                                <a:pt x="779576" y="311434"/>
                              </a:lnTo>
                              <a:lnTo>
                                <a:pt x="781432" y="315404"/>
                              </a:lnTo>
                              <a:lnTo>
                                <a:pt x="783023" y="319374"/>
                              </a:lnTo>
                              <a:lnTo>
                                <a:pt x="784349" y="323609"/>
                              </a:lnTo>
                              <a:lnTo>
                                <a:pt x="785675" y="327580"/>
                              </a:lnTo>
                              <a:lnTo>
                                <a:pt x="786736" y="331815"/>
                              </a:lnTo>
                              <a:lnTo>
                                <a:pt x="787266" y="336050"/>
                              </a:lnTo>
                              <a:lnTo>
                                <a:pt x="787796" y="340549"/>
                              </a:lnTo>
                              <a:lnTo>
                                <a:pt x="788327" y="345049"/>
                              </a:lnTo>
                              <a:lnTo>
                                <a:pt x="788327" y="349548"/>
                              </a:lnTo>
                              <a:lnTo>
                                <a:pt x="788327" y="663463"/>
                              </a:lnTo>
                              <a:lnTo>
                                <a:pt x="938156" y="812745"/>
                              </a:lnTo>
                              <a:lnTo>
                                <a:pt x="941073" y="815921"/>
                              </a:lnTo>
                              <a:lnTo>
                                <a:pt x="943990" y="819362"/>
                              </a:lnTo>
                              <a:lnTo>
                                <a:pt x="946641" y="822803"/>
                              </a:lnTo>
                              <a:lnTo>
                                <a:pt x="949028" y="826508"/>
                              </a:lnTo>
                              <a:lnTo>
                                <a:pt x="951415" y="830214"/>
                              </a:lnTo>
                              <a:lnTo>
                                <a:pt x="953801" y="833919"/>
                              </a:lnTo>
                              <a:lnTo>
                                <a:pt x="955658" y="837625"/>
                              </a:lnTo>
                              <a:lnTo>
                                <a:pt x="957249" y="841595"/>
                              </a:lnTo>
                              <a:lnTo>
                                <a:pt x="958840" y="845830"/>
                              </a:lnTo>
                              <a:lnTo>
                                <a:pt x="960166" y="849800"/>
                              </a:lnTo>
                              <a:lnTo>
                                <a:pt x="961226" y="853771"/>
                              </a:lnTo>
                              <a:lnTo>
                                <a:pt x="962022" y="857741"/>
                              </a:lnTo>
                              <a:lnTo>
                                <a:pt x="962818" y="861976"/>
                              </a:lnTo>
                              <a:lnTo>
                                <a:pt x="963348" y="866211"/>
                              </a:lnTo>
                              <a:lnTo>
                                <a:pt x="963613" y="870446"/>
                              </a:lnTo>
                              <a:lnTo>
                                <a:pt x="963613" y="874416"/>
                              </a:lnTo>
                              <a:lnTo>
                                <a:pt x="963613" y="878651"/>
                              </a:lnTo>
                              <a:lnTo>
                                <a:pt x="963348" y="883150"/>
                              </a:lnTo>
                              <a:lnTo>
                                <a:pt x="962818" y="887121"/>
                              </a:lnTo>
                              <a:lnTo>
                                <a:pt x="962022" y="891356"/>
                              </a:lnTo>
                              <a:lnTo>
                                <a:pt x="961226" y="895326"/>
                              </a:lnTo>
                              <a:lnTo>
                                <a:pt x="960166" y="899296"/>
                              </a:lnTo>
                              <a:lnTo>
                                <a:pt x="958840" y="903531"/>
                              </a:lnTo>
                              <a:lnTo>
                                <a:pt x="957249" y="907501"/>
                              </a:lnTo>
                              <a:lnTo>
                                <a:pt x="955658" y="911472"/>
                              </a:lnTo>
                              <a:lnTo>
                                <a:pt x="953801" y="915177"/>
                              </a:lnTo>
                              <a:lnTo>
                                <a:pt x="951415" y="919147"/>
                              </a:lnTo>
                              <a:lnTo>
                                <a:pt x="949028" y="922853"/>
                              </a:lnTo>
                              <a:lnTo>
                                <a:pt x="946641" y="926294"/>
                              </a:lnTo>
                              <a:lnTo>
                                <a:pt x="943990" y="929735"/>
                              </a:lnTo>
                              <a:lnTo>
                                <a:pt x="941073" y="933176"/>
                              </a:lnTo>
                              <a:lnTo>
                                <a:pt x="938156" y="936352"/>
                              </a:lnTo>
                              <a:lnTo>
                                <a:pt x="934708" y="939793"/>
                              </a:lnTo>
                              <a:lnTo>
                                <a:pt x="931261" y="942440"/>
                              </a:lnTo>
                              <a:lnTo>
                                <a:pt x="927813" y="945086"/>
                              </a:lnTo>
                              <a:lnTo>
                                <a:pt x="924101" y="947733"/>
                              </a:lnTo>
                              <a:lnTo>
                                <a:pt x="920653" y="949851"/>
                              </a:lnTo>
                              <a:lnTo>
                                <a:pt x="916941" y="951968"/>
                              </a:lnTo>
                              <a:lnTo>
                                <a:pt x="912698" y="953821"/>
                              </a:lnTo>
                              <a:lnTo>
                                <a:pt x="908985" y="955674"/>
                              </a:lnTo>
                              <a:lnTo>
                                <a:pt x="905008" y="957262"/>
                              </a:lnTo>
                              <a:lnTo>
                                <a:pt x="901030" y="958585"/>
                              </a:lnTo>
                              <a:lnTo>
                                <a:pt x="897052" y="959644"/>
                              </a:lnTo>
                              <a:lnTo>
                                <a:pt x="892544" y="960438"/>
                              </a:lnTo>
                              <a:lnTo>
                                <a:pt x="888566" y="961232"/>
                              </a:lnTo>
                              <a:lnTo>
                                <a:pt x="884323" y="961761"/>
                              </a:lnTo>
                              <a:lnTo>
                                <a:pt x="880345" y="962026"/>
                              </a:lnTo>
                              <a:lnTo>
                                <a:pt x="875837" y="962026"/>
                              </a:lnTo>
                              <a:lnTo>
                                <a:pt x="871594" y="962026"/>
                              </a:lnTo>
                              <a:lnTo>
                                <a:pt x="867617" y="961761"/>
                              </a:lnTo>
                              <a:lnTo>
                                <a:pt x="863374" y="961232"/>
                              </a:lnTo>
                              <a:lnTo>
                                <a:pt x="859396" y="960438"/>
                              </a:lnTo>
                              <a:lnTo>
                                <a:pt x="854888" y="959644"/>
                              </a:lnTo>
                              <a:lnTo>
                                <a:pt x="850910" y="958585"/>
                              </a:lnTo>
                              <a:lnTo>
                                <a:pt x="846932" y="957262"/>
                              </a:lnTo>
                              <a:lnTo>
                                <a:pt x="842955" y="955674"/>
                              </a:lnTo>
                              <a:lnTo>
                                <a:pt x="839242" y="953821"/>
                              </a:lnTo>
                              <a:lnTo>
                                <a:pt x="834999" y="951968"/>
                              </a:lnTo>
                              <a:lnTo>
                                <a:pt x="831286" y="949851"/>
                              </a:lnTo>
                              <a:lnTo>
                                <a:pt x="827839" y="947733"/>
                              </a:lnTo>
                              <a:lnTo>
                                <a:pt x="824127" y="945086"/>
                              </a:lnTo>
                              <a:lnTo>
                                <a:pt x="820679" y="942440"/>
                              </a:lnTo>
                              <a:lnTo>
                                <a:pt x="817232" y="939793"/>
                              </a:lnTo>
                              <a:lnTo>
                                <a:pt x="813784" y="936352"/>
                              </a:lnTo>
                              <a:lnTo>
                                <a:pt x="638763" y="761396"/>
                              </a:lnTo>
                              <a:lnTo>
                                <a:pt x="635846" y="758484"/>
                              </a:lnTo>
                              <a:lnTo>
                                <a:pt x="633194" y="755308"/>
                              </a:lnTo>
                              <a:lnTo>
                                <a:pt x="630277" y="752132"/>
                              </a:lnTo>
                              <a:lnTo>
                                <a:pt x="627891" y="748427"/>
                              </a:lnTo>
                              <a:lnTo>
                                <a:pt x="625769" y="744986"/>
                              </a:lnTo>
                              <a:lnTo>
                                <a:pt x="623648" y="741545"/>
                              </a:lnTo>
                              <a:lnTo>
                                <a:pt x="621791" y="737839"/>
                              </a:lnTo>
                              <a:lnTo>
                                <a:pt x="619935" y="733869"/>
                              </a:lnTo>
                              <a:lnTo>
                                <a:pt x="618344" y="729634"/>
                              </a:lnTo>
                              <a:lnTo>
                                <a:pt x="617018" y="725664"/>
                              </a:lnTo>
                              <a:lnTo>
                                <a:pt x="615957" y="721693"/>
                              </a:lnTo>
                              <a:lnTo>
                                <a:pt x="614897" y="717459"/>
                              </a:lnTo>
                              <a:lnTo>
                                <a:pt x="614101" y="712959"/>
                              </a:lnTo>
                              <a:lnTo>
                                <a:pt x="613571" y="708724"/>
                              </a:lnTo>
                              <a:lnTo>
                                <a:pt x="613040" y="704224"/>
                              </a:lnTo>
                              <a:lnTo>
                                <a:pt x="612775" y="699989"/>
                              </a:lnTo>
                              <a:lnTo>
                                <a:pt x="612775" y="699725"/>
                              </a:lnTo>
                              <a:lnTo>
                                <a:pt x="612775" y="349548"/>
                              </a:lnTo>
                              <a:lnTo>
                                <a:pt x="613040" y="345049"/>
                              </a:lnTo>
                              <a:lnTo>
                                <a:pt x="613571" y="340549"/>
                              </a:lnTo>
                              <a:lnTo>
                                <a:pt x="614101" y="336050"/>
                              </a:lnTo>
                              <a:lnTo>
                                <a:pt x="614897" y="331815"/>
                              </a:lnTo>
                              <a:lnTo>
                                <a:pt x="615692" y="327580"/>
                              </a:lnTo>
                              <a:lnTo>
                                <a:pt x="617018" y="323609"/>
                              </a:lnTo>
                              <a:lnTo>
                                <a:pt x="618344" y="319374"/>
                              </a:lnTo>
                              <a:lnTo>
                                <a:pt x="619935" y="315404"/>
                              </a:lnTo>
                              <a:lnTo>
                                <a:pt x="621526" y="311434"/>
                              </a:lnTo>
                              <a:lnTo>
                                <a:pt x="623382" y="307728"/>
                              </a:lnTo>
                              <a:lnTo>
                                <a:pt x="625504" y="304287"/>
                              </a:lnTo>
                              <a:lnTo>
                                <a:pt x="627891" y="300317"/>
                              </a:lnTo>
                              <a:lnTo>
                                <a:pt x="630277" y="297141"/>
                              </a:lnTo>
                              <a:lnTo>
                                <a:pt x="633194" y="293700"/>
                              </a:lnTo>
                              <a:lnTo>
                                <a:pt x="635846" y="290524"/>
                              </a:lnTo>
                              <a:lnTo>
                                <a:pt x="638763" y="287612"/>
                              </a:lnTo>
                              <a:lnTo>
                                <a:pt x="641680" y="284701"/>
                              </a:lnTo>
                              <a:lnTo>
                                <a:pt x="644862" y="281789"/>
                              </a:lnTo>
                              <a:lnTo>
                                <a:pt x="648045" y="279143"/>
                              </a:lnTo>
                              <a:lnTo>
                                <a:pt x="651757" y="276760"/>
                              </a:lnTo>
                              <a:lnTo>
                                <a:pt x="655205" y="274643"/>
                              </a:lnTo>
                              <a:lnTo>
                                <a:pt x="658917" y="272525"/>
                              </a:lnTo>
                              <a:lnTo>
                                <a:pt x="662630" y="270673"/>
                              </a:lnTo>
                              <a:lnTo>
                                <a:pt x="666342" y="268820"/>
                              </a:lnTo>
                              <a:lnTo>
                                <a:pt x="670585" y="267232"/>
                              </a:lnTo>
                              <a:lnTo>
                                <a:pt x="674563" y="265908"/>
                              </a:lnTo>
                              <a:lnTo>
                                <a:pt x="678806" y="264850"/>
                              </a:lnTo>
                              <a:lnTo>
                                <a:pt x="682784" y="263526"/>
                              </a:lnTo>
                              <a:lnTo>
                                <a:pt x="687027" y="262732"/>
                              </a:lnTo>
                              <a:lnTo>
                                <a:pt x="691800" y="262203"/>
                              </a:lnTo>
                              <a:lnTo>
                                <a:pt x="696043" y="261938"/>
                              </a:lnTo>
                              <a:close/>
                              <a:moveTo>
                                <a:pt x="686589" y="175220"/>
                              </a:moveTo>
                              <a:lnTo>
                                <a:pt x="673355" y="175750"/>
                              </a:lnTo>
                              <a:lnTo>
                                <a:pt x="659856" y="176544"/>
                              </a:lnTo>
                              <a:lnTo>
                                <a:pt x="646357" y="177867"/>
                              </a:lnTo>
                              <a:lnTo>
                                <a:pt x="633387" y="179191"/>
                              </a:lnTo>
                              <a:lnTo>
                                <a:pt x="620418" y="181043"/>
                              </a:lnTo>
                              <a:lnTo>
                                <a:pt x="607183" y="183161"/>
                              </a:lnTo>
                              <a:lnTo>
                                <a:pt x="594743" y="185808"/>
                              </a:lnTo>
                              <a:lnTo>
                                <a:pt x="581774" y="188454"/>
                              </a:lnTo>
                              <a:lnTo>
                                <a:pt x="569069" y="191631"/>
                              </a:lnTo>
                              <a:lnTo>
                                <a:pt x="556364" y="195072"/>
                              </a:lnTo>
                              <a:lnTo>
                                <a:pt x="544189" y="198777"/>
                              </a:lnTo>
                              <a:lnTo>
                                <a:pt x="532013" y="202747"/>
                              </a:lnTo>
                              <a:lnTo>
                                <a:pt x="519838" y="206982"/>
                              </a:lnTo>
                              <a:lnTo>
                                <a:pt x="507927" y="211747"/>
                              </a:lnTo>
                              <a:lnTo>
                                <a:pt x="496016" y="216511"/>
                              </a:lnTo>
                              <a:lnTo>
                                <a:pt x="484370" y="221540"/>
                              </a:lnTo>
                              <a:lnTo>
                                <a:pt x="472724" y="226834"/>
                              </a:lnTo>
                              <a:lnTo>
                                <a:pt x="461343" y="232657"/>
                              </a:lnTo>
                              <a:lnTo>
                                <a:pt x="450226" y="238480"/>
                              </a:lnTo>
                              <a:lnTo>
                                <a:pt x="438845" y="244567"/>
                              </a:lnTo>
                              <a:lnTo>
                                <a:pt x="428258" y="251184"/>
                              </a:lnTo>
                              <a:lnTo>
                                <a:pt x="417406" y="257801"/>
                              </a:lnTo>
                              <a:lnTo>
                                <a:pt x="406818" y="264684"/>
                              </a:lnTo>
                              <a:lnTo>
                                <a:pt x="396496" y="272095"/>
                              </a:lnTo>
                              <a:lnTo>
                                <a:pt x="386173" y="279506"/>
                              </a:lnTo>
                              <a:lnTo>
                                <a:pt x="376115" y="287182"/>
                              </a:lnTo>
                              <a:lnTo>
                                <a:pt x="366322" y="295122"/>
                              </a:lnTo>
                              <a:lnTo>
                                <a:pt x="356793" y="303327"/>
                              </a:lnTo>
                              <a:lnTo>
                                <a:pt x="347264" y="311532"/>
                              </a:lnTo>
                              <a:lnTo>
                                <a:pt x="338001" y="320002"/>
                              </a:lnTo>
                              <a:lnTo>
                                <a:pt x="329001" y="329002"/>
                              </a:lnTo>
                              <a:lnTo>
                                <a:pt x="320267" y="338001"/>
                              </a:lnTo>
                              <a:lnTo>
                                <a:pt x="311532" y="347265"/>
                              </a:lnTo>
                              <a:lnTo>
                                <a:pt x="303327" y="356529"/>
                              </a:lnTo>
                              <a:lnTo>
                                <a:pt x="295386" y="366322"/>
                              </a:lnTo>
                              <a:lnTo>
                                <a:pt x="287181" y="376115"/>
                              </a:lnTo>
                              <a:lnTo>
                                <a:pt x="279505" y="386173"/>
                              </a:lnTo>
                              <a:lnTo>
                                <a:pt x="272094" y="396496"/>
                              </a:lnTo>
                              <a:lnTo>
                                <a:pt x="264948" y="406818"/>
                              </a:lnTo>
                              <a:lnTo>
                                <a:pt x="258066" y="417406"/>
                              </a:lnTo>
                              <a:lnTo>
                                <a:pt x="251184" y="427993"/>
                              </a:lnTo>
                              <a:lnTo>
                                <a:pt x="244832" y="439110"/>
                              </a:lnTo>
                              <a:lnTo>
                                <a:pt x="238744" y="449962"/>
                              </a:lnTo>
                              <a:lnTo>
                                <a:pt x="232657" y="461343"/>
                              </a:lnTo>
                              <a:lnTo>
                                <a:pt x="226834" y="472725"/>
                              </a:lnTo>
                              <a:lnTo>
                                <a:pt x="221540" y="484106"/>
                              </a:lnTo>
                              <a:lnTo>
                                <a:pt x="216246" y="496017"/>
                              </a:lnTo>
                              <a:lnTo>
                                <a:pt x="211482" y="507663"/>
                              </a:lnTo>
                              <a:lnTo>
                                <a:pt x="206982" y="519838"/>
                              </a:lnTo>
                              <a:lnTo>
                                <a:pt x="202747" y="532014"/>
                              </a:lnTo>
                              <a:lnTo>
                                <a:pt x="198512" y="544189"/>
                              </a:lnTo>
                              <a:lnTo>
                                <a:pt x="195072" y="556629"/>
                              </a:lnTo>
                              <a:lnTo>
                                <a:pt x="191631" y="569069"/>
                              </a:lnTo>
                              <a:lnTo>
                                <a:pt x="188454" y="581510"/>
                              </a:lnTo>
                              <a:lnTo>
                                <a:pt x="185808" y="594479"/>
                              </a:lnTo>
                              <a:lnTo>
                                <a:pt x="183425" y="607448"/>
                              </a:lnTo>
                              <a:lnTo>
                                <a:pt x="181043" y="620153"/>
                              </a:lnTo>
                              <a:lnTo>
                                <a:pt x="179191" y="633387"/>
                              </a:lnTo>
                              <a:lnTo>
                                <a:pt x="177602" y="646622"/>
                              </a:lnTo>
                              <a:lnTo>
                                <a:pt x="176544" y="659856"/>
                              </a:lnTo>
                              <a:lnTo>
                                <a:pt x="175750" y="673090"/>
                              </a:lnTo>
                              <a:lnTo>
                                <a:pt x="175220" y="686589"/>
                              </a:lnTo>
                              <a:lnTo>
                                <a:pt x="174956" y="700352"/>
                              </a:lnTo>
                              <a:lnTo>
                                <a:pt x="175220" y="713587"/>
                              </a:lnTo>
                              <a:lnTo>
                                <a:pt x="175750" y="727085"/>
                              </a:lnTo>
                              <a:lnTo>
                                <a:pt x="176544" y="740584"/>
                              </a:lnTo>
                              <a:lnTo>
                                <a:pt x="177602" y="753818"/>
                              </a:lnTo>
                              <a:lnTo>
                                <a:pt x="179191" y="766788"/>
                              </a:lnTo>
                              <a:lnTo>
                                <a:pt x="181043" y="780022"/>
                              </a:lnTo>
                              <a:lnTo>
                                <a:pt x="183425" y="792992"/>
                              </a:lnTo>
                              <a:lnTo>
                                <a:pt x="185808" y="805696"/>
                              </a:lnTo>
                              <a:lnTo>
                                <a:pt x="188454" y="818666"/>
                              </a:lnTo>
                              <a:lnTo>
                                <a:pt x="191631" y="831371"/>
                              </a:lnTo>
                              <a:lnTo>
                                <a:pt x="195072" y="843546"/>
                              </a:lnTo>
                              <a:lnTo>
                                <a:pt x="198512" y="856251"/>
                              </a:lnTo>
                              <a:lnTo>
                                <a:pt x="202747" y="868426"/>
                              </a:lnTo>
                              <a:lnTo>
                                <a:pt x="206982" y="880337"/>
                              </a:lnTo>
                              <a:lnTo>
                                <a:pt x="211482" y="892512"/>
                              </a:lnTo>
                              <a:lnTo>
                                <a:pt x="216246" y="904423"/>
                              </a:lnTo>
                              <a:lnTo>
                                <a:pt x="221540" y="916069"/>
                              </a:lnTo>
                              <a:lnTo>
                                <a:pt x="226834" y="927715"/>
                              </a:lnTo>
                              <a:lnTo>
                                <a:pt x="232657" y="939097"/>
                              </a:lnTo>
                              <a:lnTo>
                                <a:pt x="238744" y="950213"/>
                              </a:lnTo>
                              <a:lnTo>
                                <a:pt x="244832" y="961330"/>
                              </a:lnTo>
                              <a:lnTo>
                                <a:pt x="251184" y="972182"/>
                              </a:lnTo>
                              <a:lnTo>
                                <a:pt x="258066" y="983034"/>
                              </a:lnTo>
                              <a:lnTo>
                                <a:pt x="264948" y="993357"/>
                              </a:lnTo>
                              <a:lnTo>
                                <a:pt x="272094" y="1003944"/>
                              </a:lnTo>
                              <a:lnTo>
                                <a:pt x="279505" y="1014267"/>
                              </a:lnTo>
                              <a:lnTo>
                                <a:pt x="287181" y="1024060"/>
                              </a:lnTo>
                              <a:lnTo>
                                <a:pt x="295386" y="1034118"/>
                              </a:lnTo>
                              <a:lnTo>
                                <a:pt x="303327" y="1043647"/>
                              </a:lnTo>
                              <a:lnTo>
                                <a:pt x="311532" y="1053175"/>
                              </a:lnTo>
                              <a:lnTo>
                                <a:pt x="320267" y="1062175"/>
                              </a:lnTo>
                              <a:lnTo>
                                <a:pt x="329001" y="1071438"/>
                              </a:lnTo>
                              <a:lnTo>
                                <a:pt x="338001" y="1080173"/>
                              </a:lnTo>
                              <a:lnTo>
                                <a:pt x="347264" y="1088908"/>
                              </a:lnTo>
                              <a:lnTo>
                                <a:pt x="356793" y="1097113"/>
                              </a:lnTo>
                              <a:lnTo>
                                <a:pt x="366322" y="1105053"/>
                              </a:lnTo>
                              <a:lnTo>
                                <a:pt x="376115" y="1113258"/>
                              </a:lnTo>
                              <a:lnTo>
                                <a:pt x="386173" y="1120670"/>
                              </a:lnTo>
                              <a:lnTo>
                                <a:pt x="396496" y="1128345"/>
                              </a:lnTo>
                              <a:lnTo>
                                <a:pt x="406818" y="1135492"/>
                              </a:lnTo>
                              <a:lnTo>
                                <a:pt x="417406" y="1142374"/>
                              </a:lnTo>
                              <a:lnTo>
                                <a:pt x="428258" y="1149255"/>
                              </a:lnTo>
                              <a:lnTo>
                                <a:pt x="438845" y="1155608"/>
                              </a:lnTo>
                              <a:lnTo>
                                <a:pt x="450226" y="1161695"/>
                              </a:lnTo>
                              <a:lnTo>
                                <a:pt x="461343" y="1167783"/>
                              </a:lnTo>
                              <a:lnTo>
                                <a:pt x="472724" y="1173342"/>
                              </a:lnTo>
                              <a:lnTo>
                                <a:pt x="484370" y="1178635"/>
                              </a:lnTo>
                              <a:lnTo>
                                <a:pt x="496016" y="1183929"/>
                              </a:lnTo>
                              <a:lnTo>
                                <a:pt x="507927" y="1188693"/>
                              </a:lnTo>
                              <a:lnTo>
                                <a:pt x="519838" y="1193193"/>
                              </a:lnTo>
                              <a:lnTo>
                                <a:pt x="532013" y="1197428"/>
                              </a:lnTo>
                              <a:lnTo>
                                <a:pt x="544189" y="1201663"/>
                              </a:lnTo>
                              <a:lnTo>
                                <a:pt x="556364" y="1205368"/>
                              </a:lnTo>
                              <a:lnTo>
                                <a:pt x="569069" y="1208809"/>
                              </a:lnTo>
                              <a:lnTo>
                                <a:pt x="581774" y="1211721"/>
                              </a:lnTo>
                              <a:lnTo>
                                <a:pt x="594743" y="1214632"/>
                              </a:lnTo>
                              <a:lnTo>
                                <a:pt x="607183" y="1217014"/>
                              </a:lnTo>
                              <a:lnTo>
                                <a:pt x="620418" y="1219396"/>
                              </a:lnTo>
                              <a:lnTo>
                                <a:pt x="633387" y="1221249"/>
                              </a:lnTo>
                              <a:lnTo>
                                <a:pt x="646357" y="1222573"/>
                              </a:lnTo>
                              <a:lnTo>
                                <a:pt x="659856" y="1223896"/>
                              </a:lnTo>
                              <a:lnTo>
                                <a:pt x="673355" y="1224690"/>
                              </a:lnTo>
                              <a:lnTo>
                                <a:pt x="686589" y="1225219"/>
                              </a:lnTo>
                              <a:lnTo>
                                <a:pt x="700088" y="1225219"/>
                              </a:lnTo>
                              <a:lnTo>
                                <a:pt x="713851" y="1225219"/>
                              </a:lnTo>
                              <a:lnTo>
                                <a:pt x="727350" y="1224690"/>
                              </a:lnTo>
                              <a:lnTo>
                                <a:pt x="740320" y="1223896"/>
                              </a:lnTo>
                              <a:lnTo>
                                <a:pt x="753818" y="1222573"/>
                              </a:lnTo>
                              <a:lnTo>
                                <a:pt x="767053" y="1221249"/>
                              </a:lnTo>
                              <a:lnTo>
                                <a:pt x="780022" y="1219396"/>
                              </a:lnTo>
                              <a:lnTo>
                                <a:pt x="792992" y="1217014"/>
                              </a:lnTo>
                              <a:lnTo>
                                <a:pt x="805961" y="1214632"/>
                              </a:lnTo>
                              <a:lnTo>
                                <a:pt x="818401" y="1211721"/>
                              </a:lnTo>
                              <a:lnTo>
                                <a:pt x="831106" y="1208809"/>
                              </a:lnTo>
                              <a:lnTo>
                                <a:pt x="843811" y="1205368"/>
                              </a:lnTo>
                              <a:lnTo>
                                <a:pt x="855986" y="1201663"/>
                              </a:lnTo>
                              <a:lnTo>
                                <a:pt x="868426" y="1197428"/>
                              </a:lnTo>
                              <a:lnTo>
                                <a:pt x="880602" y="1193193"/>
                              </a:lnTo>
                              <a:lnTo>
                                <a:pt x="892512" y="1188693"/>
                              </a:lnTo>
                              <a:lnTo>
                                <a:pt x="904423" y="1183929"/>
                              </a:lnTo>
                              <a:lnTo>
                                <a:pt x="916069" y="1178635"/>
                              </a:lnTo>
                              <a:lnTo>
                                <a:pt x="927451" y="1173342"/>
                              </a:lnTo>
                              <a:lnTo>
                                <a:pt x="939097" y="1167783"/>
                              </a:lnTo>
                              <a:lnTo>
                                <a:pt x="950213" y="1161695"/>
                              </a:lnTo>
                              <a:lnTo>
                                <a:pt x="961330" y="1155608"/>
                              </a:lnTo>
                              <a:lnTo>
                                <a:pt x="972447" y="1149255"/>
                              </a:lnTo>
                              <a:lnTo>
                                <a:pt x="983034" y="1142374"/>
                              </a:lnTo>
                              <a:lnTo>
                                <a:pt x="993622" y="1135492"/>
                              </a:lnTo>
                              <a:lnTo>
                                <a:pt x="1003944" y="1128345"/>
                              </a:lnTo>
                              <a:lnTo>
                                <a:pt x="1014267" y="1120670"/>
                              </a:lnTo>
                              <a:lnTo>
                                <a:pt x="1024060" y="1113258"/>
                              </a:lnTo>
                              <a:lnTo>
                                <a:pt x="1034118" y="1105053"/>
                              </a:lnTo>
                              <a:lnTo>
                                <a:pt x="1043382" y="1097113"/>
                              </a:lnTo>
                              <a:lnTo>
                                <a:pt x="1053175" y="1088908"/>
                              </a:lnTo>
                              <a:lnTo>
                                <a:pt x="1062175" y="1080173"/>
                              </a:lnTo>
                              <a:lnTo>
                                <a:pt x="1071174" y="1071438"/>
                              </a:lnTo>
                              <a:lnTo>
                                <a:pt x="1079908" y="1062175"/>
                              </a:lnTo>
                              <a:lnTo>
                                <a:pt x="1088643" y="1053175"/>
                              </a:lnTo>
                              <a:lnTo>
                                <a:pt x="1096848" y="1043647"/>
                              </a:lnTo>
                              <a:lnTo>
                                <a:pt x="1105318" y="1034118"/>
                              </a:lnTo>
                              <a:lnTo>
                                <a:pt x="1112994" y="1024060"/>
                              </a:lnTo>
                              <a:lnTo>
                                <a:pt x="1120934" y="1014267"/>
                              </a:lnTo>
                              <a:lnTo>
                                <a:pt x="1128345" y="1003944"/>
                              </a:lnTo>
                              <a:lnTo>
                                <a:pt x="1135227" y="993357"/>
                              </a:lnTo>
                              <a:lnTo>
                                <a:pt x="1142374" y="983034"/>
                              </a:lnTo>
                              <a:lnTo>
                                <a:pt x="1148991" y="972182"/>
                              </a:lnTo>
                              <a:lnTo>
                                <a:pt x="1155343" y="961330"/>
                              </a:lnTo>
                              <a:lnTo>
                                <a:pt x="1161960" y="950213"/>
                              </a:lnTo>
                              <a:lnTo>
                                <a:pt x="1167783" y="939097"/>
                              </a:lnTo>
                              <a:lnTo>
                                <a:pt x="1173342" y="927715"/>
                              </a:lnTo>
                              <a:lnTo>
                                <a:pt x="1178900" y="916069"/>
                              </a:lnTo>
                              <a:lnTo>
                                <a:pt x="1183929" y="904423"/>
                              </a:lnTo>
                              <a:lnTo>
                                <a:pt x="1188693" y="892512"/>
                              </a:lnTo>
                              <a:lnTo>
                                <a:pt x="1193193" y="880337"/>
                              </a:lnTo>
                              <a:lnTo>
                                <a:pt x="1197692" y="868426"/>
                              </a:lnTo>
                              <a:lnTo>
                                <a:pt x="1201663" y="856251"/>
                              </a:lnTo>
                              <a:lnTo>
                                <a:pt x="1205368" y="843546"/>
                              </a:lnTo>
                              <a:lnTo>
                                <a:pt x="1208544" y="831371"/>
                              </a:lnTo>
                              <a:lnTo>
                                <a:pt x="1211721" y="818666"/>
                              </a:lnTo>
                              <a:lnTo>
                                <a:pt x="1214632" y="805696"/>
                              </a:lnTo>
                              <a:lnTo>
                                <a:pt x="1217014" y="792992"/>
                              </a:lnTo>
                              <a:lnTo>
                                <a:pt x="1219132" y="780022"/>
                              </a:lnTo>
                              <a:lnTo>
                                <a:pt x="1220985" y="766788"/>
                              </a:lnTo>
                              <a:lnTo>
                                <a:pt x="1222573" y="753818"/>
                              </a:lnTo>
                              <a:lnTo>
                                <a:pt x="1223631" y="740584"/>
                              </a:lnTo>
                              <a:lnTo>
                                <a:pt x="1224425" y="727085"/>
                              </a:lnTo>
                              <a:lnTo>
                                <a:pt x="1224955" y="713587"/>
                              </a:lnTo>
                              <a:lnTo>
                                <a:pt x="1225219" y="700352"/>
                              </a:lnTo>
                              <a:lnTo>
                                <a:pt x="1224955" y="686589"/>
                              </a:lnTo>
                              <a:lnTo>
                                <a:pt x="1224425" y="673090"/>
                              </a:lnTo>
                              <a:lnTo>
                                <a:pt x="1223631" y="659856"/>
                              </a:lnTo>
                              <a:lnTo>
                                <a:pt x="1222573" y="646622"/>
                              </a:lnTo>
                              <a:lnTo>
                                <a:pt x="1220985" y="633387"/>
                              </a:lnTo>
                              <a:lnTo>
                                <a:pt x="1219132" y="620153"/>
                              </a:lnTo>
                              <a:lnTo>
                                <a:pt x="1217014" y="607448"/>
                              </a:lnTo>
                              <a:lnTo>
                                <a:pt x="1214632" y="594479"/>
                              </a:lnTo>
                              <a:lnTo>
                                <a:pt x="1211721" y="581510"/>
                              </a:lnTo>
                              <a:lnTo>
                                <a:pt x="1208544" y="569069"/>
                              </a:lnTo>
                              <a:lnTo>
                                <a:pt x="1205368" y="556629"/>
                              </a:lnTo>
                              <a:lnTo>
                                <a:pt x="1201663" y="544189"/>
                              </a:lnTo>
                              <a:lnTo>
                                <a:pt x="1197692" y="532014"/>
                              </a:lnTo>
                              <a:lnTo>
                                <a:pt x="1193193" y="519838"/>
                              </a:lnTo>
                              <a:lnTo>
                                <a:pt x="1188693" y="507663"/>
                              </a:lnTo>
                              <a:lnTo>
                                <a:pt x="1183929" y="496017"/>
                              </a:lnTo>
                              <a:lnTo>
                                <a:pt x="1178900" y="484106"/>
                              </a:lnTo>
                              <a:lnTo>
                                <a:pt x="1173342" y="472725"/>
                              </a:lnTo>
                              <a:lnTo>
                                <a:pt x="1167783" y="461343"/>
                              </a:lnTo>
                              <a:lnTo>
                                <a:pt x="1161960" y="449962"/>
                              </a:lnTo>
                              <a:lnTo>
                                <a:pt x="1155343" y="439110"/>
                              </a:lnTo>
                              <a:lnTo>
                                <a:pt x="1148991" y="427993"/>
                              </a:lnTo>
                              <a:lnTo>
                                <a:pt x="1142374" y="417406"/>
                              </a:lnTo>
                              <a:lnTo>
                                <a:pt x="1135227" y="406818"/>
                              </a:lnTo>
                              <a:lnTo>
                                <a:pt x="1128345" y="396496"/>
                              </a:lnTo>
                              <a:lnTo>
                                <a:pt x="1120934" y="386173"/>
                              </a:lnTo>
                              <a:lnTo>
                                <a:pt x="1112994" y="376115"/>
                              </a:lnTo>
                              <a:lnTo>
                                <a:pt x="1105318" y="366322"/>
                              </a:lnTo>
                              <a:lnTo>
                                <a:pt x="1096848" y="356529"/>
                              </a:lnTo>
                              <a:lnTo>
                                <a:pt x="1088643" y="347265"/>
                              </a:lnTo>
                              <a:lnTo>
                                <a:pt x="1079908" y="338001"/>
                              </a:lnTo>
                              <a:lnTo>
                                <a:pt x="1071174" y="329002"/>
                              </a:lnTo>
                              <a:lnTo>
                                <a:pt x="1062175" y="320002"/>
                              </a:lnTo>
                              <a:lnTo>
                                <a:pt x="1053175" y="311532"/>
                              </a:lnTo>
                              <a:lnTo>
                                <a:pt x="1043382" y="303327"/>
                              </a:lnTo>
                              <a:lnTo>
                                <a:pt x="1034118" y="295122"/>
                              </a:lnTo>
                              <a:lnTo>
                                <a:pt x="1024060" y="287182"/>
                              </a:lnTo>
                              <a:lnTo>
                                <a:pt x="1014267" y="279506"/>
                              </a:lnTo>
                              <a:lnTo>
                                <a:pt x="1003944" y="272095"/>
                              </a:lnTo>
                              <a:lnTo>
                                <a:pt x="993622" y="264684"/>
                              </a:lnTo>
                              <a:lnTo>
                                <a:pt x="983034" y="257801"/>
                              </a:lnTo>
                              <a:lnTo>
                                <a:pt x="972447" y="251184"/>
                              </a:lnTo>
                              <a:lnTo>
                                <a:pt x="961330" y="244567"/>
                              </a:lnTo>
                              <a:lnTo>
                                <a:pt x="950213" y="238480"/>
                              </a:lnTo>
                              <a:lnTo>
                                <a:pt x="939097" y="232657"/>
                              </a:lnTo>
                              <a:lnTo>
                                <a:pt x="927451" y="226834"/>
                              </a:lnTo>
                              <a:lnTo>
                                <a:pt x="916069" y="221540"/>
                              </a:lnTo>
                              <a:lnTo>
                                <a:pt x="904423" y="216511"/>
                              </a:lnTo>
                              <a:lnTo>
                                <a:pt x="892512" y="211747"/>
                              </a:lnTo>
                              <a:lnTo>
                                <a:pt x="880602" y="206982"/>
                              </a:lnTo>
                              <a:lnTo>
                                <a:pt x="868426" y="202747"/>
                              </a:lnTo>
                              <a:lnTo>
                                <a:pt x="855986" y="198777"/>
                              </a:lnTo>
                              <a:lnTo>
                                <a:pt x="843811" y="195072"/>
                              </a:lnTo>
                              <a:lnTo>
                                <a:pt x="831106" y="191631"/>
                              </a:lnTo>
                              <a:lnTo>
                                <a:pt x="818401" y="188454"/>
                              </a:lnTo>
                              <a:lnTo>
                                <a:pt x="805961" y="185808"/>
                              </a:lnTo>
                              <a:lnTo>
                                <a:pt x="792992" y="183161"/>
                              </a:lnTo>
                              <a:lnTo>
                                <a:pt x="780022" y="181043"/>
                              </a:lnTo>
                              <a:lnTo>
                                <a:pt x="767053" y="179191"/>
                              </a:lnTo>
                              <a:lnTo>
                                <a:pt x="753818" y="177867"/>
                              </a:lnTo>
                              <a:lnTo>
                                <a:pt x="740320" y="176544"/>
                              </a:lnTo>
                              <a:lnTo>
                                <a:pt x="727350" y="175750"/>
                              </a:lnTo>
                              <a:lnTo>
                                <a:pt x="713851" y="175220"/>
                              </a:lnTo>
                              <a:lnTo>
                                <a:pt x="700088" y="175220"/>
                              </a:lnTo>
                              <a:lnTo>
                                <a:pt x="686589" y="175220"/>
                              </a:lnTo>
                              <a:close/>
                              <a:moveTo>
                                <a:pt x="700088" y="0"/>
                              </a:moveTo>
                              <a:lnTo>
                                <a:pt x="718086" y="265"/>
                              </a:lnTo>
                              <a:lnTo>
                                <a:pt x="736085" y="794"/>
                              </a:lnTo>
                              <a:lnTo>
                                <a:pt x="754083" y="1853"/>
                              </a:lnTo>
                              <a:lnTo>
                                <a:pt x="771817" y="3705"/>
                              </a:lnTo>
                              <a:lnTo>
                                <a:pt x="789286" y="5823"/>
                              </a:lnTo>
                              <a:lnTo>
                                <a:pt x="806755" y="8205"/>
                              </a:lnTo>
                              <a:lnTo>
                                <a:pt x="824224" y="11117"/>
                              </a:lnTo>
                              <a:lnTo>
                                <a:pt x="841429" y="14293"/>
                              </a:lnTo>
                              <a:lnTo>
                                <a:pt x="858368" y="17998"/>
                              </a:lnTo>
                              <a:lnTo>
                                <a:pt x="875043" y="21969"/>
                              </a:lnTo>
                              <a:lnTo>
                                <a:pt x="891718" y="26733"/>
                              </a:lnTo>
                              <a:lnTo>
                                <a:pt x="908393" y="31497"/>
                              </a:lnTo>
                              <a:lnTo>
                                <a:pt x="924539" y="36791"/>
                              </a:lnTo>
                              <a:lnTo>
                                <a:pt x="940950" y="42614"/>
                              </a:lnTo>
                              <a:lnTo>
                                <a:pt x="956831" y="48702"/>
                              </a:lnTo>
                              <a:lnTo>
                                <a:pt x="972712" y="55054"/>
                              </a:lnTo>
                              <a:lnTo>
                                <a:pt x="988063" y="61936"/>
                              </a:lnTo>
                              <a:lnTo>
                                <a:pt x="1003679" y="69082"/>
                              </a:lnTo>
                              <a:lnTo>
                                <a:pt x="1018766" y="76493"/>
                              </a:lnTo>
                              <a:lnTo>
                                <a:pt x="1033853" y="84699"/>
                              </a:lnTo>
                              <a:lnTo>
                                <a:pt x="1048676" y="92639"/>
                              </a:lnTo>
                              <a:lnTo>
                                <a:pt x="1062969" y="101374"/>
                              </a:lnTo>
                              <a:lnTo>
                                <a:pt x="1077526" y="110373"/>
                              </a:lnTo>
                              <a:lnTo>
                                <a:pt x="1091554" y="119637"/>
                              </a:lnTo>
                              <a:lnTo>
                                <a:pt x="1105583" y="129165"/>
                              </a:lnTo>
                              <a:lnTo>
                                <a:pt x="1118817" y="139223"/>
                              </a:lnTo>
                              <a:lnTo>
                                <a:pt x="1132316" y="149281"/>
                              </a:lnTo>
                              <a:lnTo>
                                <a:pt x="1145550" y="159869"/>
                              </a:lnTo>
                              <a:lnTo>
                                <a:pt x="1158519" y="170721"/>
                              </a:lnTo>
                              <a:lnTo>
                                <a:pt x="1170695" y="181837"/>
                              </a:lnTo>
                              <a:lnTo>
                                <a:pt x="1183135" y="193483"/>
                              </a:lnTo>
                              <a:lnTo>
                                <a:pt x="1195310" y="205129"/>
                              </a:lnTo>
                              <a:lnTo>
                                <a:pt x="1206956" y="217040"/>
                              </a:lnTo>
                              <a:lnTo>
                                <a:pt x="1218338" y="229480"/>
                              </a:lnTo>
                              <a:lnTo>
                                <a:pt x="1229454" y="241920"/>
                              </a:lnTo>
                              <a:lnTo>
                                <a:pt x="1240306" y="254890"/>
                              </a:lnTo>
                              <a:lnTo>
                                <a:pt x="1250894" y="268124"/>
                              </a:lnTo>
                              <a:lnTo>
                                <a:pt x="1261216" y="281094"/>
                              </a:lnTo>
                              <a:lnTo>
                                <a:pt x="1271274" y="294857"/>
                              </a:lnTo>
                              <a:lnTo>
                                <a:pt x="1280538" y="308886"/>
                              </a:lnTo>
                              <a:lnTo>
                                <a:pt x="1290067" y="322914"/>
                              </a:lnTo>
                              <a:lnTo>
                                <a:pt x="1298801" y="336942"/>
                              </a:lnTo>
                              <a:lnTo>
                                <a:pt x="1307271" y="351764"/>
                              </a:lnTo>
                              <a:lnTo>
                                <a:pt x="1315741" y="366587"/>
                              </a:lnTo>
                              <a:lnTo>
                                <a:pt x="1323682" y="381409"/>
                              </a:lnTo>
                              <a:lnTo>
                                <a:pt x="1331358" y="396761"/>
                              </a:lnTo>
                              <a:lnTo>
                                <a:pt x="1338239" y="411847"/>
                              </a:lnTo>
                              <a:lnTo>
                                <a:pt x="1345121" y="427728"/>
                              </a:lnTo>
                              <a:lnTo>
                                <a:pt x="1351738" y="443345"/>
                              </a:lnTo>
                              <a:lnTo>
                                <a:pt x="1357826" y="459490"/>
                              </a:lnTo>
                              <a:lnTo>
                                <a:pt x="1363384" y="475636"/>
                              </a:lnTo>
                              <a:lnTo>
                                <a:pt x="1368943" y="492047"/>
                              </a:lnTo>
                              <a:lnTo>
                                <a:pt x="1373707" y="508722"/>
                              </a:lnTo>
                              <a:lnTo>
                                <a:pt x="1378206" y="525132"/>
                              </a:lnTo>
                              <a:lnTo>
                                <a:pt x="1382177" y="542072"/>
                              </a:lnTo>
                              <a:lnTo>
                                <a:pt x="1386147" y="559011"/>
                              </a:lnTo>
                              <a:lnTo>
                                <a:pt x="1389323" y="576216"/>
                              </a:lnTo>
                              <a:lnTo>
                                <a:pt x="1392235" y="593420"/>
                              </a:lnTo>
                              <a:lnTo>
                                <a:pt x="1394617" y="610889"/>
                              </a:lnTo>
                              <a:lnTo>
                                <a:pt x="1396470" y="628623"/>
                              </a:lnTo>
                              <a:lnTo>
                                <a:pt x="1398058" y="646357"/>
                              </a:lnTo>
                              <a:lnTo>
                                <a:pt x="1399116" y="664091"/>
                              </a:lnTo>
                              <a:lnTo>
                                <a:pt x="1399911" y="682089"/>
                              </a:lnTo>
                              <a:lnTo>
                                <a:pt x="1400175" y="700352"/>
                              </a:lnTo>
                              <a:lnTo>
                                <a:pt x="1399911" y="718351"/>
                              </a:lnTo>
                              <a:lnTo>
                                <a:pt x="1399116" y="736349"/>
                              </a:lnTo>
                              <a:lnTo>
                                <a:pt x="1398058" y="754083"/>
                              </a:lnTo>
                              <a:lnTo>
                                <a:pt x="1396470" y="771817"/>
                              </a:lnTo>
                              <a:lnTo>
                                <a:pt x="1394617" y="789551"/>
                              </a:lnTo>
                              <a:lnTo>
                                <a:pt x="1392235" y="806755"/>
                              </a:lnTo>
                              <a:lnTo>
                                <a:pt x="1389323" y="823959"/>
                              </a:lnTo>
                              <a:lnTo>
                                <a:pt x="1386147" y="841164"/>
                              </a:lnTo>
                              <a:lnTo>
                                <a:pt x="1382177" y="858104"/>
                              </a:lnTo>
                              <a:lnTo>
                                <a:pt x="1378206" y="875043"/>
                              </a:lnTo>
                              <a:lnTo>
                                <a:pt x="1373707" y="891718"/>
                              </a:lnTo>
                              <a:lnTo>
                                <a:pt x="1368943" y="908393"/>
                              </a:lnTo>
                              <a:lnTo>
                                <a:pt x="1363384" y="924804"/>
                              </a:lnTo>
                              <a:lnTo>
                                <a:pt x="1357826" y="940950"/>
                              </a:lnTo>
                              <a:lnTo>
                                <a:pt x="1351738" y="957095"/>
                              </a:lnTo>
                              <a:lnTo>
                                <a:pt x="1345121" y="972712"/>
                              </a:lnTo>
                              <a:lnTo>
                                <a:pt x="1338239" y="988328"/>
                              </a:lnTo>
                              <a:lnTo>
                                <a:pt x="1331358" y="1003679"/>
                              </a:lnTo>
                              <a:lnTo>
                                <a:pt x="1323682" y="1019031"/>
                              </a:lnTo>
                              <a:lnTo>
                                <a:pt x="1315741" y="1033853"/>
                              </a:lnTo>
                              <a:lnTo>
                                <a:pt x="1307271" y="1048676"/>
                              </a:lnTo>
                              <a:lnTo>
                                <a:pt x="1298801" y="1063233"/>
                              </a:lnTo>
                              <a:lnTo>
                                <a:pt x="1290067" y="1077526"/>
                              </a:lnTo>
                              <a:lnTo>
                                <a:pt x="1280538" y="1091554"/>
                              </a:lnTo>
                              <a:lnTo>
                                <a:pt x="1271274" y="1105318"/>
                              </a:lnTo>
                              <a:lnTo>
                                <a:pt x="1261216" y="1119081"/>
                              </a:lnTo>
                              <a:lnTo>
                                <a:pt x="1250894" y="1132316"/>
                              </a:lnTo>
                              <a:lnTo>
                                <a:pt x="1240306" y="1145550"/>
                              </a:lnTo>
                              <a:lnTo>
                                <a:pt x="1229454" y="1158255"/>
                              </a:lnTo>
                              <a:lnTo>
                                <a:pt x="1218338" y="1170959"/>
                              </a:lnTo>
                              <a:lnTo>
                                <a:pt x="1206956" y="1183400"/>
                              </a:lnTo>
                              <a:lnTo>
                                <a:pt x="1195310" y="1195046"/>
                              </a:lnTo>
                              <a:lnTo>
                                <a:pt x="1183135" y="1206956"/>
                              </a:lnTo>
                              <a:lnTo>
                                <a:pt x="1170695" y="1218338"/>
                              </a:lnTo>
                              <a:lnTo>
                                <a:pt x="1158519" y="1229454"/>
                              </a:lnTo>
                              <a:lnTo>
                                <a:pt x="1145550" y="1240571"/>
                              </a:lnTo>
                              <a:lnTo>
                                <a:pt x="1132316" y="1250894"/>
                              </a:lnTo>
                              <a:lnTo>
                                <a:pt x="1118817" y="1261216"/>
                              </a:lnTo>
                              <a:lnTo>
                                <a:pt x="1105583" y="1271010"/>
                              </a:lnTo>
                              <a:lnTo>
                                <a:pt x="1091554" y="1280803"/>
                              </a:lnTo>
                              <a:lnTo>
                                <a:pt x="1077526" y="1289802"/>
                              </a:lnTo>
                              <a:lnTo>
                                <a:pt x="1062969" y="1299066"/>
                              </a:lnTo>
                              <a:lnTo>
                                <a:pt x="1048676" y="1307536"/>
                              </a:lnTo>
                              <a:lnTo>
                                <a:pt x="1033853" y="1316006"/>
                              </a:lnTo>
                              <a:lnTo>
                                <a:pt x="1018766" y="1323682"/>
                              </a:lnTo>
                              <a:lnTo>
                                <a:pt x="1003679" y="1331358"/>
                              </a:lnTo>
                              <a:lnTo>
                                <a:pt x="988063" y="1338504"/>
                              </a:lnTo>
                              <a:lnTo>
                                <a:pt x="972712" y="1345121"/>
                              </a:lnTo>
                              <a:lnTo>
                                <a:pt x="956831" y="1351738"/>
                              </a:lnTo>
                              <a:lnTo>
                                <a:pt x="940950" y="1357826"/>
                              </a:lnTo>
                              <a:lnTo>
                                <a:pt x="924539" y="1363384"/>
                              </a:lnTo>
                              <a:lnTo>
                                <a:pt x="908393" y="1368943"/>
                              </a:lnTo>
                              <a:lnTo>
                                <a:pt x="891718" y="1373707"/>
                              </a:lnTo>
                              <a:lnTo>
                                <a:pt x="875043" y="1378206"/>
                              </a:lnTo>
                              <a:lnTo>
                                <a:pt x="858368" y="1382177"/>
                              </a:lnTo>
                              <a:lnTo>
                                <a:pt x="841429" y="1385882"/>
                              </a:lnTo>
                              <a:lnTo>
                                <a:pt x="824224" y="1389588"/>
                              </a:lnTo>
                              <a:lnTo>
                                <a:pt x="806755" y="1392235"/>
                              </a:lnTo>
                              <a:lnTo>
                                <a:pt x="789286" y="1394617"/>
                              </a:lnTo>
                              <a:lnTo>
                                <a:pt x="771817" y="1396734"/>
                              </a:lnTo>
                              <a:lnTo>
                                <a:pt x="754083" y="1398322"/>
                              </a:lnTo>
                              <a:lnTo>
                                <a:pt x="736085" y="1399381"/>
                              </a:lnTo>
                              <a:lnTo>
                                <a:pt x="718086" y="1399911"/>
                              </a:lnTo>
                              <a:lnTo>
                                <a:pt x="700088" y="1400175"/>
                              </a:lnTo>
                              <a:lnTo>
                                <a:pt x="682089" y="1399911"/>
                              </a:lnTo>
                              <a:lnTo>
                                <a:pt x="664091" y="1399381"/>
                              </a:lnTo>
                              <a:lnTo>
                                <a:pt x="646357" y="1398322"/>
                              </a:lnTo>
                              <a:lnTo>
                                <a:pt x="628623" y="1396734"/>
                              </a:lnTo>
                              <a:lnTo>
                                <a:pt x="610889" y="1394617"/>
                              </a:lnTo>
                              <a:lnTo>
                                <a:pt x="593420" y="1392235"/>
                              </a:lnTo>
                              <a:lnTo>
                                <a:pt x="576480" y="1389588"/>
                              </a:lnTo>
                              <a:lnTo>
                                <a:pt x="559276" y="1385882"/>
                              </a:lnTo>
                              <a:lnTo>
                                <a:pt x="542071" y="1382177"/>
                              </a:lnTo>
                              <a:lnTo>
                                <a:pt x="525132" y="1378206"/>
                              </a:lnTo>
                              <a:lnTo>
                                <a:pt x="508457" y="1373707"/>
                              </a:lnTo>
                              <a:lnTo>
                                <a:pt x="492046" y="1368943"/>
                              </a:lnTo>
                              <a:lnTo>
                                <a:pt x="475636" y="1363384"/>
                              </a:lnTo>
                              <a:lnTo>
                                <a:pt x="459490" y="1357826"/>
                              </a:lnTo>
                              <a:lnTo>
                                <a:pt x="443344" y="1351738"/>
                              </a:lnTo>
                              <a:lnTo>
                                <a:pt x="427728" y="1345121"/>
                              </a:lnTo>
                              <a:lnTo>
                                <a:pt x="412112" y="1338504"/>
                              </a:lnTo>
                              <a:lnTo>
                                <a:pt x="396760" y="1331358"/>
                              </a:lnTo>
                              <a:lnTo>
                                <a:pt x="381409" y="1323682"/>
                              </a:lnTo>
                              <a:lnTo>
                                <a:pt x="366322" y="1316006"/>
                              </a:lnTo>
                              <a:lnTo>
                                <a:pt x="351764" y="1307536"/>
                              </a:lnTo>
                              <a:lnTo>
                                <a:pt x="337206" y="1299066"/>
                              </a:lnTo>
                              <a:lnTo>
                                <a:pt x="322914" y="1289802"/>
                              </a:lnTo>
                              <a:lnTo>
                                <a:pt x="308621" y="1280803"/>
                              </a:lnTo>
                              <a:lnTo>
                                <a:pt x="295122" y="1271010"/>
                              </a:lnTo>
                              <a:lnTo>
                                <a:pt x="281358" y="1261216"/>
                              </a:lnTo>
                              <a:lnTo>
                                <a:pt x="267859" y="1250894"/>
                              </a:lnTo>
                              <a:lnTo>
                                <a:pt x="254625" y="1240571"/>
                              </a:lnTo>
                              <a:lnTo>
                                <a:pt x="242185" y="1229454"/>
                              </a:lnTo>
                              <a:lnTo>
                                <a:pt x="229480" y="1218338"/>
                              </a:lnTo>
                              <a:lnTo>
                                <a:pt x="217040" y="1206956"/>
                              </a:lnTo>
                              <a:lnTo>
                                <a:pt x="205129" y="1195046"/>
                              </a:lnTo>
                              <a:lnTo>
                                <a:pt x="193483" y="1183400"/>
                              </a:lnTo>
                              <a:lnTo>
                                <a:pt x="182102" y="1170959"/>
                              </a:lnTo>
                              <a:lnTo>
                                <a:pt x="170721" y="1158255"/>
                              </a:lnTo>
                              <a:lnTo>
                                <a:pt x="159869" y="1145550"/>
                              </a:lnTo>
                              <a:lnTo>
                                <a:pt x="149546" y="1132316"/>
                              </a:lnTo>
                              <a:lnTo>
                                <a:pt x="139223" y="1119081"/>
                              </a:lnTo>
                              <a:lnTo>
                                <a:pt x="129430" y="1105318"/>
                              </a:lnTo>
                              <a:lnTo>
                                <a:pt x="119637" y="1091554"/>
                              </a:lnTo>
                              <a:lnTo>
                                <a:pt x="110373" y="1077526"/>
                              </a:lnTo>
                              <a:lnTo>
                                <a:pt x="101374" y="1063233"/>
                              </a:lnTo>
                              <a:lnTo>
                                <a:pt x="92904" y="1048676"/>
                              </a:lnTo>
                              <a:lnTo>
                                <a:pt x="84434" y="1033853"/>
                              </a:lnTo>
                              <a:lnTo>
                                <a:pt x="76758" y="1019031"/>
                              </a:lnTo>
                              <a:lnTo>
                                <a:pt x="69347" y="1003679"/>
                              </a:lnTo>
                              <a:lnTo>
                                <a:pt x="61936" y="988328"/>
                              </a:lnTo>
                              <a:lnTo>
                                <a:pt x="55054" y="972712"/>
                              </a:lnTo>
                              <a:lnTo>
                                <a:pt x="48437" y="957095"/>
                              </a:lnTo>
                              <a:lnTo>
                                <a:pt x="42614" y="940950"/>
                              </a:lnTo>
                              <a:lnTo>
                                <a:pt x="36791" y="924804"/>
                              </a:lnTo>
                              <a:lnTo>
                                <a:pt x="31762" y="908393"/>
                              </a:lnTo>
                              <a:lnTo>
                                <a:pt x="26468" y="891718"/>
                              </a:lnTo>
                              <a:lnTo>
                                <a:pt x="22233" y="875043"/>
                              </a:lnTo>
                              <a:lnTo>
                                <a:pt x="17998" y="858104"/>
                              </a:lnTo>
                              <a:lnTo>
                                <a:pt x="14293" y="841164"/>
                              </a:lnTo>
                              <a:lnTo>
                                <a:pt x="10852" y="823959"/>
                              </a:lnTo>
                              <a:lnTo>
                                <a:pt x="8205" y="806755"/>
                              </a:lnTo>
                              <a:lnTo>
                                <a:pt x="5558" y="789551"/>
                              </a:lnTo>
                              <a:lnTo>
                                <a:pt x="3705" y="771817"/>
                              </a:lnTo>
                              <a:lnTo>
                                <a:pt x="2117" y="754083"/>
                              </a:lnTo>
                              <a:lnTo>
                                <a:pt x="1059" y="736349"/>
                              </a:lnTo>
                              <a:lnTo>
                                <a:pt x="265" y="718351"/>
                              </a:lnTo>
                              <a:lnTo>
                                <a:pt x="0" y="700352"/>
                              </a:lnTo>
                              <a:lnTo>
                                <a:pt x="265" y="682089"/>
                              </a:lnTo>
                              <a:lnTo>
                                <a:pt x="1059" y="664091"/>
                              </a:lnTo>
                              <a:lnTo>
                                <a:pt x="2117" y="646357"/>
                              </a:lnTo>
                              <a:lnTo>
                                <a:pt x="3705" y="628623"/>
                              </a:lnTo>
                              <a:lnTo>
                                <a:pt x="5558" y="610889"/>
                              </a:lnTo>
                              <a:lnTo>
                                <a:pt x="8205" y="593420"/>
                              </a:lnTo>
                              <a:lnTo>
                                <a:pt x="10852" y="576216"/>
                              </a:lnTo>
                              <a:lnTo>
                                <a:pt x="14293" y="559011"/>
                              </a:lnTo>
                              <a:lnTo>
                                <a:pt x="17998" y="542072"/>
                              </a:lnTo>
                              <a:lnTo>
                                <a:pt x="22233" y="525132"/>
                              </a:lnTo>
                              <a:lnTo>
                                <a:pt x="26468" y="508722"/>
                              </a:lnTo>
                              <a:lnTo>
                                <a:pt x="31762" y="492047"/>
                              </a:lnTo>
                              <a:lnTo>
                                <a:pt x="36791" y="475636"/>
                              </a:lnTo>
                              <a:lnTo>
                                <a:pt x="42614" y="459490"/>
                              </a:lnTo>
                              <a:lnTo>
                                <a:pt x="48437" y="443345"/>
                              </a:lnTo>
                              <a:lnTo>
                                <a:pt x="55054" y="427728"/>
                              </a:lnTo>
                              <a:lnTo>
                                <a:pt x="61936" y="411847"/>
                              </a:lnTo>
                              <a:lnTo>
                                <a:pt x="69347" y="396761"/>
                              </a:lnTo>
                              <a:lnTo>
                                <a:pt x="76758" y="381409"/>
                              </a:lnTo>
                              <a:lnTo>
                                <a:pt x="84434" y="366587"/>
                              </a:lnTo>
                              <a:lnTo>
                                <a:pt x="92904" y="351764"/>
                              </a:lnTo>
                              <a:lnTo>
                                <a:pt x="101374" y="336942"/>
                              </a:lnTo>
                              <a:lnTo>
                                <a:pt x="110373" y="322914"/>
                              </a:lnTo>
                              <a:lnTo>
                                <a:pt x="119637" y="308886"/>
                              </a:lnTo>
                              <a:lnTo>
                                <a:pt x="129430" y="294857"/>
                              </a:lnTo>
                              <a:lnTo>
                                <a:pt x="139223" y="281094"/>
                              </a:lnTo>
                              <a:lnTo>
                                <a:pt x="149546" y="268124"/>
                              </a:lnTo>
                              <a:lnTo>
                                <a:pt x="159869" y="254890"/>
                              </a:lnTo>
                              <a:lnTo>
                                <a:pt x="170721" y="241920"/>
                              </a:lnTo>
                              <a:lnTo>
                                <a:pt x="182102" y="229480"/>
                              </a:lnTo>
                              <a:lnTo>
                                <a:pt x="193483" y="217040"/>
                              </a:lnTo>
                              <a:lnTo>
                                <a:pt x="205129" y="205129"/>
                              </a:lnTo>
                              <a:lnTo>
                                <a:pt x="217040" y="193483"/>
                              </a:lnTo>
                              <a:lnTo>
                                <a:pt x="229480" y="181837"/>
                              </a:lnTo>
                              <a:lnTo>
                                <a:pt x="242185" y="170721"/>
                              </a:lnTo>
                              <a:lnTo>
                                <a:pt x="254625" y="159869"/>
                              </a:lnTo>
                              <a:lnTo>
                                <a:pt x="267859" y="149281"/>
                              </a:lnTo>
                              <a:lnTo>
                                <a:pt x="281358" y="139223"/>
                              </a:lnTo>
                              <a:lnTo>
                                <a:pt x="295122" y="129165"/>
                              </a:lnTo>
                              <a:lnTo>
                                <a:pt x="308621" y="119637"/>
                              </a:lnTo>
                              <a:lnTo>
                                <a:pt x="322914" y="110373"/>
                              </a:lnTo>
                              <a:lnTo>
                                <a:pt x="337206" y="101374"/>
                              </a:lnTo>
                              <a:lnTo>
                                <a:pt x="351764" y="92639"/>
                              </a:lnTo>
                              <a:lnTo>
                                <a:pt x="366322" y="84699"/>
                              </a:lnTo>
                              <a:lnTo>
                                <a:pt x="381409" y="76493"/>
                              </a:lnTo>
                              <a:lnTo>
                                <a:pt x="396760" y="69082"/>
                              </a:lnTo>
                              <a:lnTo>
                                <a:pt x="412112" y="61936"/>
                              </a:lnTo>
                              <a:lnTo>
                                <a:pt x="427728" y="55054"/>
                              </a:lnTo>
                              <a:lnTo>
                                <a:pt x="443344" y="48702"/>
                              </a:lnTo>
                              <a:lnTo>
                                <a:pt x="459490" y="42614"/>
                              </a:lnTo>
                              <a:lnTo>
                                <a:pt x="475636" y="36791"/>
                              </a:lnTo>
                              <a:lnTo>
                                <a:pt x="492046" y="31497"/>
                              </a:lnTo>
                              <a:lnTo>
                                <a:pt x="508457" y="26733"/>
                              </a:lnTo>
                              <a:lnTo>
                                <a:pt x="525132" y="21969"/>
                              </a:lnTo>
                              <a:lnTo>
                                <a:pt x="542071" y="17998"/>
                              </a:lnTo>
                              <a:lnTo>
                                <a:pt x="559276" y="14293"/>
                              </a:lnTo>
                              <a:lnTo>
                                <a:pt x="576480" y="11117"/>
                              </a:lnTo>
                              <a:lnTo>
                                <a:pt x="593420" y="8205"/>
                              </a:lnTo>
                              <a:lnTo>
                                <a:pt x="610889" y="5823"/>
                              </a:lnTo>
                              <a:lnTo>
                                <a:pt x="628623" y="3705"/>
                              </a:lnTo>
                              <a:lnTo>
                                <a:pt x="646357" y="1853"/>
                              </a:lnTo>
                              <a:lnTo>
                                <a:pt x="664091" y="794"/>
                              </a:lnTo>
                              <a:lnTo>
                                <a:pt x="682089" y="265"/>
                              </a:lnTo>
                              <a:lnTo>
                                <a:pt x="7000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CFA9"/>
                        </a:solidFill>
                        <a:ln w="9525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45.6pt;margin-top:17pt;height:11.6pt;width:11.6pt;z-index:251667456;v-text-anchor:middle;mso-width-relative:page;mso-height-relative:page;" fillcolor="#43CFA9" filled="t" stroked="f" coordsize="1400175,1400175" o:gfxdata="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" path="m696043,261938l700551,261938,705059,261938,709832,262203,714075,262732,718318,263526,722561,264850,726804,265908,730782,267232,734760,268820,738737,270673,742450,272525,746163,274643,749610,276760,753057,279143,756505,281789,759422,284701,762604,287612,765521,290524,768438,293700,770825,297141,773211,300317,775598,304287,777719,307728,779576,311434,781432,315404,783023,319374,784349,323609,785675,327580,786736,331815,787266,336050,787796,340549,788327,345049,788327,349548,788327,663463,938156,812745,941073,815921,943990,819362,946641,822803,949028,826508,951415,830214,953801,833919,955658,837625,957249,841595,958840,845830,960166,849800,961226,853771,962022,857741,962818,861976,963348,866211,963613,870446,963613,874416,963613,878651,963348,883150,962818,887121,962022,891356,961226,895326,960166,899296,958840,903531,957249,907501,955658,911472,953801,915177,951415,919147,949028,922853,946641,926294,943990,929735,941073,933176,938156,936352,934708,939793,931261,942440,927813,945086,924101,947733,920653,949851,916941,951968,912698,953821,908985,955674,905008,957262,901030,958585,897052,959644,892544,960438,888566,961232,884323,961761,880345,962026,875837,962026,871594,962026,867617,961761,863374,961232,859396,960438,854888,959644,850910,958585,846932,957262,842955,955674,839242,953821,834999,951968,831286,949851,827839,947733,824127,945086,820679,942440,817232,939793,813784,936352,638763,761396,635846,758484,633194,755308,630277,752132,627891,748427,625769,744986,623648,741545,621791,737839,619935,733869,618344,729634,617018,725664,615957,721693,614897,717459,614101,712959,613571,708724,613040,704224,612775,699989,612775,699725,612775,349548,613040,345049,613571,340549,614101,336050,614897,331815,615692,327580,617018,323609,618344,319374,619935,315404,621526,311434,623382,307728,625504,304287,627891,300317,630277,297141,633194,293700,635846,290524,638763,287612,641680,284701,644862,281789,648045,279143,651757,276760,655205,274643,658917,272525,662630,270673,666342,268820,670585,267232,674563,265908,678806,264850,682784,263526,687027,262732,691800,262203,696043,261938xm686589,175220l673355,175750,659856,176544,646357,177867,633387,179191,620418,181043,607183,183161,594743,185808,581774,188454,569069,191631,556364,195072,544189,198777,532013,202747,519838,206982,507927,211747,496016,216511,484370,221540,472724,226834,461343,232657,450226,238480,438845,244567,428258,251184,417406,257801,406818,264684,396496,272095,386173,279506,376115,287182,366322,295122,356793,303327,347264,311532,338001,320002,329001,329002,320267,338001,311532,347265,303327,356529,295386,366322,287181,376115,279505,386173,272094,396496,264948,406818,258066,417406,251184,427993,244832,439110,238744,449962,232657,461343,226834,472725,221540,484106,216246,496017,211482,507663,206982,519838,202747,532014,198512,544189,195072,556629,191631,569069,188454,581510,185808,594479,183425,607448,181043,620153,179191,633387,177602,646622,176544,659856,175750,673090,175220,686589,174956,700352,175220,713587,175750,727085,176544,740584,177602,753818,179191,766788,181043,780022,183425,792992,185808,805696,188454,818666,191631,831371,195072,843546,198512,856251,202747,868426,206982,880337,211482,892512,216246,904423,221540,916069,226834,927715,232657,939097,238744,950213,244832,961330,251184,972182,258066,983034,264948,993357,272094,1003944,279505,1014267,287181,1024060,295386,1034118,303327,1043647,311532,1053175,320267,1062175,329001,1071438,338001,1080173,347264,1088908,356793,1097113,366322,1105053,376115,1113258,386173,1120670,396496,1128345,406818,1135492,417406,1142374,428258,1149255,438845,1155608,450226,1161695,461343,1167783,472724,1173342,484370,1178635,496016,1183929,507927,1188693,519838,1193193,532013,1197428,544189,1201663,556364,1205368,569069,1208809,581774,1211721,594743,1214632,607183,1217014,620418,1219396,633387,1221249,646357,1222573,659856,1223896,673355,1224690,686589,1225219,700088,1225219,713851,1225219,727350,1224690,740320,1223896,753818,1222573,767053,1221249,780022,1219396,792992,1217014,805961,1214632,818401,1211721,831106,1208809,843811,1205368,855986,1201663,868426,1197428,880602,1193193,892512,1188693,904423,1183929,916069,1178635,927451,1173342,939097,1167783,950213,1161695,961330,1155608,972447,1149255,983034,1142374,993622,1135492,1003944,1128345,1014267,1120670,1024060,1113258,1034118,1105053,1043382,1097113,1053175,1088908,1062175,1080173,1071174,1071438,1079908,1062175,1088643,1053175,1096848,1043647,1105318,1034118,1112994,1024060,1120934,1014267,1128345,1003944,1135227,993357,1142374,983034,1148991,972182,1155343,961330,1161960,950213,1167783,939097,1173342,927715,1178900,916069,1183929,904423,1188693,892512,1193193,880337,1197692,868426,1201663,856251,1205368,843546,1208544,831371,1211721,818666,1214632,805696,1217014,792992,1219132,780022,1220985,766788,1222573,753818,1223631,740584,1224425,727085,1224955,713587,1225219,700352,1224955,686589,1224425,673090,1223631,659856,1222573,646622,1220985,633387,1219132,620153,1217014,607448,1214632,594479,1211721,581510,1208544,569069,1205368,556629,1201663,544189,1197692,532014,1193193,519838,1188693,507663,1183929,496017,1178900,484106,1173342,472725,1167783,461343,1161960,449962,1155343,439110,1148991,427993,1142374,417406,1135227,406818,1128345,396496,1120934,386173,1112994,376115,1105318,366322,1096848,356529,1088643,347265,1079908,338001,1071174,329002,1062175,320002,1053175,311532,1043382,303327,1034118,295122,1024060,287182,1014267,279506,1003944,272095,993622,264684,983034,257801,972447,251184,961330,244567,950213,238480,939097,232657,927451,226834,916069,221540,904423,216511,892512,211747,880602,206982,868426,202747,855986,198777,843811,195072,831106,191631,818401,188454,805961,185808,792992,183161,780022,181043,767053,179191,753818,177867,740320,176544,727350,175750,713851,175220,700088,175220,686589,175220xm700088,0l718086,265,736085,794,754083,1853,771817,3705,789286,5823,806755,8205,824224,11117,841429,14293,858368,17998,875043,21969,891718,26733,908393,31497,924539,36791,940950,42614,956831,48702,972712,55054,988063,61936,1003679,69082,1018766,76493,1033853,84699,1048676,92639,1062969,101374,1077526,110373,1091554,119637,1105583,129165,1118817,139223,1132316,149281,1145550,159869,1158519,170721,1170695,181837,1183135,193483,1195310,205129,1206956,217040,1218338,229480,1229454,241920,1240306,254890,1250894,268124,1261216,281094,1271274,294857,1280538,308886,1290067,322914,1298801,336942,1307271,351764,1315741,366587,1323682,381409,1331358,396761,1338239,411847,1345121,427728,1351738,443345,1357826,459490,1363384,475636,1368943,492047,1373707,508722,1378206,525132,1382177,542072,1386147,559011,1389323,576216,1392235,593420,1394617,610889,1396470,628623,1398058,646357,1399116,664091,1399911,682089,1400175,700352,1399911,718351,1399116,736349,1398058,754083,1396470,771817,1394617,789551,1392235,806755,1389323,823959,1386147,841164,1382177,858104,1378206,875043,1373707,891718,1368943,908393,1363384,924804,1357826,940950,1351738,957095,1345121,972712,1338239,988328,1331358,1003679,1323682,1019031,1315741,1033853,1307271,1048676,1298801,1063233,1290067,1077526,1280538,1091554,1271274,1105318,1261216,1119081,1250894,1132316,1240306,1145550,1229454,1158255,1218338,1170959,1206956,1183400,1195310,1195046,1183135,1206956,1170695,1218338,1158519,1229454,1145550,1240571,1132316,1250894,1118817,1261216,1105583,1271010,1091554,1280803,1077526,1289802,1062969,1299066,1048676,1307536,1033853,1316006,1018766,1323682,1003679,1331358,988063,1338504,972712,1345121,956831,1351738,940950,1357826,924539,1363384,908393,1368943,891718,1373707,875043,1378206,858368,1382177,841429,1385882,824224,1389588,806755,1392235,789286,1394617,771817,1396734,754083,1398322,736085,1399381,718086,1399911,700088,1400175,682089,1399911,664091,1399381,646357,1398322,628623,1396734,610889,1394617,593420,1392235,576480,1389588,559276,1385882,542071,1382177,525132,1378206,508457,1373707,492046,1368943,475636,1363384,459490,1357826,443344,1351738,427728,1345121,412112,1338504,396760,1331358,381409,1323682,366322,1316006,351764,1307536,337206,1299066,322914,1289802,308621,1280803,295122,1271010,281358,1261216,267859,1250894,254625,1240571,242185,1229454,229480,1218338,217040,1206956,205129,1195046,193483,1183400,182102,1170959,170721,1158255,159869,1145550,149546,1132316,139223,1119081,129430,1105318,119637,1091554,110373,1077526,101374,1063233,92904,1048676,84434,1033853,76758,1019031,69347,1003679,61936,988328,55054,972712,48437,957095,42614,940950,36791,924804,31762,908393,26468,891718,22233,875043,17998,858104,14293,841164,10852,823959,8205,806755,5558,789551,3705,771817,2117,754083,1059,736349,265,718351,0,700352,265,682089,1059,664091,2117,646357,3705,628623,5558,610889,8205,593420,10852,576216,14293,559011,17998,542072,22233,525132,26468,508722,31762,492047,36791,475636,42614,459490,48437,443345,55054,427728,61936,411847,69347,396761,76758,381409,84434,366587,92904,351764,101374,336942,110373,322914,119637,308886,129430,294857,139223,281094,149546,268124,159869,254890,170721,241920,182102,229480,193483,217040,205129,205129,217040,193483,229480,181837,242185,170721,254625,159869,267859,149281,281358,139223,295122,129165,308621,119637,322914,110373,337206,101374,351764,92639,366322,84699,381409,76493,396760,69082,412112,61936,427728,55054,443344,48702,459490,42614,475636,36791,492046,31497,508457,26733,525132,21969,542071,17998,559276,14293,576480,11117,593420,8205,610889,5823,628623,3705,646357,1853,664091,794,682089,265,700088,0xe">
                <v:path o:connectlocs="227,83;238,92;242,106;294,259;296,273;290,286;278,294;264,295;251,289;190,224;189,104;194,91;205,82;199,54;156,65;118,86;88,115;66,152;55,195;55,240;68,282;90,318;122,347;160,367;203,377;248,374;289,359;324,335;351,302;370,263;377,219;372,175;355,135;329,101;296,75;256,59;211,53;269,6;323,28;368,63;402,108;424,161;431,221;421,279;397,331;360,375;313,407;259,426;199,430;141,418;90,391;49,352;19,304;2,248;1,188;16,131;46,82;86,42;136,15;193,1" o:connectangles="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-1010920</wp:posOffset>
                </wp:positionH>
                <wp:positionV relativeFrom="paragraph">
                  <wp:posOffset>-914400</wp:posOffset>
                </wp:positionV>
                <wp:extent cx="154940" cy="10692130"/>
                <wp:effectExtent l="0" t="0" r="16510" b="1397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0692130"/>
                        </a:xfrm>
                        <a:prstGeom prst="rect">
                          <a:avLst/>
                        </a:prstGeom>
                        <a:solidFill>
                          <a:srgbClr val="43CFA9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79.6pt;margin-top:-72pt;height:841.9pt;width:12.2pt;z-index:251660288;v-text-anchor:middle;mso-width-relative:page;mso-height-relative:page;" fillcolor="#43CFA9" filled="t" stroked="f" coordsize="21600,21600" o:gfxdata="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fPNL7eAAAADwEAAA8A&#10;AAAAAAAAAQAgAAAAIgAAAGRycy9kb3ducmV2LnhtbFBLAQIUABQAAAAIAIdO4kANcZFf2AEAAJED&#10;AAAOAAAAAAAAAAEAIAAAAC0BAABkcnMvZTJvRG9jLnhtbFBLBQYAAAAABgAGAFkBAAB3BQAAAAA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-1004570</wp:posOffset>
                </wp:positionH>
                <wp:positionV relativeFrom="paragraph">
                  <wp:posOffset>7905115</wp:posOffset>
                </wp:positionV>
                <wp:extent cx="2112645" cy="294005"/>
                <wp:effectExtent l="0" t="0" r="1905" b="1079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2645" cy="294005"/>
                          <a:chOff x="3062" y="14172"/>
                          <a:chExt cx="3327" cy="463"/>
                        </a:xfrm>
                      </wpg:grpSpPr>
                      <wps:wsp>
                        <wps:cNvPr id="3" name="矩形 28"/>
                        <wps:cNvSpPr/>
                        <wps:spPr>
                          <a:xfrm>
                            <a:off x="3062" y="14172"/>
                            <a:ext cx="3318" cy="455"/>
                          </a:xfrm>
                          <a:prstGeom prst="rect">
                            <a:avLst/>
                          </a:prstGeom>
                          <a:solidFill>
                            <a:srgbClr val="43CFA9"/>
                          </a:solidFill>
                          <a:ln w="1905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4" name="矩形 12"/>
                        <wps:cNvSpPr/>
                        <wps:spPr>
                          <a:xfrm>
                            <a:off x="4193" y="14181"/>
                            <a:ext cx="2197" cy="4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312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b/>
                                  <w:bCs/>
                                  <w:color w:val="FFFFFF"/>
                                  <w:kern w:val="24"/>
                                  <w:sz w:val="26"/>
                                  <w:szCs w:val="26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vert="horz" wrap="square" rtlCol="0" anchor="ctr"/>
                      </wps:wsp>
                      <wps:wsp>
                        <wps:cNvPr id="20" name="KSO_Shape"/>
                        <wps:cNvSpPr/>
                        <wps:spPr bwMode="auto">
                          <a:xfrm>
                            <a:off x="3747" y="14227"/>
                            <a:ext cx="322" cy="303"/>
                          </a:xfrm>
                          <a:custGeom>
                            <a:avLst/>
                            <a:gdLst>
                              <a:gd name="T0" fmla="*/ 970867 w 2274888"/>
                              <a:gd name="T1" fmla="*/ 1185371 h 2136775"/>
                              <a:gd name="T2" fmla="*/ 1067225 w 2274888"/>
                              <a:gd name="T3" fmla="*/ 1290958 h 2136775"/>
                              <a:gd name="T4" fmla="*/ 1058973 w 2274888"/>
                              <a:gd name="T5" fmla="*/ 1314363 h 2136775"/>
                              <a:gd name="T6" fmla="*/ 1030492 w 2274888"/>
                              <a:gd name="T7" fmla="*/ 1547079 h 2136775"/>
                              <a:gd name="T8" fmla="*/ 850285 w 2274888"/>
                              <a:gd name="T9" fmla="*/ 1790700 h 2136775"/>
                              <a:gd name="T10" fmla="*/ 879565 w 2274888"/>
                              <a:gd name="T11" fmla="*/ 1521547 h 2136775"/>
                              <a:gd name="T12" fmla="*/ 843897 w 2274888"/>
                              <a:gd name="T13" fmla="*/ 1311969 h 2136775"/>
                              <a:gd name="T14" fmla="*/ 838040 w 2274888"/>
                              <a:gd name="T15" fmla="*/ 1288033 h 2136775"/>
                              <a:gd name="T16" fmla="*/ 936529 w 2274888"/>
                              <a:gd name="T17" fmla="*/ 1183510 h 2136775"/>
                              <a:gd name="T18" fmla="*/ 1290295 w 2274888"/>
                              <a:gd name="T19" fmla="*/ 1044362 h 2136775"/>
                              <a:gd name="T20" fmla="*/ 1523468 w 2274888"/>
                              <a:gd name="T21" fmla="*/ 1126608 h 2136775"/>
                              <a:gd name="T22" fmla="*/ 1745740 w 2274888"/>
                              <a:gd name="T23" fmla="*/ 1205395 h 2136775"/>
                              <a:gd name="T24" fmla="*/ 1802637 w 2274888"/>
                              <a:gd name="T25" fmla="*/ 1245852 h 2136775"/>
                              <a:gd name="T26" fmla="*/ 1840924 w 2274888"/>
                              <a:gd name="T27" fmla="*/ 1304409 h 2136775"/>
                              <a:gd name="T28" fmla="*/ 1884793 w 2274888"/>
                              <a:gd name="T29" fmla="*/ 1444946 h 2136775"/>
                              <a:gd name="T30" fmla="*/ 1903936 w 2274888"/>
                              <a:gd name="T31" fmla="*/ 1609172 h 2136775"/>
                              <a:gd name="T32" fmla="*/ 1895694 w 2274888"/>
                              <a:gd name="T33" fmla="*/ 1665334 h 2136775"/>
                              <a:gd name="T34" fmla="*/ 1856344 w 2274888"/>
                              <a:gd name="T35" fmla="*/ 1694347 h 2136775"/>
                              <a:gd name="T36" fmla="*/ 1708784 w 2274888"/>
                              <a:gd name="T37" fmla="*/ 1741725 h 2136775"/>
                              <a:gd name="T38" fmla="*/ 1421106 w 2274888"/>
                              <a:gd name="T39" fmla="*/ 1780054 h 2136775"/>
                              <a:gd name="T40" fmla="*/ 671910 w 2274888"/>
                              <a:gd name="T41" fmla="*/ 1019076 h 2136775"/>
                              <a:gd name="T42" fmla="*/ 445459 w 2274888"/>
                              <a:gd name="T43" fmla="*/ 1776859 h 2136775"/>
                              <a:gd name="T44" fmla="*/ 172496 w 2274888"/>
                              <a:gd name="T45" fmla="*/ 1736135 h 2136775"/>
                              <a:gd name="T46" fmla="*/ 42791 w 2274888"/>
                              <a:gd name="T47" fmla="*/ 1690887 h 2136775"/>
                              <a:gd name="T48" fmla="*/ 6910 w 2274888"/>
                              <a:gd name="T49" fmla="*/ 1662406 h 2136775"/>
                              <a:gd name="T50" fmla="*/ 2392 w 2274888"/>
                              <a:gd name="T51" fmla="*/ 1585218 h 2136775"/>
                              <a:gd name="T52" fmla="*/ 23655 w 2274888"/>
                              <a:gd name="T53" fmla="*/ 1427379 h 2136775"/>
                              <a:gd name="T54" fmla="*/ 68042 w 2274888"/>
                              <a:gd name="T55" fmla="*/ 1297223 h 2136775"/>
                              <a:gd name="T56" fmla="*/ 107644 w 2274888"/>
                              <a:gd name="T57" fmla="*/ 1240528 h 2136775"/>
                              <a:gd name="T58" fmla="*/ 172496 w 2274888"/>
                              <a:gd name="T59" fmla="*/ 1199273 h 2136775"/>
                              <a:gd name="T60" fmla="*/ 415691 w 2274888"/>
                              <a:gd name="T61" fmla="*/ 1116228 h 2136775"/>
                              <a:gd name="T62" fmla="*/ 633637 w 2274888"/>
                              <a:gd name="T63" fmla="*/ 1036377 h 2136775"/>
                              <a:gd name="T64" fmla="*/ 1007065 w 2274888"/>
                              <a:gd name="T65" fmla="*/ 4789 h 2136775"/>
                              <a:gd name="T66" fmla="*/ 1083457 w 2274888"/>
                              <a:gd name="T67" fmla="*/ 28464 h 2136775"/>
                              <a:gd name="T68" fmla="*/ 1152130 w 2274888"/>
                              <a:gd name="T69" fmla="*/ 70228 h 2136775"/>
                              <a:gd name="T70" fmla="*/ 1210954 w 2274888"/>
                              <a:gd name="T71" fmla="*/ 127156 h 2136775"/>
                              <a:gd name="T72" fmla="*/ 1257801 w 2274888"/>
                              <a:gd name="T73" fmla="*/ 197384 h 2136775"/>
                              <a:gd name="T74" fmla="*/ 1290806 w 2274888"/>
                              <a:gd name="T75" fmla="*/ 278252 h 2136775"/>
                              <a:gd name="T76" fmla="*/ 1307575 w 2274888"/>
                              <a:gd name="T77" fmla="*/ 367634 h 2136775"/>
                              <a:gd name="T78" fmla="*/ 1305712 w 2274888"/>
                              <a:gd name="T79" fmla="*/ 474572 h 2136775"/>
                              <a:gd name="T80" fmla="*/ 1279095 w 2274888"/>
                              <a:gd name="T81" fmla="*/ 595609 h 2136775"/>
                              <a:gd name="T82" fmla="*/ 1231449 w 2274888"/>
                              <a:gd name="T83" fmla="*/ 713188 h 2136775"/>
                              <a:gd name="T84" fmla="*/ 1165438 w 2274888"/>
                              <a:gd name="T85" fmla="*/ 816669 h 2136775"/>
                              <a:gd name="T86" fmla="*/ 1039273 w 2274888"/>
                              <a:gd name="T87" fmla="*/ 1091197 h 2136775"/>
                              <a:gd name="T88" fmla="*/ 962348 w 2274888"/>
                              <a:gd name="T89" fmla="*/ 1149987 h 2136775"/>
                              <a:gd name="T90" fmla="*/ 937062 w 2274888"/>
                              <a:gd name="T91" fmla="*/ 1147326 h 2136775"/>
                              <a:gd name="T92" fmla="*/ 847628 w 2274888"/>
                              <a:gd name="T93" fmla="*/ 1074172 h 2136775"/>
                              <a:gd name="T94" fmla="*/ 731576 w 2274888"/>
                              <a:gd name="T95" fmla="*/ 806294 h 2136775"/>
                              <a:gd name="T96" fmla="*/ 667162 w 2274888"/>
                              <a:gd name="T97" fmla="*/ 700686 h 2136775"/>
                              <a:gd name="T98" fmla="*/ 621647 w 2274888"/>
                              <a:gd name="T99" fmla="*/ 582309 h 2136775"/>
                              <a:gd name="T100" fmla="*/ 597957 w 2274888"/>
                              <a:gd name="T101" fmla="*/ 461272 h 2136775"/>
                              <a:gd name="T102" fmla="*/ 598223 w 2274888"/>
                              <a:gd name="T103" fmla="*/ 357526 h 2136775"/>
                              <a:gd name="T104" fmla="*/ 617121 w 2274888"/>
                              <a:gd name="T105" fmla="*/ 268676 h 2136775"/>
                              <a:gd name="T106" fmla="*/ 651724 w 2274888"/>
                              <a:gd name="T107" fmla="*/ 188871 h 2136775"/>
                              <a:gd name="T108" fmla="*/ 699901 w 2274888"/>
                              <a:gd name="T109" fmla="*/ 119973 h 2136775"/>
                              <a:gd name="T110" fmla="*/ 760056 w 2274888"/>
                              <a:gd name="T111" fmla="*/ 64376 h 2136775"/>
                              <a:gd name="T112" fmla="*/ 829528 w 2274888"/>
                              <a:gd name="T113" fmla="*/ 25005 h 2136775"/>
                              <a:gd name="T114" fmla="*/ 906985 w 2274888"/>
                              <a:gd name="T115" fmla="*/ 3192 h 2136775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274888" h="2136775">
                                <a:moveTo>
                                  <a:pt x="1133947" y="1406525"/>
                                </a:moveTo>
                                <a:lnTo>
                                  <a:pt x="1137762" y="1406525"/>
                                </a:lnTo>
                                <a:lnTo>
                                  <a:pt x="1140940" y="1406525"/>
                                </a:lnTo>
                                <a:lnTo>
                                  <a:pt x="1144119" y="1407477"/>
                                </a:lnTo>
                                <a:lnTo>
                                  <a:pt x="1147298" y="1408112"/>
                                </a:lnTo>
                                <a:lnTo>
                                  <a:pt x="1150476" y="1409064"/>
                                </a:lnTo>
                                <a:lnTo>
                                  <a:pt x="1153655" y="1410651"/>
                                </a:lnTo>
                                <a:lnTo>
                                  <a:pt x="1156516" y="1412238"/>
                                </a:lnTo>
                                <a:lnTo>
                                  <a:pt x="1159377" y="1414459"/>
                                </a:lnTo>
                                <a:lnTo>
                                  <a:pt x="1161920" y="1416681"/>
                                </a:lnTo>
                                <a:lnTo>
                                  <a:pt x="1264591" y="1518871"/>
                                </a:lnTo>
                                <a:lnTo>
                                  <a:pt x="1267134" y="1521410"/>
                                </a:lnTo>
                                <a:lnTo>
                                  <a:pt x="1268723" y="1524266"/>
                                </a:lnTo>
                                <a:lnTo>
                                  <a:pt x="1270631" y="1527440"/>
                                </a:lnTo>
                                <a:lnTo>
                                  <a:pt x="1271902" y="1530296"/>
                                </a:lnTo>
                                <a:lnTo>
                                  <a:pt x="1273174" y="1533787"/>
                                </a:lnTo>
                                <a:lnTo>
                                  <a:pt x="1274127" y="1536961"/>
                                </a:lnTo>
                                <a:lnTo>
                                  <a:pt x="1274445" y="1540452"/>
                                </a:lnTo>
                                <a:lnTo>
                                  <a:pt x="1274763" y="1543625"/>
                                </a:lnTo>
                                <a:lnTo>
                                  <a:pt x="1274445" y="1546799"/>
                                </a:lnTo>
                                <a:lnTo>
                                  <a:pt x="1274127" y="1549973"/>
                                </a:lnTo>
                                <a:lnTo>
                                  <a:pt x="1273174" y="1553781"/>
                                </a:lnTo>
                                <a:lnTo>
                                  <a:pt x="1271902" y="1556955"/>
                                </a:lnTo>
                                <a:lnTo>
                                  <a:pt x="1270631" y="1559811"/>
                                </a:lnTo>
                                <a:lnTo>
                                  <a:pt x="1268723" y="1562667"/>
                                </a:lnTo>
                                <a:lnTo>
                                  <a:pt x="1267134" y="1565523"/>
                                </a:lnTo>
                                <a:lnTo>
                                  <a:pt x="1264591" y="1568380"/>
                                </a:lnTo>
                                <a:lnTo>
                                  <a:pt x="1178767" y="1653433"/>
                                </a:lnTo>
                                <a:lnTo>
                                  <a:pt x="1185760" y="1670570"/>
                                </a:lnTo>
                                <a:lnTo>
                                  <a:pt x="1192435" y="1689929"/>
                                </a:lnTo>
                                <a:lnTo>
                                  <a:pt x="1199428" y="1711510"/>
                                </a:lnTo>
                                <a:lnTo>
                                  <a:pt x="1206103" y="1734677"/>
                                </a:lnTo>
                                <a:lnTo>
                                  <a:pt x="1212461" y="1760066"/>
                                </a:lnTo>
                                <a:lnTo>
                                  <a:pt x="1218500" y="1787042"/>
                                </a:lnTo>
                                <a:lnTo>
                                  <a:pt x="1224858" y="1815605"/>
                                </a:lnTo>
                                <a:lnTo>
                                  <a:pt x="1230579" y="1846071"/>
                                </a:lnTo>
                                <a:lnTo>
                                  <a:pt x="1235983" y="1877808"/>
                                </a:lnTo>
                                <a:lnTo>
                                  <a:pt x="1240751" y="1911131"/>
                                </a:lnTo>
                                <a:lnTo>
                                  <a:pt x="1245201" y="1946041"/>
                                </a:lnTo>
                                <a:lnTo>
                                  <a:pt x="1249016" y="1981902"/>
                                </a:lnTo>
                                <a:lnTo>
                                  <a:pt x="1252830" y="2019351"/>
                                </a:lnTo>
                                <a:lnTo>
                                  <a:pt x="1255691" y="2057435"/>
                                </a:lnTo>
                                <a:lnTo>
                                  <a:pt x="1257916" y="2096470"/>
                                </a:lnTo>
                                <a:lnTo>
                                  <a:pt x="1259505" y="2136775"/>
                                </a:lnTo>
                                <a:lnTo>
                                  <a:pt x="1015382" y="2136775"/>
                                </a:lnTo>
                                <a:lnTo>
                                  <a:pt x="1016972" y="2096470"/>
                                </a:lnTo>
                                <a:lnTo>
                                  <a:pt x="1019515" y="2057435"/>
                                </a:lnTo>
                                <a:lnTo>
                                  <a:pt x="1022376" y="2019351"/>
                                </a:lnTo>
                                <a:lnTo>
                                  <a:pt x="1025554" y="1981902"/>
                                </a:lnTo>
                                <a:lnTo>
                                  <a:pt x="1029686" y="1946041"/>
                                </a:lnTo>
                                <a:lnTo>
                                  <a:pt x="1034137" y="1911131"/>
                                </a:lnTo>
                                <a:lnTo>
                                  <a:pt x="1039223" y="1877808"/>
                                </a:lnTo>
                                <a:lnTo>
                                  <a:pt x="1044308" y="1846071"/>
                                </a:lnTo>
                                <a:lnTo>
                                  <a:pt x="1050348" y="1815605"/>
                                </a:lnTo>
                                <a:lnTo>
                                  <a:pt x="1056387" y="1787042"/>
                                </a:lnTo>
                                <a:lnTo>
                                  <a:pt x="1062427" y="1760066"/>
                                </a:lnTo>
                                <a:lnTo>
                                  <a:pt x="1068784" y="1734677"/>
                                </a:lnTo>
                                <a:lnTo>
                                  <a:pt x="1075777" y="1711510"/>
                                </a:lnTo>
                                <a:lnTo>
                                  <a:pt x="1082453" y="1689929"/>
                                </a:lnTo>
                                <a:lnTo>
                                  <a:pt x="1089128" y="1670570"/>
                                </a:lnTo>
                                <a:lnTo>
                                  <a:pt x="1096121" y="1653433"/>
                                </a:lnTo>
                                <a:lnTo>
                                  <a:pt x="1010297" y="1568380"/>
                                </a:lnTo>
                                <a:lnTo>
                                  <a:pt x="1007754" y="1565523"/>
                                </a:lnTo>
                                <a:lnTo>
                                  <a:pt x="1005846" y="1562667"/>
                                </a:lnTo>
                                <a:lnTo>
                                  <a:pt x="1003939" y="1559811"/>
                                </a:lnTo>
                                <a:lnTo>
                                  <a:pt x="1002668" y="1556955"/>
                                </a:lnTo>
                                <a:lnTo>
                                  <a:pt x="1001396" y="1553781"/>
                                </a:lnTo>
                                <a:lnTo>
                                  <a:pt x="1000760" y="1549973"/>
                                </a:lnTo>
                                <a:lnTo>
                                  <a:pt x="1000443" y="1546799"/>
                                </a:lnTo>
                                <a:lnTo>
                                  <a:pt x="1000125" y="1543625"/>
                                </a:lnTo>
                                <a:lnTo>
                                  <a:pt x="1000443" y="1540452"/>
                                </a:lnTo>
                                <a:lnTo>
                                  <a:pt x="1000760" y="1536961"/>
                                </a:lnTo>
                                <a:lnTo>
                                  <a:pt x="1001396" y="1533787"/>
                                </a:lnTo>
                                <a:lnTo>
                                  <a:pt x="1002986" y="1530296"/>
                                </a:lnTo>
                                <a:lnTo>
                                  <a:pt x="1004257" y="1527440"/>
                                </a:lnTo>
                                <a:lnTo>
                                  <a:pt x="1006164" y="1524266"/>
                                </a:lnTo>
                                <a:lnTo>
                                  <a:pt x="1007754" y="1521410"/>
                                </a:lnTo>
                                <a:lnTo>
                                  <a:pt x="1010297" y="1518871"/>
                                </a:lnTo>
                                <a:lnTo>
                                  <a:pt x="1112650" y="1416681"/>
                                </a:lnTo>
                                <a:lnTo>
                                  <a:pt x="1115511" y="1414459"/>
                                </a:lnTo>
                                <a:lnTo>
                                  <a:pt x="1118372" y="1412238"/>
                                </a:lnTo>
                                <a:lnTo>
                                  <a:pt x="1121232" y="1410651"/>
                                </a:lnTo>
                                <a:lnTo>
                                  <a:pt x="1124411" y="1409064"/>
                                </a:lnTo>
                                <a:lnTo>
                                  <a:pt x="1127590" y="1408112"/>
                                </a:lnTo>
                                <a:lnTo>
                                  <a:pt x="1130769" y="1407477"/>
                                </a:lnTo>
                                <a:lnTo>
                                  <a:pt x="1133947" y="1406525"/>
                                </a:lnTo>
                                <a:close/>
                                <a:moveTo>
                                  <a:pt x="1472565" y="1216025"/>
                                </a:moveTo>
                                <a:lnTo>
                                  <a:pt x="1495425" y="1226506"/>
                                </a:lnTo>
                                <a:lnTo>
                                  <a:pt x="1518285" y="1236670"/>
                                </a:lnTo>
                                <a:lnTo>
                                  <a:pt x="1540828" y="1246198"/>
                                </a:lnTo>
                                <a:lnTo>
                                  <a:pt x="1563370" y="1255726"/>
                                </a:lnTo>
                                <a:lnTo>
                                  <a:pt x="1586230" y="1264619"/>
                                </a:lnTo>
                                <a:lnTo>
                                  <a:pt x="1608138" y="1273195"/>
                                </a:lnTo>
                                <a:lnTo>
                                  <a:pt x="1630363" y="1281453"/>
                                </a:lnTo>
                                <a:lnTo>
                                  <a:pt x="1651953" y="1289393"/>
                                </a:lnTo>
                                <a:lnTo>
                                  <a:pt x="1695133" y="1304321"/>
                                </a:lnTo>
                                <a:lnTo>
                                  <a:pt x="1737360" y="1318613"/>
                                </a:lnTo>
                                <a:lnTo>
                                  <a:pt x="1778635" y="1331953"/>
                                </a:lnTo>
                                <a:lnTo>
                                  <a:pt x="1819275" y="1344339"/>
                                </a:lnTo>
                                <a:lnTo>
                                  <a:pt x="1896428" y="1368795"/>
                                </a:lnTo>
                                <a:lnTo>
                                  <a:pt x="1933575" y="1380864"/>
                                </a:lnTo>
                                <a:lnTo>
                                  <a:pt x="1969453" y="1392934"/>
                                </a:lnTo>
                                <a:lnTo>
                                  <a:pt x="2004060" y="1405320"/>
                                </a:lnTo>
                                <a:lnTo>
                                  <a:pt x="2020570" y="1411355"/>
                                </a:lnTo>
                                <a:lnTo>
                                  <a:pt x="2037080" y="1417707"/>
                                </a:lnTo>
                                <a:lnTo>
                                  <a:pt x="2053273" y="1424695"/>
                                </a:lnTo>
                                <a:lnTo>
                                  <a:pt x="2068830" y="1431047"/>
                                </a:lnTo>
                                <a:lnTo>
                                  <a:pt x="2084705" y="1438352"/>
                                </a:lnTo>
                                <a:lnTo>
                                  <a:pt x="2099628" y="1445339"/>
                                </a:lnTo>
                                <a:lnTo>
                                  <a:pt x="2106930" y="1449150"/>
                                </a:lnTo>
                                <a:lnTo>
                                  <a:pt x="2114233" y="1453279"/>
                                </a:lnTo>
                                <a:lnTo>
                                  <a:pt x="2120900" y="1458044"/>
                                </a:lnTo>
                                <a:lnTo>
                                  <a:pt x="2127568" y="1463125"/>
                                </a:lnTo>
                                <a:lnTo>
                                  <a:pt x="2134235" y="1468207"/>
                                </a:lnTo>
                                <a:lnTo>
                                  <a:pt x="2140585" y="1474242"/>
                                </a:lnTo>
                                <a:lnTo>
                                  <a:pt x="2146618" y="1480276"/>
                                </a:lnTo>
                                <a:lnTo>
                                  <a:pt x="2152650" y="1486628"/>
                                </a:lnTo>
                                <a:lnTo>
                                  <a:pt x="2158365" y="1493298"/>
                                </a:lnTo>
                                <a:lnTo>
                                  <a:pt x="2163763" y="1500286"/>
                                </a:lnTo>
                                <a:lnTo>
                                  <a:pt x="2169160" y="1507908"/>
                                </a:lnTo>
                                <a:lnTo>
                                  <a:pt x="2174558" y="1515213"/>
                                </a:lnTo>
                                <a:lnTo>
                                  <a:pt x="2179638" y="1522836"/>
                                </a:lnTo>
                                <a:lnTo>
                                  <a:pt x="2184718" y="1531094"/>
                                </a:lnTo>
                                <a:lnTo>
                                  <a:pt x="2189163" y="1539352"/>
                                </a:lnTo>
                                <a:lnTo>
                                  <a:pt x="2193925" y="1547927"/>
                                </a:lnTo>
                                <a:lnTo>
                                  <a:pt x="2198370" y="1556502"/>
                                </a:lnTo>
                                <a:lnTo>
                                  <a:pt x="2202498" y="1565396"/>
                                </a:lnTo>
                                <a:lnTo>
                                  <a:pt x="2210435" y="1583817"/>
                                </a:lnTo>
                                <a:lnTo>
                                  <a:pt x="2218055" y="1602556"/>
                                </a:lnTo>
                                <a:lnTo>
                                  <a:pt x="2224723" y="1622248"/>
                                </a:lnTo>
                                <a:lnTo>
                                  <a:pt x="2230755" y="1641939"/>
                                </a:lnTo>
                                <a:lnTo>
                                  <a:pt x="2236788" y="1662584"/>
                                </a:lnTo>
                                <a:lnTo>
                                  <a:pt x="2241868" y="1682911"/>
                                </a:lnTo>
                                <a:lnTo>
                                  <a:pt x="2246631" y="1703238"/>
                                </a:lnTo>
                                <a:lnTo>
                                  <a:pt x="2250758" y="1724200"/>
                                </a:lnTo>
                                <a:lnTo>
                                  <a:pt x="2254885" y="1744527"/>
                                </a:lnTo>
                                <a:lnTo>
                                  <a:pt x="2258378" y="1764537"/>
                                </a:lnTo>
                                <a:lnTo>
                                  <a:pt x="2261235" y="1784546"/>
                                </a:lnTo>
                                <a:lnTo>
                                  <a:pt x="2263775" y="1803920"/>
                                </a:lnTo>
                                <a:lnTo>
                                  <a:pt x="2266315" y="1822977"/>
                                </a:lnTo>
                                <a:lnTo>
                                  <a:pt x="2267903" y="1841081"/>
                                </a:lnTo>
                                <a:lnTo>
                                  <a:pt x="2269808" y="1859184"/>
                                </a:lnTo>
                                <a:lnTo>
                                  <a:pt x="2272348" y="1891581"/>
                                </a:lnTo>
                                <a:lnTo>
                                  <a:pt x="2273618" y="1920165"/>
                                </a:lnTo>
                                <a:lnTo>
                                  <a:pt x="2274571" y="1943669"/>
                                </a:lnTo>
                                <a:lnTo>
                                  <a:pt x="2274888" y="1961455"/>
                                </a:lnTo>
                                <a:lnTo>
                                  <a:pt x="2274571" y="1964948"/>
                                </a:lnTo>
                                <a:lnTo>
                                  <a:pt x="2274253" y="1968760"/>
                                </a:lnTo>
                                <a:lnTo>
                                  <a:pt x="2272665" y="1972571"/>
                                </a:lnTo>
                                <a:lnTo>
                                  <a:pt x="2271395" y="1976065"/>
                                </a:lnTo>
                                <a:lnTo>
                                  <a:pt x="2269173" y="1979876"/>
                                </a:lnTo>
                                <a:lnTo>
                                  <a:pt x="2266633" y="1983687"/>
                                </a:lnTo>
                                <a:lnTo>
                                  <a:pt x="2263775" y="1987181"/>
                                </a:lnTo>
                                <a:lnTo>
                                  <a:pt x="2260601" y="1991310"/>
                                </a:lnTo>
                                <a:lnTo>
                                  <a:pt x="2256473" y="1995121"/>
                                </a:lnTo>
                                <a:lnTo>
                                  <a:pt x="2252345" y="1998615"/>
                                </a:lnTo>
                                <a:lnTo>
                                  <a:pt x="2247583" y="2002744"/>
                                </a:lnTo>
                                <a:lnTo>
                                  <a:pt x="2242185" y="2006238"/>
                                </a:lnTo>
                                <a:lnTo>
                                  <a:pt x="2236471" y="2010367"/>
                                </a:lnTo>
                                <a:lnTo>
                                  <a:pt x="2230438" y="2014178"/>
                                </a:lnTo>
                                <a:lnTo>
                                  <a:pt x="2224088" y="2017672"/>
                                </a:lnTo>
                                <a:lnTo>
                                  <a:pt x="2216785" y="2021800"/>
                                </a:lnTo>
                                <a:lnTo>
                                  <a:pt x="2209165" y="2025294"/>
                                </a:lnTo>
                                <a:lnTo>
                                  <a:pt x="2201545" y="2029105"/>
                                </a:lnTo>
                                <a:lnTo>
                                  <a:pt x="2183765" y="2036410"/>
                                </a:lnTo>
                                <a:lnTo>
                                  <a:pt x="2165033" y="2044033"/>
                                </a:lnTo>
                                <a:lnTo>
                                  <a:pt x="2143760" y="2051021"/>
                                </a:lnTo>
                                <a:lnTo>
                                  <a:pt x="2120900" y="2058326"/>
                                </a:lnTo>
                                <a:lnTo>
                                  <a:pt x="2095818" y="2064995"/>
                                </a:lnTo>
                                <a:lnTo>
                                  <a:pt x="2069465" y="2071665"/>
                                </a:lnTo>
                                <a:lnTo>
                                  <a:pt x="2040573" y="2078335"/>
                                </a:lnTo>
                                <a:lnTo>
                                  <a:pt x="2010410" y="2084370"/>
                                </a:lnTo>
                                <a:lnTo>
                                  <a:pt x="1977708" y="2090404"/>
                                </a:lnTo>
                                <a:lnTo>
                                  <a:pt x="1943418" y="2096121"/>
                                </a:lnTo>
                                <a:lnTo>
                                  <a:pt x="1907223" y="2101838"/>
                                </a:lnTo>
                                <a:lnTo>
                                  <a:pt x="1868805" y="2106920"/>
                                </a:lnTo>
                                <a:lnTo>
                                  <a:pt x="1829118" y="2111684"/>
                                </a:lnTo>
                                <a:lnTo>
                                  <a:pt x="1786890" y="2116131"/>
                                </a:lnTo>
                                <a:lnTo>
                                  <a:pt x="1742758" y="2120259"/>
                                </a:lnTo>
                                <a:lnTo>
                                  <a:pt x="1697038" y="2124071"/>
                                </a:lnTo>
                                <a:lnTo>
                                  <a:pt x="1649413" y="2127247"/>
                                </a:lnTo>
                                <a:lnTo>
                                  <a:pt x="1599565" y="2130105"/>
                                </a:lnTo>
                                <a:lnTo>
                                  <a:pt x="1547813" y="2132329"/>
                                </a:lnTo>
                                <a:lnTo>
                                  <a:pt x="1494155" y="2134234"/>
                                </a:lnTo>
                                <a:lnTo>
                                  <a:pt x="1438275" y="2135505"/>
                                </a:lnTo>
                                <a:lnTo>
                                  <a:pt x="1380490" y="2136775"/>
                                </a:lnTo>
                                <a:lnTo>
                                  <a:pt x="1320800" y="2136775"/>
                                </a:lnTo>
                                <a:lnTo>
                                  <a:pt x="1472565" y="1216025"/>
                                </a:lnTo>
                                <a:close/>
                                <a:moveTo>
                                  <a:pt x="802373" y="1216025"/>
                                </a:moveTo>
                                <a:lnTo>
                                  <a:pt x="954088" y="2136775"/>
                                </a:lnTo>
                                <a:lnTo>
                                  <a:pt x="894418" y="2136775"/>
                                </a:lnTo>
                                <a:lnTo>
                                  <a:pt x="836652" y="2135505"/>
                                </a:lnTo>
                                <a:lnTo>
                                  <a:pt x="780790" y="2134234"/>
                                </a:lnTo>
                                <a:lnTo>
                                  <a:pt x="727151" y="2132329"/>
                                </a:lnTo>
                                <a:lnTo>
                                  <a:pt x="675415" y="2130105"/>
                                </a:lnTo>
                                <a:lnTo>
                                  <a:pt x="625584" y="2127247"/>
                                </a:lnTo>
                                <a:lnTo>
                                  <a:pt x="577975" y="2124071"/>
                                </a:lnTo>
                                <a:lnTo>
                                  <a:pt x="531953" y="2120259"/>
                                </a:lnTo>
                                <a:lnTo>
                                  <a:pt x="488153" y="2116131"/>
                                </a:lnTo>
                                <a:lnTo>
                                  <a:pt x="445939" y="2111684"/>
                                </a:lnTo>
                                <a:lnTo>
                                  <a:pt x="405947" y="2106920"/>
                                </a:lnTo>
                                <a:lnTo>
                                  <a:pt x="367860" y="2101838"/>
                                </a:lnTo>
                                <a:lnTo>
                                  <a:pt x="331677" y="2096121"/>
                                </a:lnTo>
                                <a:lnTo>
                                  <a:pt x="297398" y="2090404"/>
                                </a:lnTo>
                                <a:lnTo>
                                  <a:pt x="265024" y="2084370"/>
                                </a:lnTo>
                                <a:lnTo>
                                  <a:pt x="234554" y="2078335"/>
                                </a:lnTo>
                                <a:lnTo>
                                  <a:pt x="205989" y="2071665"/>
                                </a:lnTo>
                                <a:lnTo>
                                  <a:pt x="179010" y="2064995"/>
                                </a:lnTo>
                                <a:lnTo>
                                  <a:pt x="154254" y="2058326"/>
                                </a:lnTo>
                                <a:lnTo>
                                  <a:pt x="131401" y="2051021"/>
                                </a:lnTo>
                                <a:lnTo>
                                  <a:pt x="110136" y="2044033"/>
                                </a:lnTo>
                                <a:lnTo>
                                  <a:pt x="91092" y="2036410"/>
                                </a:lnTo>
                                <a:lnTo>
                                  <a:pt x="73635" y="2029105"/>
                                </a:lnTo>
                                <a:lnTo>
                                  <a:pt x="66018" y="2025294"/>
                                </a:lnTo>
                                <a:lnTo>
                                  <a:pt x="58400" y="2021800"/>
                                </a:lnTo>
                                <a:lnTo>
                                  <a:pt x="51100" y="2017672"/>
                                </a:lnTo>
                                <a:lnTo>
                                  <a:pt x="44435" y="2014178"/>
                                </a:lnTo>
                                <a:lnTo>
                                  <a:pt x="38404" y="2010367"/>
                                </a:lnTo>
                                <a:lnTo>
                                  <a:pt x="32691" y="2006238"/>
                                </a:lnTo>
                                <a:lnTo>
                                  <a:pt x="27613" y="2002744"/>
                                </a:lnTo>
                                <a:lnTo>
                                  <a:pt x="22852" y="1998615"/>
                                </a:lnTo>
                                <a:lnTo>
                                  <a:pt x="18726" y="1995121"/>
                                </a:lnTo>
                                <a:lnTo>
                                  <a:pt x="14600" y="1991310"/>
                                </a:lnTo>
                                <a:lnTo>
                                  <a:pt x="11109" y="1987181"/>
                                </a:lnTo>
                                <a:lnTo>
                                  <a:pt x="8252" y="1983687"/>
                                </a:lnTo>
                                <a:lnTo>
                                  <a:pt x="5713" y="1979876"/>
                                </a:lnTo>
                                <a:lnTo>
                                  <a:pt x="3491" y="1976065"/>
                                </a:lnTo>
                                <a:lnTo>
                                  <a:pt x="2222" y="1972571"/>
                                </a:lnTo>
                                <a:lnTo>
                                  <a:pt x="1269" y="1968760"/>
                                </a:lnTo>
                                <a:lnTo>
                                  <a:pt x="317" y="1964948"/>
                                </a:lnTo>
                                <a:lnTo>
                                  <a:pt x="0" y="1961455"/>
                                </a:lnTo>
                                <a:lnTo>
                                  <a:pt x="317" y="1943669"/>
                                </a:lnTo>
                                <a:lnTo>
                                  <a:pt x="1269" y="1920165"/>
                                </a:lnTo>
                                <a:lnTo>
                                  <a:pt x="2856" y="1891581"/>
                                </a:lnTo>
                                <a:lnTo>
                                  <a:pt x="5395" y="1859184"/>
                                </a:lnTo>
                                <a:lnTo>
                                  <a:pt x="6982" y="1841081"/>
                                </a:lnTo>
                                <a:lnTo>
                                  <a:pt x="8887" y="1822977"/>
                                </a:lnTo>
                                <a:lnTo>
                                  <a:pt x="11109" y="1803920"/>
                                </a:lnTo>
                                <a:lnTo>
                                  <a:pt x="13965" y="1784546"/>
                                </a:lnTo>
                                <a:lnTo>
                                  <a:pt x="16822" y="1764537"/>
                                </a:lnTo>
                                <a:lnTo>
                                  <a:pt x="20313" y="1744527"/>
                                </a:lnTo>
                                <a:lnTo>
                                  <a:pt x="24122" y="1724200"/>
                                </a:lnTo>
                                <a:lnTo>
                                  <a:pt x="28248" y="1703238"/>
                                </a:lnTo>
                                <a:lnTo>
                                  <a:pt x="33326" y="1682911"/>
                                </a:lnTo>
                                <a:lnTo>
                                  <a:pt x="38404" y="1662584"/>
                                </a:lnTo>
                                <a:lnTo>
                                  <a:pt x="44118" y="1641939"/>
                                </a:lnTo>
                                <a:lnTo>
                                  <a:pt x="50465" y="1622248"/>
                                </a:lnTo>
                                <a:lnTo>
                                  <a:pt x="57448" y="1602556"/>
                                </a:lnTo>
                                <a:lnTo>
                                  <a:pt x="64748" y="1583817"/>
                                </a:lnTo>
                                <a:lnTo>
                                  <a:pt x="72683" y="1565396"/>
                                </a:lnTo>
                                <a:lnTo>
                                  <a:pt x="77127" y="1556502"/>
                                </a:lnTo>
                                <a:lnTo>
                                  <a:pt x="81253" y="1547927"/>
                                </a:lnTo>
                                <a:lnTo>
                                  <a:pt x="86014" y="1539352"/>
                                </a:lnTo>
                                <a:lnTo>
                                  <a:pt x="90457" y="1531094"/>
                                </a:lnTo>
                                <a:lnTo>
                                  <a:pt x="95536" y="1522836"/>
                                </a:lnTo>
                                <a:lnTo>
                                  <a:pt x="100614" y="1515213"/>
                                </a:lnTo>
                                <a:lnTo>
                                  <a:pt x="105692" y="1507908"/>
                                </a:lnTo>
                                <a:lnTo>
                                  <a:pt x="111088" y="1500286"/>
                                </a:lnTo>
                                <a:lnTo>
                                  <a:pt x="116801" y="1493298"/>
                                </a:lnTo>
                                <a:lnTo>
                                  <a:pt x="122514" y="1486628"/>
                                </a:lnTo>
                                <a:lnTo>
                                  <a:pt x="128545" y="1480276"/>
                                </a:lnTo>
                                <a:lnTo>
                                  <a:pt x="134575" y="1474242"/>
                                </a:lnTo>
                                <a:lnTo>
                                  <a:pt x="140923" y="1468207"/>
                                </a:lnTo>
                                <a:lnTo>
                                  <a:pt x="147588" y="1463125"/>
                                </a:lnTo>
                                <a:lnTo>
                                  <a:pt x="154254" y="1458044"/>
                                </a:lnTo>
                                <a:lnTo>
                                  <a:pt x="161236" y="1453279"/>
                                </a:lnTo>
                                <a:lnTo>
                                  <a:pt x="168219" y="1449150"/>
                                </a:lnTo>
                                <a:lnTo>
                                  <a:pt x="175519" y="1445339"/>
                                </a:lnTo>
                                <a:lnTo>
                                  <a:pt x="190436" y="1438352"/>
                                </a:lnTo>
                                <a:lnTo>
                                  <a:pt x="205989" y="1431047"/>
                                </a:lnTo>
                                <a:lnTo>
                                  <a:pt x="221541" y="1424695"/>
                                </a:lnTo>
                                <a:lnTo>
                                  <a:pt x="237728" y="1417707"/>
                                </a:lnTo>
                                <a:lnTo>
                                  <a:pt x="254233" y="1411355"/>
                                </a:lnTo>
                                <a:lnTo>
                                  <a:pt x="271055" y="1405320"/>
                                </a:lnTo>
                                <a:lnTo>
                                  <a:pt x="305651" y="1392934"/>
                                </a:lnTo>
                                <a:lnTo>
                                  <a:pt x="341516" y="1380864"/>
                                </a:lnTo>
                                <a:lnTo>
                                  <a:pt x="378651" y="1368795"/>
                                </a:lnTo>
                                <a:lnTo>
                                  <a:pt x="456096" y="1344339"/>
                                </a:lnTo>
                                <a:lnTo>
                                  <a:pt x="496405" y="1331953"/>
                                </a:lnTo>
                                <a:lnTo>
                                  <a:pt x="537666" y="1318613"/>
                                </a:lnTo>
                                <a:lnTo>
                                  <a:pt x="579880" y="1304321"/>
                                </a:lnTo>
                                <a:lnTo>
                                  <a:pt x="622728" y="1289393"/>
                                </a:lnTo>
                                <a:lnTo>
                                  <a:pt x="644628" y="1281453"/>
                                </a:lnTo>
                                <a:lnTo>
                                  <a:pt x="666846" y="1273195"/>
                                </a:lnTo>
                                <a:lnTo>
                                  <a:pt x="689063" y="1264619"/>
                                </a:lnTo>
                                <a:lnTo>
                                  <a:pt x="711281" y="1255726"/>
                                </a:lnTo>
                                <a:lnTo>
                                  <a:pt x="733816" y="1246198"/>
                                </a:lnTo>
                                <a:lnTo>
                                  <a:pt x="756668" y="1236670"/>
                                </a:lnTo>
                                <a:lnTo>
                                  <a:pt x="779521" y="1226506"/>
                                </a:lnTo>
                                <a:lnTo>
                                  <a:pt x="802373" y="1216025"/>
                                </a:lnTo>
                                <a:close/>
                                <a:moveTo>
                                  <a:pt x="1137444" y="0"/>
                                </a:moveTo>
                                <a:lnTo>
                                  <a:pt x="1148251" y="317"/>
                                </a:lnTo>
                                <a:lnTo>
                                  <a:pt x="1159376" y="635"/>
                                </a:lnTo>
                                <a:lnTo>
                                  <a:pt x="1170183" y="1587"/>
                                </a:lnTo>
                                <a:lnTo>
                                  <a:pt x="1180990" y="2539"/>
                                </a:lnTo>
                                <a:lnTo>
                                  <a:pt x="1191797" y="3809"/>
                                </a:lnTo>
                                <a:lnTo>
                                  <a:pt x="1202604" y="5714"/>
                                </a:lnTo>
                                <a:lnTo>
                                  <a:pt x="1212776" y="7936"/>
                                </a:lnTo>
                                <a:lnTo>
                                  <a:pt x="1223265" y="10158"/>
                                </a:lnTo>
                                <a:lnTo>
                                  <a:pt x="1233754" y="12380"/>
                                </a:lnTo>
                                <a:lnTo>
                                  <a:pt x="1243926" y="15237"/>
                                </a:lnTo>
                                <a:lnTo>
                                  <a:pt x="1254097" y="18728"/>
                                </a:lnTo>
                                <a:lnTo>
                                  <a:pt x="1264268" y="22220"/>
                                </a:lnTo>
                                <a:lnTo>
                                  <a:pt x="1274122" y="25712"/>
                                </a:lnTo>
                                <a:lnTo>
                                  <a:pt x="1283975" y="29838"/>
                                </a:lnTo>
                                <a:lnTo>
                                  <a:pt x="1293829" y="33965"/>
                                </a:lnTo>
                                <a:lnTo>
                                  <a:pt x="1303682" y="38726"/>
                                </a:lnTo>
                                <a:lnTo>
                                  <a:pt x="1312900" y="43170"/>
                                </a:lnTo>
                                <a:lnTo>
                                  <a:pt x="1322118" y="48249"/>
                                </a:lnTo>
                                <a:lnTo>
                                  <a:pt x="1331654" y="53645"/>
                                </a:lnTo>
                                <a:lnTo>
                                  <a:pt x="1340871" y="59041"/>
                                </a:lnTo>
                                <a:lnTo>
                                  <a:pt x="1349771" y="64755"/>
                                </a:lnTo>
                                <a:lnTo>
                                  <a:pt x="1358353" y="70786"/>
                                </a:lnTo>
                                <a:lnTo>
                                  <a:pt x="1367253" y="76817"/>
                                </a:lnTo>
                                <a:lnTo>
                                  <a:pt x="1375835" y="83801"/>
                                </a:lnTo>
                                <a:lnTo>
                                  <a:pt x="1384100" y="90149"/>
                                </a:lnTo>
                                <a:lnTo>
                                  <a:pt x="1392364" y="97450"/>
                                </a:lnTo>
                                <a:lnTo>
                                  <a:pt x="1400628" y="104433"/>
                                </a:lnTo>
                                <a:lnTo>
                                  <a:pt x="1408575" y="111734"/>
                                </a:lnTo>
                                <a:lnTo>
                                  <a:pt x="1416521" y="119035"/>
                                </a:lnTo>
                                <a:lnTo>
                                  <a:pt x="1424149" y="126971"/>
                                </a:lnTo>
                                <a:lnTo>
                                  <a:pt x="1431460" y="134906"/>
                                </a:lnTo>
                                <a:lnTo>
                                  <a:pt x="1439089" y="143159"/>
                                </a:lnTo>
                                <a:lnTo>
                                  <a:pt x="1446081" y="151730"/>
                                </a:lnTo>
                                <a:lnTo>
                                  <a:pt x="1453074" y="160300"/>
                                </a:lnTo>
                                <a:lnTo>
                                  <a:pt x="1459749" y="168871"/>
                                </a:lnTo>
                                <a:lnTo>
                                  <a:pt x="1466742" y="177759"/>
                                </a:lnTo>
                                <a:lnTo>
                                  <a:pt x="1472781" y="187282"/>
                                </a:lnTo>
                                <a:lnTo>
                                  <a:pt x="1479139" y="196487"/>
                                </a:lnTo>
                                <a:lnTo>
                                  <a:pt x="1485178" y="205693"/>
                                </a:lnTo>
                                <a:lnTo>
                                  <a:pt x="1490899" y="215533"/>
                                </a:lnTo>
                                <a:lnTo>
                                  <a:pt x="1496621" y="225373"/>
                                </a:lnTo>
                                <a:lnTo>
                                  <a:pt x="1502024" y="235531"/>
                                </a:lnTo>
                                <a:lnTo>
                                  <a:pt x="1507428" y="245688"/>
                                </a:lnTo>
                                <a:lnTo>
                                  <a:pt x="1512513" y="255846"/>
                                </a:lnTo>
                                <a:lnTo>
                                  <a:pt x="1517281" y="266321"/>
                                </a:lnTo>
                                <a:lnTo>
                                  <a:pt x="1521731" y="277114"/>
                                </a:lnTo>
                                <a:lnTo>
                                  <a:pt x="1526181" y="287906"/>
                                </a:lnTo>
                                <a:lnTo>
                                  <a:pt x="1530313" y="298381"/>
                                </a:lnTo>
                                <a:lnTo>
                                  <a:pt x="1534445" y="309491"/>
                                </a:lnTo>
                                <a:lnTo>
                                  <a:pt x="1537942" y="320601"/>
                                </a:lnTo>
                                <a:lnTo>
                                  <a:pt x="1541438" y="332028"/>
                                </a:lnTo>
                                <a:lnTo>
                                  <a:pt x="1544617" y="343456"/>
                                </a:lnTo>
                                <a:lnTo>
                                  <a:pt x="1547477" y="355201"/>
                                </a:lnTo>
                                <a:lnTo>
                                  <a:pt x="1550656" y="366945"/>
                                </a:lnTo>
                                <a:lnTo>
                                  <a:pt x="1552881" y="378373"/>
                                </a:lnTo>
                                <a:lnTo>
                                  <a:pt x="1555106" y="390435"/>
                                </a:lnTo>
                                <a:lnTo>
                                  <a:pt x="1557331" y="402180"/>
                                </a:lnTo>
                                <a:lnTo>
                                  <a:pt x="1558602" y="414559"/>
                                </a:lnTo>
                                <a:lnTo>
                                  <a:pt x="1560509" y="426622"/>
                                </a:lnTo>
                                <a:lnTo>
                                  <a:pt x="1561463" y="438684"/>
                                </a:lnTo>
                                <a:lnTo>
                                  <a:pt x="1562734" y="451381"/>
                                </a:lnTo>
                                <a:lnTo>
                                  <a:pt x="1563370" y="463760"/>
                                </a:lnTo>
                                <a:lnTo>
                                  <a:pt x="1563688" y="476458"/>
                                </a:lnTo>
                                <a:lnTo>
                                  <a:pt x="1563688" y="488837"/>
                                </a:lnTo>
                                <a:lnTo>
                                  <a:pt x="1563688" y="504074"/>
                                </a:lnTo>
                                <a:lnTo>
                                  <a:pt x="1563052" y="519310"/>
                                </a:lnTo>
                                <a:lnTo>
                                  <a:pt x="1562099" y="534864"/>
                                </a:lnTo>
                                <a:lnTo>
                                  <a:pt x="1560509" y="550418"/>
                                </a:lnTo>
                                <a:lnTo>
                                  <a:pt x="1559238" y="566289"/>
                                </a:lnTo>
                                <a:lnTo>
                                  <a:pt x="1557013" y="581843"/>
                                </a:lnTo>
                                <a:lnTo>
                                  <a:pt x="1554470" y="598032"/>
                                </a:lnTo>
                                <a:lnTo>
                                  <a:pt x="1551609" y="613903"/>
                                </a:lnTo>
                                <a:lnTo>
                                  <a:pt x="1548431" y="630092"/>
                                </a:lnTo>
                                <a:lnTo>
                                  <a:pt x="1544617" y="645963"/>
                                </a:lnTo>
                                <a:lnTo>
                                  <a:pt x="1541120" y="662470"/>
                                </a:lnTo>
                                <a:lnTo>
                                  <a:pt x="1536988" y="678658"/>
                                </a:lnTo>
                                <a:lnTo>
                                  <a:pt x="1532220" y="694847"/>
                                </a:lnTo>
                                <a:lnTo>
                                  <a:pt x="1527453" y="710718"/>
                                </a:lnTo>
                                <a:lnTo>
                                  <a:pt x="1522685" y="726590"/>
                                </a:lnTo>
                                <a:lnTo>
                                  <a:pt x="1516963" y="742778"/>
                                </a:lnTo>
                                <a:lnTo>
                                  <a:pt x="1510924" y="758332"/>
                                </a:lnTo>
                                <a:lnTo>
                                  <a:pt x="1504885" y="774521"/>
                                </a:lnTo>
                                <a:lnTo>
                                  <a:pt x="1498528" y="790075"/>
                                </a:lnTo>
                                <a:lnTo>
                                  <a:pt x="1492171" y="805629"/>
                                </a:lnTo>
                                <a:lnTo>
                                  <a:pt x="1485178" y="821183"/>
                                </a:lnTo>
                                <a:lnTo>
                                  <a:pt x="1477867" y="836102"/>
                                </a:lnTo>
                                <a:lnTo>
                                  <a:pt x="1470556" y="851021"/>
                                </a:lnTo>
                                <a:lnTo>
                                  <a:pt x="1462610" y="865940"/>
                                </a:lnTo>
                                <a:lnTo>
                                  <a:pt x="1454664" y="880542"/>
                                </a:lnTo>
                                <a:lnTo>
                                  <a:pt x="1446717" y="894826"/>
                                </a:lnTo>
                                <a:lnTo>
                                  <a:pt x="1437817" y="908793"/>
                                </a:lnTo>
                                <a:lnTo>
                                  <a:pt x="1428917" y="922759"/>
                                </a:lnTo>
                                <a:lnTo>
                                  <a:pt x="1420017" y="936409"/>
                                </a:lnTo>
                                <a:lnTo>
                                  <a:pt x="1411117" y="949106"/>
                                </a:lnTo>
                                <a:lnTo>
                                  <a:pt x="1401264" y="962120"/>
                                </a:lnTo>
                                <a:lnTo>
                                  <a:pt x="1391728" y="974500"/>
                                </a:lnTo>
                                <a:lnTo>
                                  <a:pt x="1391728" y="1145593"/>
                                </a:lnTo>
                                <a:lnTo>
                                  <a:pt x="1383146" y="1155433"/>
                                </a:lnTo>
                                <a:lnTo>
                                  <a:pt x="1359625" y="1181462"/>
                                </a:lnTo>
                                <a:lnTo>
                                  <a:pt x="1343414" y="1198603"/>
                                </a:lnTo>
                                <a:lnTo>
                                  <a:pt x="1324979" y="1217966"/>
                                </a:lnTo>
                                <a:lnTo>
                                  <a:pt x="1305272" y="1238916"/>
                                </a:lnTo>
                                <a:lnTo>
                                  <a:pt x="1284611" y="1260184"/>
                                </a:lnTo>
                                <a:lnTo>
                                  <a:pt x="1262679" y="1281769"/>
                                </a:lnTo>
                                <a:lnTo>
                                  <a:pt x="1241065" y="1302084"/>
                                </a:lnTo>
                                <a:lnTo>
                                  <a:pt x="1219769" y="1321765"/>
                                </a:lnTo>
                                <a:lnTo>
                                  <a:pt x="1209279" y="1330653"/>
                                </a:lnTo>
                                <a:lnTo>
                                  <a:pt x="1199426" y="1338906"/>
                                </a:lnTo>
                                <a:lnTo>
                                  <a:pt x="1189572" y="1346842"/>
                                </a:lnTo>
                                <a:lnTo>
                                  <a:pt x="1180672" y="1353825"/>
                                </a:lnTo>
                                <a:lnTo>
                                  <a:pt x="1171772" y="1359856"/>
                                </a:lnTo>
                                <a:lnTo>
                                  <a:pt x="1163508" y="1365252"/>
                                </a:lnTo>
                                <a:lnTo>
                                  <a:pt x="1155879" y="1369061"/>
                                </a:lnTo>
                                <a:lnTo>
                                  <a:pt x="1149204" y="1372236"/>
                                </a:lnTo>
                                <a:lnTo>
                                  <a:pt x="1146026" y="1373505"/>
                                </a:lnTo>
                                <a:lnTo>
                                  <a:pt x="1142529" y="1374140"/>
                                </a:lnTo>
                                <a:lnTo>
                                  <a:pt x="1139669" y="1374775"/>
                                </a:lnTo>
                                <a:lnTo>
                                  <a:pt x="1137444" y="1374775"/>
                                </a:lnTo>
                                <a:lnTo>
                                  <a:pt x="1134901" y="1374775"/>
                                </a:lnTo>
                                <a:lnTo>
                                  <a:pt x="1132040" y="1374140"/>
                                </a:lnTo>
                                <a:lnTo>
                                  <a:pt x="1129180" y="1373505"/>
                                </a:lnTo>
                                <a:lnTo>
                                  <a:pt x="1125683" y="1372236"/>
                                </a:lnTo>
                                <a:lnTo>
                                  <a:pt x="1119008" y="1369061"/>
                                </a:lnTo>
                                <a:lnTo>
                                  <a:pt x="1111062" y="1365252"/>
                                </a:lnTo>
                                <a:lnTo>
                                  <a:pt x="1103115" y="1359856"/>
                                </a:lnTo>
                                <a:lnTo>
                                  <a:pt x="1094215" y="1353825"/>
                                </a:lnTo>
                                <a:lnTo>
                                  <a:pt x="1084998" y="1346842"/>
                                </a:lnTo>
                                <a:lnTo>
                                  <a:pt x="1075144" y="1338906"/>
                                </a:lnTo>
                                <a:lnTo>
                                  <a:pt x="1065291" y="1330653"/>
                                </a:lnTo>
                                <a:lnTo>
                                  <a:pt x="1054801" y="1321765"/>
                                </a:lnTo>
                                <a:lnTo>
                                  <a:pt x="1033823" y="1302084"/>
                                </a:lnTo>
                                <a:lnTo>
                                  <a:pt x="1012209" y="1281769"/>
                                </a:lnTo>
                                <a:lnTo>
                                  <a:pt x="990277" y="1260184"/>
                                </a:lnTo>
                                <a:lnTo>
                                  <a:pt x="969616" y="1238916"/>
                                </a:lnTo>
                                <a:lnTo>
                                  <a:pt x="949591" y="1217966"/>
                                </a:lnTo>
                                <a:lnTo>
                                  <a:pt x="931474" y="1198603"/>
                                </a:lnTo>
                                <a:lnTo>
                                  <a:pt x="915581" y="1181462"/>
                                </a:lnTo>
                                <a:lnTo>
                                  <a:pt x="891742" y="1155433"/>
                                </a:lnTo>
                                <a:lnTo>
                                  <a:pt x="883159" y="1145593"/>
                                </a:lnTo>
                                <a:lnTo>
                                  <a:pt x="883159" y="974500"/>
                                </a:lnTo>
                                <a:lnTo>
                                  <a:pt x="873624" y="962120"/>
                                </a:lnTo>
                                <a:lnTo>
                                  <a:pt x="863770" y="949106"/>
                                </a:lnTo>
                                <a:lnTo>
                                  <a:pt x="854870" y="936409"/>
                                </a:lnTo>
                                <a:lnTo>
                                  <a:pt x="845970" y="922759"/>
                                </a:lnTo>
                                <a:lnTo>
                                  <a:pt x="837070" y="908793"/>
                                </a:lnTo>
                                <a:lnTo>
                                  <a:pt x="828488" y="894826"/>
                                </a:lnTo>
                                <a:lnTo>
                                  <a:pt x="820224" y="880542"/>
                                </a:lnTo>
                                <a:lnTo>
                                  <a:pt x="812278" y="865940"/>
                                </a:lnTo>
                                <a:lnTo>
                                  <a:pt x="804331" y="851021"/>
                                </a:lnTo>
                                <a:lnTo>
                                  <a:pt x="796703" y="836102"/>
                                </a:lnTo>
                                <a:lnTo>
                                  <a:pt x="789710" y="821183"/>
                                </a:lnTo>
                                <a:lnTo>
                                  <a:pt x="782717" y="805629"/>
                                </a:lnTo>
                                <a:lnTo>
                                  <a:pt x="776042" y="790075"/>
                                </a:lnTo>
                                <a:lnTo>
                                  <a:pt x="770003" y="774521"/>
                                </a:lnTo>
                                <a:lnTo>
                                  <a:pt x="763964" y="758332"/>
                                </a:lnTo>
                                <a:lnTo>
                                  <a:pt x="758242" y="742778"/>
                                </a:lnTo>
                                <a:lnTo>
                                  <a:pt x="752521" y="726590"/>
                                </a:lnTo>
                                <a:lnTo>
                                  <a:pt x="747435" y="710718"/>
                                </a:lnTo>
                                <a:lnTo>
                                  <a:pt x="742350" y="694847"/>
                                </a:lnTo>
                                <a:lnTo>
                                  <a:pt x="737900" y="678658"/>
                                </a:lnTo>
                                <a:lnTo>
                                  <a:pt x="733767" y="662470"/>
                                </a:lnTo>
                                <a:lnTo>
                                  <a:pt x="729953" y="645963"/>
                                </a:lnTo>
                                <a:lnTo>
                                  <a:pt x="726457" y="630092"/>
                                </a:lnTo>
                                <a:lnTo>
                                  <a:pt x="723278" y="613903"/>
                                </a:lnTo>
                                <a:lnTo>
                                  <a:pt x="720418" y="598032"/>
                                </a:lnTo>
                                <a:lnTo>
                                  <a:pt x="717875" y="581843"/>
                                </a:lnTo>
                                <a:lnTo>
                                  <a:pt x="715968" y="566289"/>
                                </a:lnTo>
                                <a:lnTo>
                                  <a:pt x="714060" y="550418"/>
                                </a:lnTo>
                                <a:lnTo>
                                  <a:pt x="713107" y="534864"/>
                                </a:lnTo>
                                <a:lnTo>
                                  <a:pt x="711835" y="519310"/>
                                </a:lnTo>
                                <a:lnTo>
                                  <a:pt x="711200" y="504074"/>
                                </a:lnTo>
                                <a:lnTo>
                                  <a:pt x="711200" y="488837"/>
                                </a:lnTo>
                                <a:lnTo>
                                  <a:pt x="711200" y="476458"/>
                                </a:lnTo>
                                <a:lnTo>
                                  <a:pt x="711518" y="463760"/>
                                </a:lnTo>
                                <a:lnTo>
                                  <a:pt x="712153" y="451381"/>
                                </a:lnTo>
                                <a:lnTo>
                                  <a:pt x="713425" y="438684"/>
                                </a:lnTo>
                                <a:lnTo>
                                  <a:pt x="714378" y="426622"/>
                                </a:lnTo>
                                <a:lnTo>
                                  <a:pt x="715968" y="414559"/>
                                </a:lnTo>
                                <a:lnTo>
                                  <a:pt x="717557" y="402180"/>
                                </a:lnTo>
                                <a:lnTo>
                                  <a:pt x="719782" y="390435"/>
                                </a:lnTo>
                                <a:lnTo>
                                  <a:pt x="722007" y="378373"/>
                                </a:lnTo>
                                <a:lnTo>
                                  <a:pt x="724550" y="366945"/>
                                </a:lnTo>
                                <a:lnTo>
                                  <a:pt x="727410" y="355201"/>
                                </a:lnTo>
                                <a:lnTo>
                                  <a:pt x="730271" y="343456"/>
                                </a:lnTo>
                                <a:lnTo>
                                  <a:pt x="733450" y="332028"/>
                                </a:lnTo>
                                <a:lnTo>
                                  <a:pt x="736946" y="320601"/>
                                </a:lnTo>
                                <a:lnTo>
                                  <a:pt x="740442" y="309491"/>
                                </a:lnTo>
                                <a:lnTo>
                                  <a:pt x="744575" y="298381"/>
                                </a:lnTo>
                                <a:lnTo>
                                  <a:pt x="748707" y="287906"/>
                                </a:lnTo>
                                <a:lnTo>
                                  <a:pt x="753157" y="277114"/>
                                </a:lnTo>
                                <a:lnTo>
                                  <a:pt x="757607" y="266321"/>
                                </a:lnTo>
                                <a:lnTo>
                                  <a:pt x="762374" y="255846"/>
                                </a:lnTo>
                                <a:lnTo>
                                  <a:pt x="767460" y="245688"/>
                                </a:lnTo>
                                <a:lnTo>
                                  <a:pt x="772864" y="235531"/>
                                </a:lnTo>
                                <a:lnTo>
                                  <a:pt x="778267" y="225373"/>
                                </a:lnTo>
                                <a:lnTo>
                                  <a:pt x="783989" y="215533"/>
                                </a:lnTo>
                                <a:lnTo>
                                  <a:pt x="789710" y="205693"/>
                                </a:lnTo>
                                <a:lnTo>
                                  <a:pt x="795749" y="196487"/>
                                </a:lnTo>
                                <a:lnTo>
                                  <a:pt x="801789" y="187282"/>
                                </a:lnTo>
                                <a:lnTo>
                                  <a:pt x="808146" y="177759"/>
                                </a:lnTo>
                                <a:lnTo>
                                  <a:pt x="815138" y="168871"/>
                                </a:lnTo>
                                <a:lnTo>
                                  <a:pt x="821813" y="160300"/>
                                </a:lnTo>
                                <a:lnTo>
                                  <a:pt x="828806" y="151730"/>
                                </a:lnTo>
                                <a:lnTo>
                                  <a:pt x="835799" y="143159"/>
                                </a:lnTo>
                                <a:lnTo>
                                  <a:pt x="843110" y="134906"/>
                                </a:lnTo>
                                <a:lnTo>
                                  <a:pt x="850738" y="126971"/>
                                </a:lnTo>
                                <a:lnTo>
                                  <a:pt x="858367" y="119035"/>
                                </a:lnTo>
                                <a:lnTo>
                                  <a:pt x="866313" y="111734"/>
                                </a:lnTo>
                                <a:lnTo>
                                  <a:pt x="874260" y="104433"/>
                                </a:lnTo>
                                <a:lnTo>
                                  <a:pt x="882206" y="97450"/>
                                </a:lnTo>
                                <a:lnTo>
                                  <a:pt x="890788" y="90149"/>
                                </a:lnTo>
                                <a:lnTo>
                                  <a:pt x="899052" y="83801"/>
                                </a:lnTo>
                                <a:lnTo>
                                  <a:pt x="907634" y="76817"/>
                                </a:lnTo>
                                <a:lnTo>
                                  <a:pt x="916216" y="70786"/>
                                </a:lnTo>
                                <a:lnTo>
                                  <a:pt x="925116" y="64755"/>
                                </a:lnTo>
                                <a:lnTo>
                                  <a:pt x="934016" y="59041"/>
                                </a:lnTo>
                                <a:lnTo>
                                  <a:pt x="943552" y="53645"/>
                                </a:lnTo>
                                <a:lnTo>
                                  <a:pt x="952452" y="48249"/>
                                </a:lnTo>
                                <a:lnTo>
                                  <a:pt x="961988" y="43170"/>
                                </a:lnTo>
                                <a:lnTo>
                                  <a:pt x="971205" y="38726"/>
                                </a:lnTo>
                                <a:lnTo>
                                  <a:pt x="981059" y="33965"/>
                                </a:lnTo>
                                <a:lnTo>
                                  <a:pt x="990595" y="29838"/>
                                </a:lnTo>
                                <a:lnTo>
                                  <a:pt x="1000766" y="25712"/>
                                </a:lnTo>
                                <a:lnTo>
                                  <a:pt x="1010302" y="22220"/>
                                </a:lnTo>
                                <a:lnTo>
                                  <a:pt x="1020791" y="18728"/>
                                </a:lnTo>
                                <a:lnTo>
                                  <a:pt x="1030962" y="15237"/>
                                </a:lnTo>
                                <a:lnTo>
                                  <a:pt x="1041134" y="12380"/>
                                </a:lnTo>
                                <a:lnTo>
                                  <a:pt x="1051305" y="10158"/>
                                </a:lnTo>
                                <a:lnTo>
                                  <a:pt x="1062112" y="7936"/>
                                </a:lnTo>
                                <a:lnTo>
                                  <a:pt x="1072283" y="5714"/>
                                </a:lnTo>
                                <a:lnTo>
                                  <a:pt x="1083091" y="3809"/>
                                </a:lnTo>
                                <a:lnTo>
                                  <a:pt x="1093898" y="2539"/>
                                </a:lnTo>
                                <a:lnTo>
                                  <a:pt x="1104705" y="1587"/>
                                </a:lnTo>
                                <a:lnTo>
                                  <a:pt x="1115512" y="635"/>
                                </a:lnTo>
                                <a:lnTo>
                                  <a:pt x="1126637" y="317"/>
                                </a:lnTo>
                                <a:lnTo>
                                  <a:pt x="11374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9.1pt;margin-top:622.45pt;height:23.15pt;width:166.35pt;z-index:251671552;mso-width-relative:page;mso-height-relative:page;" coordorigin="3062,14172" coordsize="3327,463" o:gfxdata="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">
                <o:lock v:ext="edit" aspectratio="f"/>
                <v:rect id="矩形 28" o:spid="_x0000_s1026" o:spt="1" style="position:absolute;left:3062;top:14172;height:455;width:3318;v-text-anchor:middle;" fillcolor="#43CFA9" filled="t" stroked="f" coordsize="21600,21600" o:gfxdata="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ufBHO2AAAA2g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.5pt"/>
                  <v:imagedata o:title=""/>
                  <o:lock v:ext="edit" aspectratio="f"/>
                </v:rect>
                <v:rect id="矩形 12" o:spid="_x0000_s1026" o:spt="1" style="position:absolute;left:4193;top:14181;height:455;width:2197;v-text-anchor:middle;" filled="f" stroked="f" coordsize="21600,21600" o:gfxdata="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NxBZL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 w:line="312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b/>
                            <w:bCs/>
                            <w:color w:val="FFFFFF"/>
                            <w:kern w:val="24"/>
                            <w:sz w:val="26"/>
                            <w:szCs w:val="26"/>
                          </w:rPr>
                          <w:t>自我评价</w:t>
                        </w:r>
                      </w:p>
                    </w:txbxContent>
                  </v:textbox>
                </v:rect>
                <v:shape id="KSO_Shape" o:spid="_x0000_s1026" o:spt="100" style="position:absolute;left:3747;top:14227;height:303;width:322;v-text-anchor:middle;" fillcolor="#FFFFFF" filled="t" stroked="f" coordsize="2274888,2136775" o:gfxdata="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Qt/RG5AAAA2wAA&#10;AA8AAAAAAAAAAQAgAAAAIgAAAGRycy9kb3ducmV2LnhtbFBLAQIUABQAAAAIAIdO4kAzLwWeOwAA&#10;ADkAAAAQAAAAAAAAAAEAIAAAAAgBAABkcnMvc2hhcGV4bWwueG1sUEsFBgAAAAAGAAYAWwEAALID&#10;AAAAAA==&#10;" path="m1133947,1406525l1137762,1406525,1140940,1406525,1144119,1407477,1147298,1408112,1150476,1409064,1153655,1410651,1156516,1412238,1159377,1414459,1161920,1416681,1264591,1518871,1267134,1521410,1268723,1524266,1270631,1527440,1271902,1530296,1273174,1533787,1274127,1536961,1274445,1540452,1274763,1543625,1274445,1546799,1274127,1549973,1273174,1553781,1271902,1556955,1270631,1559811,1268723,1562667,1267134,1565523,1264591,1568380,1178767,1653433,1185760,1670570,1192435,1689929,1199428,1711510,1206103,1734677,1212461,1760066,1218500,1787042,1224858,1815605,1230579,1846071,1235983,1877808,1240751,1911131,1245201,1946041,1249016,1981902,1252830,2019351,1255691,2057435,1257916,2096470,1259505,2136775,1015382,2136775,1016972,2096470,1019515,2057435,1022376,2019351,1025554,1981902,1029686,1946041,1034137,1911131,1039223,1877808,1044308,1846071,1050348,1815605,1056387,1787042,1062427,1760066,1068784,1734677,1075777,1711510,1082453,1689929,1089128,1670570,1096121,1653433,1010297,1568380,1007754,1565523,1005846,1562667,1003939,1559811,1002668,1556955,1001396,1553781,1000760,1549973,1000443,1546799,1000125,1543625,1000443,1540452,1000760,1536961,1001396,1533787,1002986,1530296,1004257,1527440,1006164,1524266,1007754,1521410,1010297,1518871,1112650,1416681,1115511,1414459,1118372,1412238,1121232,1410651,1124411,1409064,1127590,1408112,1130769,1407477,1133947,1406525xm1472565,1216025l1495425,1226506,1518285,1236670,1540828,1246198,1563370,1255726,1586230,1264619,1608138,1273195,1630363,1281453,1651953,1289393,1695133,1304321,1737360,1318613,1778635,1331953,1819275,1344339,1896428,1368795,1933575,1380864,1969453,1392934,2004060,1405320,2020570,1411355,2037080,1417707,2053273,1424695,2068830,1431047,2084705,1438352,2099628,1445339,2106930,1449150,2114233,1453279,2120900,1458044,2127568,1463125,2134235,1468207,2140585,1474242,2146618,1480276,2152650,1486628,2158365,1493298,2163763,1500286,2169160,1507908,2174558,1515213,2179638,1522836,2184718,1531094,2189163,1539352,2193925,1547927,2198370,1556502,2202498,1565396,2210435,1583817,2218055,1602556,2224723,1622248,2230755,1641939,2236788,1662584,2241868,1682911,2246631,1703238,2250758,1724200,2254885,1744527,2258378,1764537,2261235,1784546,2263775,1803920,2266315,1822977,2267903,1841081,2269808,1859184,2272348,1891581,2273618,1920165,2274571,1943669,2274888,1961455,2274571,1964948,2274253,1968760,2272665,1972571,2271395,1976065,2269173,1979876,2266633,1983687,2263775,1987181,2260601,1991310,2256473,1995121,2252345,1998615,2247583,2002744,2242185,2006238,2236471,2010367,2230438,2014178,2224088,2017672,2216785,2021800,2209165,2025294,2201545,2029105,2183765,2036410,2165033,2044033,2143760,2051021,2120900,2058326,2095818,2064995,2069465,2071665,2040573,2078335,2010410,2084370,1977708,2090404,1943418,2096121,1907223,2101838,1868805,2106920,1829118,2111684,1786890,2116131,1742758,2120259,1697038,2124071,1649413,2127247,1599565,2130105,1547813,2132329,1494155,2134234,1438275,2135505,1380490,2136775,1320800,2136775,1472565,1216025xm802373,1216025l954088,2136775,894418,2136775,836652,2135505,780790,2134234,727151,2132329,675415,2130105,625584,2127247,577975,2124071,531953,2120259,488153,2116131,445939,2111684,405947,2106920,367860,2101838,331677,2096121,297398,2090404,265024,2084370,234554,2078335,205989,2071665,179010,2064995,154254,2058326,131401,2051021,110136,2044033,91092,2036410,73635,2029105,66018,2025294,58400,2021800,51100,2017672,44435,2014178,38404,2010367,32691,2006238,27613,2002744,22852,1998615,18726,1995121,14600,1991310,11109,1987181,8252,1983687,5713,1979876,3491,1976065,2222,1972571,1269,1968760,317,1964948,0,1961455,317,1943669,1269,1920165,2856,1891581,5395,1859184,6982,1841081,8887,1822977,11109,1803920,13965,1784546,16822,1764537,20313,1744527,24122,1724200,28248,1703238,33326,1682911,38404,1662584,44118,1641939,50465,1622248,57448,1602556,64748,1583817,72683,1565396,77127,1556502,81253,1547927,86014,1539352,90457,1531094,95536,1522836,100614,1515213,105692,1507908,111088,1500286,116801,1493298,122514,1486628,128545,1480276,134575,1474242,140923,1468207,147588,1463125,154254,1458044,161236,1453279,168219,1449150,175519,1445339,190436,1438352,205989,1431047,221541,1424695,237728,1417707,254233,1411355,271055,1405320,305651,1392934,341516,1380864,378651,1368795,456096,1344339,496405,1331953,537666,1318613,579880,1304321,622728,1289393,644628,1281453,666846,1273195,689063,1264619,711281,1255726,733816,1246198,756668,1236670,779521,1226506,802373,1216025xm1137444,0l1148251,317,1159376,635,1170183,1587,1180990,2539,1191797,3809,1202604,5714,1212776,7936,1223265,10158,1233754,12380,1243926,15237,1254097,18728,1264268,22220,1274122,25712,1283975,29838,1293829,33965,1303682,38726,1312900,43170,1322118,48249,1331654,53645,1340871,59041,1349771,64755,1358353,70786,1367253,76817,1375835,83801,1384100,90149,1392364,97450,1400628,104433,1408575,111734,1416521,119035,1424149,126971,1431460,134906,1439089,143159,1446081,151730,1453074,160300,1459749,168871,1466742,177759,1472781,187282,1479139,196487,1485178,205693,1490899,215533,1496621,225373,1502024,235531,1507428,245688,1512513,255846,1517281,266321,1521731,277114,1526181,287906,1530313,298381,1534445,309491,1537942,320601,1541438,332028,1544617,343456,1547477,355201,1550656,366945,1552881,378373,1555106,390435,1557331,402180,1558602,414559,1560509,426622,1561463,438684,1562734,451381,1563370,463760,1563688,476458,1563688,488837,1563688,504074,1563052,519310,1562099,534864,1560509,550418,1559238,566289,1557013,581843,1554470,598032,1551609,613903,1548431,630092,1544617,645963,1541120,662470,1536988,678658,1532220,694847,1527453,710718,1522685,726590,1516963,742778,1510924,758332,1504885,774521,1498528,790075,1492171,805629,1485178,821183,1477867,836102,1470556,851021,1462610,865940,1454664,880542,1446717,894826,1437817,908793,1428917,922759,1420017,936409,1411117,949106,1401264,962120,1391728,974500,1391728,1145593,1383146,1155433,1359625,1181462,1343414,1198603,1324979,1217966,1305272,1238916,1284611,1260184,1262679,1281769,1241065,1302084,1219769,1321765,1209279,1330653,1199426,1338906,1189572,1346842,1180672,1353825,1171772,1359856,1163508,1365252,1155879,1369061,1149204,1372236,1146026,1373505,1142529,1374140,1139669,1374775,1137444,1374775,1134901,1374775,1132040,1374140,1129180,1373505,1125683,1372236,1119008,1369061,1111062,1365252,1103115,1359856,1094215,1353825,1084998,1346842,1075144,1338906,1065291,1330653,1054801,1321765,1033823,1302084,1012209,1281769,990277,1260184,969616,1238916,949591,1217966,931474,1198603,915581,1181462,891742,1155433,883159,1145593,883159,974500,873624,962120,863770,949106,854870,936409,845970,922759,837070,908793,828488,894826,820224,880542,812278,865940,804331,851021,796703,836102,789710,821183,782717,805629,776042,790075,770003,774521,763964,758332,758242,742778,752521,726590,747435,710718,742350,694847,737900,678658,733767,662470,729953,645963,726457,630092,723278,613903,720418,598032,717875,581843,715968,566289,714060,550418,713107,534864,711835,519310,711200,504074,711200,488837,711200,476458,711518,463760,712153,451381,713425,438684,714378,426622,715968,414559,717557,402180,719782,390435,722007,378373,724550,366945,727410,355201,730271,343456,733450,332028,736946,320601,740442,309491,744575,298381,748707,287906,753157,277114,757607,266321,762374,255846,767460,245688,772864,235531,778267,225373,783989,215533,789710,205693,795749,196487,801789,187282,808146,177759,815138,168871,821813,160300,828806,151730,835799,143159,843110,134906,850738,126971,858367,119035,866313,111734,874260,104433,882206,97450,890788,90149,899052,83801,907634,76817,916216,70786,925116,64755,934016,59041,943552,53645,952452,48249,961988,43170,971205,38726,981059,33965,990595,29838,1000766,25712,1010302,22220,1020791,18728,1030962,15237,1041134,12380,1051305,10158,1062112,7936,1072283,5714,1083091,3809,1093898,2539,1104705,1587,1115512,635,1126637,317,1137444,0xe">
                  <v:path o:connectlocs="137,168;151,183;149,186;145,219;120,253;124,215;119,186;118,182;132,167;182,148;215,159;247,170;255,176;260,184;266,204;269,228;268,236;262,240;241,246;201,252;95,144;63,251;24,246;6,239;0,235;0,224;3,202;9,183;15,175;24,170;58,158;89,146;142,0;153,4;163,9;171,18;178,27;182,39;185,52;184,67;181,84;174,101;164,115;147,154;136,163;132,162;119,152;103,114;94,99;87,82;84,65;84,50;87,38;92,26;99,17;107,9;117,3;128,0" o:connectangles="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-1004570</wp:posOffset>
                </wp:positionH>
                <wp:positionV relativeFrom="paragraph">
                  <wp:posOffset>6292850</wp:posOffset>
                </wp:positionV>
                <wp:extent cx="2108835" cy="294005"/>
                <wp:effectExtent l="0" t="0" r="5715" b="1079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8835" cy="294005"/>
                          <a:chOff x="3062" y="11633"/>
                          <a:chExt cx="3321" cy="463"/>
                        </a:xfrm>
                      </wpg:grpSpPr>
                      <wps:wsp>
                        <wps:cNvPr id="4" name="矩形 29"/>
                        <wps:cNvSpPr/>
                        <wps:spPr>
                          <a:xfrm>
                            <a:off x="3062" y="11633"/>
                            <a:ext cx="3318" cy="455"/>
                          </a:xfrm>
                          <a:prstGeom prst="rect">
                            <a:avLst/>
                          </a:prstGeom>
                          <a:solidFill>
                            <a:srgbClr val="43CFA9"/>
                          </a:solidFill>
                          <a:ln w="1905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3" name="矩形 11"/>
                        <wps:cNvSpPr/>
                        <wps:spPr>
                          <a:xfrm>
                            <a:off x="4187" y="11642"/>
                            <a:ext cx="2197" cy="4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312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b/>
                                  <w:bCs/>
                                  <w:color w:val="FFFFFF"/>
                                  <w:kern w:val="24"/>
                                  <w:sz w:val="26"/>
                                  <w:szCs w:val="26"/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vert="horz" wrap="square" rtlCol="0" anchor="ctr"/>
                      </wps:wsp>
                      <wps:wsp>
                        <wps:cNvPr id="19" name="KSO_Shape"/>
                        <wps:cNvSpPr/>
                        <wps:spPr bwMode="auto">
                          <a:xfrm flipV="1">
                            <a:off x="3791" y="11717"/>
                            <a:ext cx="260" cy="265"/>
                          </a:xfrm>
                          <a:custGeom>
                            <a:avLst/>
                            <a:gdLst>
                              <a:gd name="T0" fmla="*/ 1524318 w 3543300"/>
                              <a:gd name="T1" fmla="*/ 1132523 h 3617913"/>
                              <a:gd name="T2" fmla="*/ 1313498 w 3543300"/>
                              <a:gd name="T3" fmla="*/ 1253173 h 3617913"/>
                              <a:gd name="T4" fmla="*/ 1155382 w 3543300"/>
                              <a:gd name="T5" fmla="*/ 1435418 h 3617913"/>
                              <a:gd name="T6" fmla="*/ 1066122 w 3543300"/>
                              <a:gd name="T7" fmla="*/ 1663327 h 3617913"/>
                              <a:gd name="T8" fmla="*/ 1059774 w 3543300"/>
                              <a:gd name="T9" fmla="*/ 1918696 h 3617913"/>
                              <a:gd name="T10" fmla="*/ 1138484 w 3543300"/>
                              <a:gd name="T11" fmla="*/ 2152467 h 3617913"/>
                              <a:gd name="T12" fmla="*/ 1287651 w 3543300"/>
                              <a:gd name="T13" fmla="*/ 2342088 h 3617913"/>
                              <a:gd name="T14" fmla="*/ 1491724 w 3543300"/>
                              <a:gd name="T15" fmla="*/ 2472632 h 3617913"/>
                              <a:gd name="T16" fmla="*/ 1734517 w 3543300"/>
                              <a:gd name="T17" fmla="*/ 2528533 h 3617913"/>
                              <a:gd name="T18" fmla="*/ 1985879 w 3543300"/>
                              <a:gd name="T19" fmla="*/ 2496771 h 3617913"/>
                              <a:gd name="T20" fmla="*/ 2202647 w 3543300"/>
                              <a:gd name="T21" fmla="*/ 2386238 h 3617913"/>
                              <a:gd name="T22" fmla="*/ 2368635 w 3543300"/>
                              <a:gd name="T23" fmla="*/ 2211863 h 3617913"/>
                              <a:gd name="T24" fmla="*/ 2469244 w 3543300"/>
                              <a:gd name="T25" fmla="*/ 1988891 h 3617913"/>
                              <a:gd name="T26" fmla="*/ 2487969 w 3543300"/>
                              <a:gd name="T27" fmla="*/ 1735110 h 3617913"/>
                              <a:gd name="T28" fmla="*/ 2420685 w 3543300"/>
                              <a:gd name="T29" fmla="*/ 1496257 h 3617913"/>
                              <a:gd name="T30" fmla="*/ 2280920 w 3543300"/>
                              <a:gd name="T31" fmla="*/ 1299528 h 3617913"/>
                              <a:gd name="T32" fmla="*/ 2083752 w 3543300"/>
                              <a:gd name="T33" fmla="*/ 1159510 h 3617913"/>
                              <a:gd name="T34" fmla="*/ 1845310 w 3543300"/>
                              <a:gd name="T35" fmla="*/ 1092518 h 3617913"/>
                              <a:gd name="T36" fmla="*/ 1957705 w 3543300"/>
                              <a:gd name="T37" fmla="*/ 6985 h 3617913"/>
                              <a:gd name="T38" fmla="*/ 2011998 w 3543300"/>
                              <a:gd name="T39" fmla="*/ 89217 h 3617913"/>
                              <a:gd name="T40" fmla="*/ 2341562 w 3543300"/>
                              <a:gd name="T41" fmla="*/ 485457 h 3617913"/>
                              <a:gd name="T42" fmla="*/ 2646362 w 3543300"/>
                              <a:gd name="T43" fmla="*/ 240665 h 3617913"/>
                              <a:gd name="T44" fmla="*/ 2970848 w 3543300"/>
                              <a:gd name="T45" fmla="*/ 446087 h 3617913"/>
                              <a:gd name="T46" fmla="*/ 2979738 w 3543300"/>
                              <a:gd name="T47" fmla="*/ 554990 h 3617913"/>
                              <a:gd name="T48" fmla="*/ 2996248 w 3543300"/>
                              <a:gd name="T49" fmla="*/ 1049655 h 3617913"/>
                              <a:gd name="T50" fmla="*/ 3393440 w 3543300"/>
                              <a:gd name="T51" fmla="*/ 1051243 h 3617913"/>
                              <a:gd name="T52" fmla="*/ 3542030 w 3543300"/>
                              <a:gd name="T53" fmla="*/ 1406843 h 3617913"/>
                              <a:gd name="T54" fmla="*/ 3490278 w 3543300"/>
                              <a:gd name="T55" fmla="*/ 1502728 h 3617913"/>
                              <a:gd name="T56" fmla="*/ 3210242 w 3543300"/>
                              <a:gd name="T57" fmla="*/ 1889125 h 3617913"/>
                              <a:gd name="T58" fmla="*/ 3529330 w 3543300"/>
                              <a:gd name="T59" fmla="*/ 2149158 h 3617913"/>
                              <a:gd name="T60" fmla="*/ 3442335 w 3543300"/>
                              <a:gd name="T61" fmla="*/ 2520315 h 3617913"/>
                              <a:gd name="T62" fmla="*/ 3346450 w 3543300"/>
                              <a:gd name="T63" fmla="*/ 2572068 h 3617913"/>
                              <a:gd name="T64" fmla="*/ 2905125 w 3543300"/>
                              <a:gd name="T65" fmla="*/ 2698115 h 3617913"/>
                              <a:gd name="T66" fmla="*/ 2994025 w 3543300"/>
                              <a:gd name="T67" fmla="*/ 3108643 h 3617913"/>
                              <a:gd name="T68" fmla="*/ 2709228 w 3543300"/>
                              <a:gd name="T69" fmla="*/ 3363913 h 3617913"/>
                              <a:gd name="T70" fmla="*/ 2600325 w 3543300"/>
                              <a:gd name="T71" fmla="*/ 3355023 h 3617913"/>
                              <a:gd name="T72" fmla="*/ 2193608 w 3543300"/>
                              <a:gd name="T73" fmla="*/ 3187066 h 3617913"/>
                              <a:gd name="T74" fmla="*/ 2005012 w 3543300"/>
                              <a:gd name="T75" fmla="*/ 3563621 h 3617913"/>
                              <a:gd name="T76" fmla="*/ 1620520 w 3543300"/>
                              <a:gd name="T77" fmla="*/ 3617913 h 3617913"/>
                              <a:gd name="T78" fmla="*/ 1535430 w 3543300"/>
                              <a:gd name="T79" fmla="*/ 3555366 h 3617913"/>
                              <a:gd name="T80" fmla="*/ 1324928 w 3543300"/>
                              <a:gd name="T81" fmla="*/ 3179128 h 3617913"/>
                              <a:gd name="T82" fmla="*/ 935990 w 3543300"/>
                              <a:gd name="T83" fmla="*/ 3361056 h 3617913"/>
                              <a:gd name="T84" fmla="*/ 830262 w 3543300"/>
                              <a:gd name="T85" fmla="*/ 3361056 h 3617913"/>
                              <a:gd name="T86" fmla="*/ 550545 w 3543300"/>
                              <a:gd name="T87" fmla="*/ 3100071 h 3617913"/>
                              <a:gd name="T88" fmla="*/ 638492 w 3543300"/>
                              <a:gd name="T89" fmla="*/ 2698115 h 3617913"/>
                              <a:gd name="T90" fmla="*/ 196850 w 3543300"/>
                              <a:gd name="T91" fmla="*/ 2572068 h 3617913"/>
                              <a:gd name="T92" fmla="*/ 101282 w 3543300"/>
                              <a:gd name="T93" fmla="*/ 2520315 h 3617913"/>
                              <a:gd name="T94" fmla="*/ 13970 w 3543300"/>
                              <a:gd name="T95" fmla="*/ 2149158 h 3617913"/>
                              <a:gd name="T96" fmla="*/ 334962 w 3543300"/>
                              <a:gd name="T97" fmla="*/ 1915478 h 3617913"/>
                              <a:gd name="T98" fmla="*/ 57467 w 3543300"/>
                              <a:gd name="T99" fmla="*/ 1504633 h 3617913"/>
                              <a:gd name="T100" fmla="*/ 635 w 3543300"/>
                              <a:gd name="T101" fmla="*/ 1411288 h 3617913"/>
                              <a:gd name="T102" fmla="*/ 134620 w 3543300"/>
                              <a:gd name="T103" fmla="*/ 1058863 h 3617913"/>
                              <a:gd name="T104" fmla="*/ 520382 w 3543300"/>
                              <a:gd name="T105" fmla="*/ 1095375 h 3617913"/>
                              <a:gd name="T106" fmla="*/ 742632 w 3543300"/>
                              <a:gd name="T107" fmla="*/ 801052 h 3617913"/>
                              <a:gd name="T108" fmla="*/ 558482 w 3543300"/>
                              <a:gd name="T109" fmla="*/ 467677 h 3617913"/>
                              <a:gd name="T110" fmla="*/ 862648 w 3543300"/>
                              <a:gd name="T111" fmla="*/ 242252 h 3617913"/>
                              <a:gd name="T112" fmla="*/ 955040 w 3543300"/>
                              <a:gd name="T113" fmla="*/ 276542 h 3617913"/>
                              <a:gd name="T114" fmla="*/ 1452245 w 3543300"/>
                              <a:gd name="T115" fmla="*/ 404177 h 3617913"/>
                              <a:gd name="T116" fmla="*/ 1557655 w 3543300"/>
                              <a:gd name="T117" fmla="*/ 26352 h 3617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3543300" h="3617913">
                                <a:moveTo>
                                  <a:pt x="1752918" y="1088708"/>
                                </a:moveTo>
                                <a:lnTo>
                                  <a:pt x="1734502" y="1089660"/>
                                </a:lnTo>
                                <a:lnTo>
                                  <a:pt x="1716088" y="1090613"/>
                                </a:lnTo>
                                <a:lnTo>
                                  <a:pt x="1697990" y="1092518"/>
                                </a:lnTo>
                                <a:lnTo>
                                  <a:pt x="1679892" y="1094423"/>
                                </a:lnTo>
                                <a:lnTo>
                                  <a:pt x="1662112" y="1097280"/>
                                </a:lnTo>
                                <a:lnTo>
                                  <a:pt x="1644332" y="1100138"/>
                                </a:lnTo>
                                <a:lnTo>
                                  <a:pt x="1626552" y="1103630"/>
                                </a:lnTo>
                                <a:lnTo>
                                  <a:pt x="1608772" y="1107440"/>
                                </a:lnTo>
                                <a:lnTo>
                                  <a:pt x="1591628" y="1111568"/>
                                </a:lnTo>
                                <a:lnTo>
                                  <a:pt x="1574800" y="1116013"/>
                                </a:lnTo>
                                <a:lnTo>
                                  <a:pt x="1557338" y="1121093"/>
                                </a:lnTo>
                                <a:lnTo>
                                  <a:pt x="1540828" y="1126490"/>
                                </a:lnTo>
                                <a:lnTo>
                                  <a:pt x="1524318" y="1132523"/>
                                </a:lnTo>
                                <a:lnTo>
                                  <a:pt x="1507808" y="1138555"/>
                                </a:lnTo>
                                <a:lnTo>
                                  <a:pt x="1491615" y="1145223"/>
                                </a:lnTo>
                                <a:lnTo>
                                  <a:pt x="1475422" y="1152525"/>
                                </a:lnTo>
                                <a:lnTo>
                                  <a:pt x="1459548" y="1159510"/>
                                </a:lnTo>
                                <a:lnTo>
                                  <a:pt x="1443672" y="1167448"/>
                                </a:lnTo>
                                <a:lnTo>
                                  <a:pt x="1428432" y="1175703"/>
                                </a:lnTo>
                                <a:lnTo>
                                  <a:pt x="1413192" y="1183958"/>
                                </a:lnTo>
                                <a:lnTo>
                                  <a:pt x="1398270" y="1193165"/>
                                </a:lnTo>
                                <a:lnTo>
                                  <a:pt x="1383665" y="1202055"/>
                                </a:lnTo>
                                <a:lnTo>
                                  <a:pt x="1368742" y="1211898"/>
                                </a:lnTo>
                                <a:lnTo>
                                  <a:pt x="1354772" y="1221740"/>
                                </a:lnTo>
                                <a:lnTo>
                                  <a:pt x="1340485" y="1231900"/>
                                </a:lnTo>
                                <a:lnTo>
                                  <a:pt x="1327150" y="1242378"/>
                                </a:lnTo>
                                <a:lnTo>
                                  <a:pt x="1313498" y="1253173"/>
                                </a:lnTo>
                                <a:lnTo>
                                  <a:pt x="1300480" y="1264285"/>
                                </a:lnTo>
                                <a:lnTo>
                                  <a:pt x="1287462" y="1275715"/>
                                </a:lnTo>
                                <a:lnTo>
                                  <a:pt x="1274762" y="1287463"/>
                                </a:lnTo>
                                <a:lnTo>
                                  <a:pt x="1262380" y="1299528"/>
                                </a:lnTo>
                                <a:lnTo>
                                  <a:pt x="1250315" y="1311910"/>
                                </a:lnTo>
                                <a:lnTo>
                                  <a:pt x="1238568" y="1324928"/>
                                </a:lnTo>
                                <a:lnTo>
                                  <a:pt x="1227138" y="1337628"/>
                                </a:lnTo>
                                <a:lnTo>
                                  <a:pt x="1215708" y="1350645"/>
                                </a:lnTo>
                                <a:lnTo>
                                  <a:pt x="1205230" y="1364298"/>
                                </a:lnTo>
                                <a:lnTo>
                                  <a:pt x="1194752" y="1377950"/>
                                </a:lnTo>
                                <a:lnTo>
                                  <a:pt x="1183958" y="1392238"/>
                                </a:lnTo>
                                <a:lnTo>
                                  <a:pt x="1174432" y="1406525"/>
                                </a:lnTo>
                                <a:lnTo>
                                  <a:pt x="1164908" y="1420813"/>
                                </a:lnTo>
                                <a:lnTo>
                                  <a:pt x="1155382" y="1435418"/>
                                </a:lnTo>
                                <a:lnTo>
                                  <a:pt x="1146810" y="1450340"/>
                                </a:lnTo>
                                <a:lnTo>
                                  <a:pt x="1138391" y="1465309"/>
                                </a:lnTo>
                                <a:lnTo>
                                  <a:pt x="1130549" y="1480376"/>
                                </a:lnTo>
                                <a:lnTo>
                                  <a:pt x="1122615" y="1496257"/>
                                </a:lnTo>
                                <a:lnTo>
                                  <a:pt x="1114998" y="1512138"/>
                                </a:lnTo>
                                <a:lnTo>
                                  <a:pt x="1108333" y="1528337"/>
                                </a:lnTo>
                                <a:lnTo>
                                  <a:pt x="1101668" y="1544536"/>
                                </a:lnTo>
                                <a:lnTo>
                                  <a:pt x="1095321" y="1561052"/>
                                </a:lnTo>
                                <a:lnTo>
                                  <a:pt x="1089608" y="1577568"/>
                                </a:lnTo>
                                <a:lnTo>
                                  <a:pt x="1083895" y="1594402"/>
                                </a:lnTo>
                                <a:lnTo>
                                  <a:pt x="1079134" y="1611554"/>
                                </a:lnTo>
                                <a:lnTo>
                                  <a:pt x="1074056" y="1628388"/>
                                </a:lnTo>
                                <a:lnTo>
                                  <a:pt x="1069931" y="1646175"/>
                                </a:lnTo>
                                <a:lnTo>
                                  <a:pt x="1066122" y="1663327"/>
                                </a:lnTo>
                                <a:lnTo>
                                  <a:pt x="1062948" y="1681114"/>
                                </a:lnTo>
                                <a:lnTo>
                                  <a:pt x="1059774" y="1698901"/>
                                </a:lnTo>
                                <a:lnTo>
                                  <a:pt x="1057553" y="1717005"/>
                                </a:lnTo>
                                <a:lnTo>
                                  <a:pt x="1055331" y="1735110"/>
                                </a:lnTo>
                                <a:lnTo>
                                  <a:pt x="1053744" y="1753532"/>
                                </a:lnTo>
                                <a:lnTo>
                                  <a:pt x="1052792" y="1771319"/>
                                </a:lnTo>
                                <a:lnTo>
                                  <a:pt x="1051840" y="1790376"/>
                                </a:lnTo>
                                <a:lnTo>
                                  <a:pt x="1051523" y="1808798"/>
                                </a:lnTo>
                                <a:lnTo>
                                  <a:pt x="1051840" y="1827221"/>
                                </a:lnTo>
                                <a:lnTo>
                                  <a:pt x="1052792" y="1845960"/>
                                </a:lnTo>
                                <a:lnTo>
                                  <a:pt x="1053744" y="1864065"/>
                                </a:lnTo>
                                <a:lnTo>
                                  <a:pt x="1055331" y="1882487"/>
                                </a:lnTo>
                                <a:lnTo>
                                  <a:pt x="1057553" y="1900592"/>
                                </a:lnTo>
                                <a:lnTo>
                                  <a:pt x="1059774" y="1918696"/>
                                </a:lnTo>
                                <a:lnTo>
                                  <a:pt x="1062948" y="1936483"/>
                                </a:lnTo>
                                <a:lnTo>
                                  <a:pt x="1066122" y="1953952"/>
                                </a:lnTo>
                                <a:lnTo>
                                  <a:pt x="1069931" y="1971739"/>
                                </a:lnTo>
                                <a:lnTo>
                                  <a:pt x="1074056" y="1988891"/>
                                </a:lnTo>
                                <a:lnTo>
                                  <a:pt x="1079134" y="2006043"/>
                                </a:lnTo>
                                <a:lnTo>
                                  <a:pt x="1083895" y="2022877"/>
                                </a:lnTo>
                                <a:lnTo>
                                  <a:pt x="1089608" y="2039711"/>
                                </a:lnTo>
                                <a:lnTo>
                                  <a:pt x="1095321" y="2056545"/>
                                </a:lnTo>
                                <a:lnTo>
                                  <a:pt x="1101668" y="2073061"/>
                                </a:lnTo>
                                <a:lnTo>
                                  <a:pt x="1108333" y="2089260"/>
                                </a:lnTo>
                                <a:lnTo>
                                  <a:pt x="1114998" y="2105459"/>
                                </a:lnTo>
                                <a:lnTo>
                                  <a:pt x="1122615" y="2121022"/>
                                </a:lnTo>
                                <a:lnTo>
                                  <a:pt x="1130549" y="2136904"/>
                                </a:lnTo>
                                <a:lnTo>
                                  <a:pt x="1138484" y="2152467"/>
                                </a:lnTo>
                                <a:lnTo>
                                  <a:pt x="1147053" y="2167395"/>
                                </a:lnTo>
                                <a:lnTo>
                                  <a:pt x="1155622" y="2182641"/>
                                </a:lnTo>
                                <a:lnTo>
                                  <a:pt x="1165144" y="2197252"/>
                                </a:lnTo>
                                <a:lnTo>
                                  <a:pt x="1174665" y="2211863"/>
                                </a:lnTo>
                                <a:lnTo>
                                  <a:pt x="1184186" y="2225838"/>
                                </a:lnTo>
                                <a:lnTo>
                                  <a:pt x="1194977" y="2240131"/>
                                </a:lnTo>
                                <a:lnTo>
                                  <a:pt x="1205450" y="2253789"/>
                                </a:lnTo>
                                <a:lnTo>
                                  <a:pt x="1215924" y="2267129"/>
                                </a:lnTo>
                                <a:lnTo>
                                  <a:pt x="1227349" y="2280469"/>
                                </a:lnTo>
                                <a:lnTo>
                                  <a:pt x="1238775" y="2293174"/>
                                </a:lnTo>
                                <a:lnTo>
                                  <a:pt x="1250518" y="2305879"/>
                                </a:lnTo>
                                <a:lnTo>
                                  <a:pt x="1262578" y="2318267"/>
                                </a:lnTo>
                                <a:lnTo>
                                  <a:pt x="1274956" y="2330336"/>
                                </a:lnTo>
                                <a:lnTo>
                                  <a:pt x="1287651" y="2342088"/>
                                </a:lnTo>
                                <a:lnTo>
                                  <a:pt x="1300663" y="2353840"/>
                                </a:lnTo>
                                <a:lnTo>
                                  <a:pt x="1313676" y="2364640"/>
                                </a:lnTo>
                                <a:lnTo>
                                  <a:pt x="1327323" y="2375756"/>
                                </a:lnTo>
                                <a:lnTo>
                                  <a:pt x="1340653" y="2386238"/>
                                </a:lnTo>
                                <a:lnTo>
                                  <a:pt x="1354935" y="2396402"/>
                                </a:lnTo>
                                <a:lnTo>
                                  <a:pt x="1368899" y="2406566"/>
                                </a:lnTo>
                                <a:lnTo>
                                  <a:pt x="1383816" y="2415777"/>
                                </a:lnTo>
                                <a:lnTo>
                                  <a:pt x="1398415" y="2424988"/>
                                </a:lnTo>
                                <a:lnTo>
                                  <a:pt x="1413332" y="2433882"/>
                                </a:lnTo>
                                <a:lnTo>
                                  <a:pt x="1428566" y="2442775"/>
                                </a:lnTo>
                                <a:lnTo>
                                  <a:pt x="1443800" y="2450398"/>
                                </a:lnTo>
                                <a:lnTo>
                                  <a:pt x="1459669" y="2458339"/>
                                </a:lnTo>
                                <a:lnTo>
                                  <a:pt x="1475538" y="2465644"/>
                                </a:lnTo>
                                <a:lnTo>
                                  <a:pt x="1491724" y="2472632"/>
                                </a:lnTo>
                                <a:lnTo>
                                  <a:pt x="1507910" y="2479619"/>
                                </a:lnTo>
                                <a:lnTo>
                                  <a:pt x="1524414" y="2485654"/>
                                </a:lnTo>
                                <a:lnTo>
                                  <a:pt x="1540917" y="2491689"/>
                                </a:lnTo>
                                <a:lnTo>
                                  <a:pt x="1557421" y="2496771"/>
                                </a:lnTo>
                                <a:lnTo>
                                  <a:pt x="1574877" y="2502171"/>
                                </a:lnTo>
                                <a:lnTo>
                                  <a:pt x="1591698" y="2506617"/>
                                </a:lnTo>
                                <a:lnTo>
                                  <a:pt x="1608836" y="2510746"/>
                                </a:lnTo>
                                <a:lnTo>
                                  <a:pt x="1626609" y="2514876"/>
                                </a:lnTo>
                                <a:lnTo>
                                  <a:pt x="1644382" y="2518369"/>
                                </a:lnTo>
                                <a:lnTo>
                                  <a:pt x="1662155" y="2520910"/>
                                </a:lnTo>
                                <a:lnTo>
                                  <a:pt x="1679928" y="2523451"/>
                                </a:lnTo>
                                <a:lnTo>
                                  <a:pt x="1698019" y="2525675"/>
                                </a:lnTo>
                                <a:lnTo>
                                  <a:pt x="1716109" y="2527263"/>
                                </a:lnTo>
                                <a:lnTo>
                                  <a:pt x="1734517" y="2528533"/>
                                </a:lnTo>
                                <a:lnTo>
                                  <a:pt x="1752925" y="2529169"/>
                                </a:lnTo>
                                <a:lnTo>
                                  <a:pt x="1771967" y="2529169"/>
                                </a:lnTo>
                                <a:lnTo>
                                  <a:pt x="1790375" y="2529169"/>
                                </a:lnTo>
                                <a:lnTo>
                                  <a:pt x="1808783" y="2528533"/>
                                </a:lnTo>
                                <a:lnTo>
                                  <a:pt x="1827191" y="2527263"/>
                                </a:lnTo>
                                <a:lnTo>
                                  <a:pt x="1845281" y="2525675"/>
                                </a:lnTo>
                                <a:lnTo>
                                  <a:pt x="1863372" y="2523451"/>
                                </a:lnTo>
                                <a:lnTo>
                                  <a:pt x="1881145" y="2520910"/>
                                </a:lnTo>
                                <a:lnTo>
                                  <a:pt x="1898918" y="2518369"/>
                                </a:lnTo>
                                <a:lnTo>
                                  <a:pt x="1916691" y="2514876"/>
                                </a:lnTo>
                                <a:lnTo>
                                  <a:pt x="1934464" y="2510746"/>
                                </a:lnTo>
                                <a:lnTo>
                                  <a:pt x="1951602" y="2506617"/>
                                </a:lnTo>
                                <a:lnTo>
                                  <a:pt x="1969058" y="2502171"/>
                                </a:lnTo>
                                <a:lnTo>
                                  <a:pt x="1985879" y="2496771"/>
                                </a:lnTo>
                                <a:lnTo>
                                  <a:pt x="2002383" y="2491689"/>
                                </a:lnTo>
                                <a:lnTo>
                                  <a:pt x="2019204" y="2485654"/>
                                </a:lnTo>
                                <a:lnTo>
                                  <a:pt x="2035390" y="2479619"/>
                                </a:lnTo>
                                <a:lnTo>
                                  <a:pt x="2051894" y="2472632"/>
                                </a:lnTo>
                                <a:lnTo>
                                  <a:pt x="2067762" y="2465644"/>
                                </a:lnTo>
                                <a:lnTo>
                                  <a:pt x="2083631" y="2458339"/>
                                </a:lnTo>
                                <a:lnTo>
                                  <a:pt x="2099500" y="2450398"/>
                                </a:lnTo>
                                <a:lnTo>
                                  <a:pt x="2114734" y="2442775"/>
                                </a:lnTo>
                                <a:lnTo>
                                  <a:pt x="2129968" y="2433882"/>
                                </a:lnTo>
                                <a:lnTo>
                                  <a:pt x="2144885" y="2424988"/>
                                </a:lnTo>
                                <a:lnTo>
                                  <a:pt x="2159484" y="2415777"/>
                                </a:lnTo>
                                <a:lnTo>
                                  <a:pt x="2174401" y="2406566"/>
                                </a:lnTo>
                                <a:lnTo>
                                  <a:pt x="2188683" y="2396402"/>
                                </a:lnTo>
                                <a:lnTo>
                                  <a:pt x="2202647" y="2386238"/>
                                </a:lnTo>
                                <a:lnTo>
                                  <a:pt x="2215977" y="2375756"/>
                                </a:lnTo>
                                <a:lnTo>
                                  <a:pt x="2229624" y="2364640"/>
                                </a:lnTo>
                                <a:lnTo>
                                  <a:pt x="2242637" y="2353840"/>
                                </a:lnTo>
                                <a:lnTo>
                                  <a:pt x="2255966" y="2342088"/>
                                </a:lnTo>
                                <a:lnTo>
                                  <a:pt x="2268344" y="2330336"/>
                                </a:lnTo>
                                <a:lnTo>
                                  <a:pt x="2280722" y="2318267"/>
                                </a:lnTo>
                                <a:lnTo>
                                  <a:pt x="2292782" y="2305879"/>
                                </a:lnTo>
                                <a:lnTo>
                                  <a:pt x="2304525" y="2293174"/>
                                </a:lnTo>
                                <a:lnTo>
                                  <a:pt x="2315951" y="2280469"/>
                                </a:lnTo>
                                <a:lnTo>
                                  <a:pt x="2327376" y="2267129"/>
                                </a:lnTo>
                                <a:lnTo>
                                  <a:pt x="2338167" y="2253789"/>
                                </a:lnTo>
                                <a:lnTo>
                                  <a:pt x="2348958" y="2240131"/>
                                </a:lnTo>
                                <a:lnTo>
                                  <a:pt x="2359114" y="2225838"/>
                                </a:lnTo>
                                <a:lnTo>
                                  <a:pt x="2368635" y="2211863"/>
                                </a:lnTo>
                                <a:lnTo>
                                  <a:pt x="2378156" y="2197252"/>
                                </a:lnTo>
                                <a:lnTo>
                                  <a:pt x="2387678" y="2182641"/>
                                </a:lnTo>
                                <a:lnTo>
                                  <a:pt x="2396247" y="2167395"/>
                                </a:lnTo>
                                <a:lnTo>
                                  <a:pt x="2404816" y="2152467"/>
                                </a:lnTo>
                                <a:lnTo>
                                  <a:pt x="2412750" y="2136904"/>
                                </a:lnTo>
                                <a:lnTo>
                                  <a:pt x="2420685" y="2121022"/>
                                </a:lnTo>
                                <a:lnTo>
                                  <a:pt x="2428302" y="2105459"/>
                                </a:lnTo>
                                <a:lnTo>
                                  <a:pt x="2434967" y="2089260"/>
                                </a:lnTo>
                                <a:lnTo>
                                  <a:pt x="2441632" y="2073061"/>
                                </a:lnTo>
                                <a:lnTo>
                                  <a:pt x="2447979" y="2056545"/>
                                </a:lnTo>
                                <a:lnTo>
                                  <a:pt x="2453692" y="2039711"/>
                                </a:lnTo>
                                <a:lnTo>
                                  <a:pt x="2459405" y="2022877"/>
                                </a:lnTo>
                                <a:lnTo>
                                  <a:pt x="2464166" y="2006043"/>
                                </a:lnTo>
                                <a:lnTo>
                                  <a:pt x="2469244" y="1988891"/>
                                </a:lnTo>
                                <a:lnTo>
                                  <a:pt x="2473370" y="1971739"/>
                                </a:lnTo>
                                <a:lnTo>
                                  <a:pt x="2477178" y="1953952"/>
                                </a:lnTo>
                                <a:lnTo>
                                  <a:pt x="2480352" y="1936483"/>
                                </a:lnTo>
                                <a:lnTo>
                                  <a:pt x="2483526" y="1918696"/>
                                </a:lnTo>
                                <a:lnTo>
                                  <a:pt x="2486064" y="1900592"/>
                                </a:lnTo>
                                <a:lnTo>
                                  <a:pt x="2487969" y="1882487"/>
                                </a:lnTo>
                                <a:lnTo>
                                  <a:pt x="2489556" y="1864065"/>
                                </a:lnTo>
                                <a:lnTo>
                                  <a:pt x="2490508" y="1845960"/>
                                </a:lnTo>
                                <a:lnTo>
                                  <a:pt x="2491460" y="1827221"/>
                                </a:lnTo>
                                <a:lnTo>
                                  <a:pt x="2491777" y="1808798"/>
                                </a:lnTo>
                                <a:lnTo>
                                  <a:pt x="2491460" y="1790376"/>
                                </a:lnTo>
                                <a:lnTo>
                                  <a:pt x="2490508" y="1771319"/>
                                </a:lnTo>
                                <a:lnTo>
                                  <a:pt x="2489556" y="1753532"/>
                                </a:lnTo>
                                <a:lnTo>
                                  <a:pt x="2487969" y="1735110"/>
                                </a:lnTo>
                                <a:lnTo>
                                  <a:pt x="2486064" y="1717005"/>
                                </a:lnTo>
                                <a:lnTo>
                                  <a:pt x="2483526" y="1698901"/>
                                </a:lnTo>
                                <a:lnTo>
                                  <a:pt x="2480352" y="1681114"/>
                                </a:lnTo>
                                <a:lnTo>
                                  <a:pt x="2477178" y="1663327"/>
                                </a:lnTo>
                                <a:lnTo>
                                  <a:pt x="2473370" y="1646175"/>
                                </a:lnTo>
                                <a:lnTo>
                                  <a:pt x="2469244" y="1628388"/>
                                </a:lnTo>
                                <a:lnTo>
                                  <a:pt x="2464166" y="1611554"/>
                                </a:lnTo>
                                <a:lnTo>
                                  <a:pt x="2459405" y="1594402"/>
                                </a:lnTo>
                                <a:lnTo>
                                  <a:pt x="2453692" y="1577568"/>
                                </a:lnTo>
                                <a:lnTo>
                                  <a:pt x="2447979" y="1561052"/>
                                </a:lnTo>
                                <a:lnTo>
                                  <a:pt x="2441632" y="1544536"/>
                                </a:lnTo>
                                <a:lnTo>
                                  <a:pt x="2434967" y="1528337"/>
                                </a:lnTo>
                                <a:lnTo>
                                  <a:pt x="2428302" y="1512138"/>
                                </a:lnTo>
                                <a:lnTo>
                                  <a:pt x="2420685" y="1496257"/>
                                </a:lnTo>
                                <a:lnTo>
                                  <a:pt x="2412750" y="1480376"/>
                                </a:lnTo>
                                <a:lnTo>
                                  <a:pt x="2404909" y="1465308"/>
                                </a:lnTo>
                                <a:lnTo>
                                  <a:pt x="2396490" y="1450340"/>
                                </a:lnTo>
                                <a:lnTo>
                                  <a:pt x="2387918" y="1435418"/>
                                </a:lnTo>
                                <a:lnTo>
                                  <a:pt x="2378392" y="1420813"/>
                                </a:lnTo>
                                <a:lnTo>
                                  <a:pt x="2368868" y="1406525"/>
                                </a:lnTo>
                                <a:lnTo>
                                  <a:pt x="2359342" y="1392238"/>
                                </a:lnTo>
                                <a:lnTo>
                                  <a:pt x="2349182" y="1377950"/>
                                </a:lnTo>
                                <a:lnTo>
                                  <a:pt x="2338388" y="1364298"/>
                                </a:lnTo>
                                <a:lnTo>
                                  <a:pt x="2327592" y="1350645"/>
                                </a:lnTo>
                                <a:lnTo>
                                  <a:pt x="2316162" y="1337628"/>
                                </a:lnTo>
                                <a:lnTo>
                                  <a:pt x="2304732" y="1324928"/>
                                </a:lnTo>
                                <a:lnTo>
                                  <a:pt x="2292985" y="1311910"/>
                                </a:lnTo>
                                <a:lnTo>
                                  <a:pt x="2280920" y="1299528"/>
                                </a:lnTo>
                                <a:lnTo>
                                  <a:pt x="2268538" y="1287463"/>
                                </a:lnTo>
                                <a:lnTo>
                                  <a:pt x="2256155" y="1275715"/>
                                </a:lnTo>
                                <a:lnTo>
                                  <a:pt x="2242820" y="1264285"/>
                                </a:lnTo>
                                <a:lnTo>
                                  <a:pt x="2229802" y="1253173"/>
                                </a:lnTo>
                                <a:lnTo>
                                  <a:pt x="2216150" y="1242378"/>
                                </a:lnTo>
                                <a:lnTo>
                                  <a:pt x="2202815" y="1231900"/>
                                </a:lnTo>
                                <a:lnTo>
                                  <a:pt x="2188845" y="1221740"/>
                                </a:lnTo>
                                <a:lnTo>
                                  <a:pt x="2174558" y="1211898"/>
                                </a:lnTo>
                                <a:lnTo>
                                  <a:pt x="2159635" y="1202055"/>
                                </a:lnTo>
                                <a:lnTo>
                                  <a:pt x="2145030" y="1193165"/>
                                </a:lnTo>
                                <a:lnTo>
                                  <a:pt x="2130108" y="1183958"/>
                                </a:lnTo>
                                <a:lnTo>
                                  <a:pt x="2114868" y="1175703"/>
                                </a:lnTo>
                                <a:lnTo>
                                  <a:pt x="2099628" y="1167448"/>
                                </a:lnTo>
                                <a:lnTo>
                                  <a:pt x="2083752" y="1159510"/>
                                </a:lnTo>
                                <a:lnTo>
                                  <a:pt x="2067878" y="1152525"/>
                                </a:lnTo>
                                <a:lnTo>
                                  <a:pt x="2052002" y="1145223"/>
                                </a:lnTo>
                                <a:lnTo>
                                  <a:pt x="2035492" y="1138555"/>
                                </a:lnTo>
                                <a:lnTo>
                                  <a:pt x="2019300" y="1132523"/>
                                </a:lnTo>
                                <a:lnTo>
                                  <a:pt x="2002472" y="1126490"/>
                                </a:lnTo>
                                <a:lnTo>
                                  <a:pt x="1985962" y="1121093"/>
                                </a:lnTo>
                                <a:lnTo>
                                  <a:pt x="1969135" y="1116013"/>
                                </a:lnTo>
                                <a:lnTo>
                                  <a:pt x="1951672" y="1111568"/>
                                </a:lnTo>
                                <a:lnTo>
                                  <a:pt x="1934528" y="1107440"/>
                                </a:lnTo>
                                <a:lnTo>
                                  <a:pt x="1916748" y="1103630"/>
                                </a:lnTo>
                                <a:lnTo>
                                  <a:pt x="1898968" y="1100138"/>
                                </a:lnTo>
                                <a:lnTo>
                                  <a:pt x="1881188" y="1097280"/>
                                </a:lnTo>
                                <a:lnTo>
                                  <a:pt x="1863408" y="1094423"/>
                                </a:lnTo>
                                <a:lnTo>
                                  <a:pt x="1845310" y="1092518"/>
                                </a:lnTo>
                                <a:lnTo>
                                  <a:pt x="1827212" y="1090613"/>
                                </a:lnTo>
                                <a:lnTo>
                                  <a:pt x="1808798" y="1089660"/>
                                </a:lnTo>
                                <a:lnTo>
                                  <a:pt x="1790382" y="1088708"/>
                                </a:lnTo>
                                <a:lnTo>
                                  <a:pt x="1771968" y="1088708"/>
                                </a:lnTo>
                                <a:lnTo>
                                  <a:pt x="1752918" y="1088708"/>
                                </a:lnTo>
                                <a:close/>
                                <a:moveTo>
                                  <a:pt x="1615758" y="0"/>
                                </a:moveTo>
                                <a:lnTo>
                                  <a:pt x="1620520" y="0"/>
                                </a:lnTo>
                                <a:lnTo>
                                  <a:pt x="1922780" y="0"/>
                                </a:lnTo>
                                <a:lnTo>
                                  <a:pt x="1927225" y="0"/>
                                </a:lnTo>
                                <a:lnTo>
                                  <a:pt x="1931670" y="317"/>
                                </a:lnTo>
                                <a:lnTo>
                                  <a:pt x="1936115" y="952"/>
                                </a:lnTo>
                                <a:lnTo>
                                  <a:pt x="1940878" y="1905"/>
                                </a:lnTo>
                                <a:lnTo>
                                  <a:pt x="1949450" y="4127"/>
                                </a:lnTo>
                                <a:lnTo>
                                  <a:pt x="1957705" y="6985"/>
                                </a:lnTo>
                                <a:lnTo>
                                  <a:pt x="1965325" y="10795"/>
                                </a:lnTo>
                                <a:lnTo>
                                  <a:pt x="1972628" y="14922"/>
                                </a:lnTo>
                                <a:lnTo>
                                  <a:pt x="1979612" y="20320"/>
                                </a:lnTo>
                                <a:lnTo>
                                  <a:pt x="1985962" y="26035"/>
                                </a:lnTo>
                                <a:lnTo>
                                  <a:pt x="1991678" y="32385"/>
                                </a:lnTo>
                                <a:lnTo>
                                  <a:pt x="1996758" y="39052"/>
                                </a:lnTo>
                                <a:lnTo>
                                  <a:pt x="2001202" y="46672"/>
                                </a:lnTo>
                                <a:lnTo>
                                  <a:pt x="2005012" y="54610"/>
                                </a:lnTo>
                                <a:lnTo>
                                  <a:pt x="2007870" y="62230"/>
                                </a:lnTo>
                                <a:lnTo>
                                  <a:pt x="2010092" y="71120"/>
                                </a:lnTo>
                                <a:lnTo>
                                  <a:pt x="2010728" y="75565"/>
                                </a:lnTo>
                                <a:lnTo>
                                  <a:pt x="2011362" y="80010"/>
                                </a:lnTo>
                                <a:lnTo>
                                  <a:pt x="2011998" y="84455"/>
                                </a:lnTo>
                                <a:lnTo>
                                  <a:pt x="2011998" y="89217"/>
                                </a:lnTo>
                                <a:lnTo>
                                  <a:pt x="2011998" y="388620"/>
                                </a:lnTo>
                                <a:lnTo>
                                  <a:pt x="2038350" y="393065"/>
                                </a:lnTo>
                                <a:lnTo>
                                  <a:pt x="2064702" y="398462"/>
                                </a:lnTo>
                                <a:lnTo>
                                  <a:pt x="2091055" y="404177"/>
                                </a:lnTo>
                                <a:lnTo>
                                  <a:pt x="2116772" y="410210"/>
                                </a:lnTo>
                                <a:lnTo>
                                  <a:pt x="2142490" y="416877"/>
                                </a:lnTo>
                                <a:lnTo>
                                  <a:pt x="2167890" y="423545"/>
                                </a:lnTo>
                                <a:lnTo>
                                  <a:pt x="2193608" y="431165"/>
                                </a:lnTo>
                                <a:lnTo>
                                  <a:pt x="2218690" y="439102"/>
                                </a:lnTo>
                                <a:lnTo>
                                  <a:pt x="2243772" y="447675"/>
                                </a:lnTo>
                                <a:lnTo>
                                  <a:pt x="2268538" y="456247"/>
                                </a:lnTo>
                                <a:lnTo>
                                  <a:pt x="2292985" y="465772"/>
                                </a:lnTo>
                                <a:lnTo>
                                  <a:pt x="2317432" y="475615"/>
                                </a:lnTo>
                                <a:lnTo>
                                  <a:pt x="2341562" y="485457"/>
                                </a:lnTo>
                                <a:lnTo>
                                  <a:pt x="2365692" y="496252"/>
                                </a:lnTo>
                                <a:lnTo>
                                  <a:pt x="2388870" y="507047"/>
                                </a:lnTo>
                                <a:lnTo>
                                  <a:pt x="2412682" y="518477"/>
                                </a:lnTo>
                                <a:lnTo>
                                  <a:pt x="2588260" y="276542"/>
                                </a:lnTo>
                                <a:lnTo>
                                  <a:pt x="2591435" y="272732"/>
                                </a:lnTo>
                                <a:lnTo>
                                  <a:pt x="2593975" y="269240"/>
                                </a:lnTo>
                                <a:lnTo>
                                  <a:pt x="2597468" y="266065"/>
                                </a:lnTo>
                                <a:lnTo>
                                  <a:pt x="2600325" y="262890"/>
                                </a:lnTo>
                                <a:lnTo>
                                  <a:pt x="2606992" y="257175"/>
                                </a:lnTo>
                                <a:lnTo>
                                  <a:pt x="2614295" y="252412"/>
                                </a:lnTo>
                                <a:lnTo>
                                  <a:pt x="2621915" y="248602"/>
                                </a:lnTo>
                                <a:lnTo>
                                  <a:pt x="2629852" y="245110"/>
                                </a:lnTo>
                                <a:lnTo>
                                  <a:pt x="2638108" y="242570"/>
                                </a:lnTo>
                                <a:lnTo>
                                  <a:pt x="2646362" y="240665"/>
                                </a:lnTo>
                                <a:lnTo>
                                  <a:pt x="2654935" y="240030"/>
                                </a:lnTo>
                                <a:lnTo>
                                  <a:pt x="2663508" y="240030"/>
                                </a:lnTo>
                                <a:lnTo>
                                  <a:pt x="2671762" y="240665"/>
                                </a:lnTo>
                                <a:lnTo>
                                  <a:pt x="2680652" y="242252"/>
                                </a:lnTo>
                                <a:lnTo>
                                  <a:pt x="2688908" y="244475"/>
                                </a:lnTo>
                                <a:lnTo>
                                  <a:pt x="2697162" y="247967"/>
                                </a:lnTo>
                                <a:lnTo>
                                  <a:pt x="2705100" y="251777"/>
                                </a:lnTo>
                                <a:lnTo>
                                  <a:pt x="2709228" y="254317"/>
                                </a:lnTo>
                                <a:lnTo>
                                  <a:pt x="2712720" y="256857"/>
                                </a:lnTo>
                                <a:lnTo>
                                  <a:pt x="2957512" y="434022"/>
                                </a:lnTo>
                                <a:lnTo>
                                  <a:pt x="2960688" y="437197"/>
                                </a:lnTo>
                                <a:lnTo>
                                  <a:pt x="2964498" y="439737"/>
                                </a:lnTo>
                                <a:lnTo>
                                  <a:pt x="2967672" y="443230"/>
                                </a:lnTo>
                                <a:lnTo>
                                  <a:pt x="2970848" y="446087"/>
                                </a:lnTo>
                                <a:lnTo>
                                  <a:pt x="2976245" y="453072"/>
                                </a:lnTo>
                                <a:lnTo>
                                  <a:pt x="2981008" y="460375"/>
                                </a:lnTo>
                                <a:lnTo>
                                  <a:pt x="2985452" y="467995"/>
                                </a:lnTo>
                                <a:lnTo>
                                  <a:pt x="2988628" y="475932"/>
                                </a:lnTo>
                                <a:lnTo>
                                  <a:pt x="2991168" y="484187"/>
                                </a:lnTo>
                                <a:lnTo>
                                  <a:pt x="2992755" y="492442"/>
                                </a:lnTo>
                                <a:lnTo>
                                  <a:pt x="2994025" y="501015"/>
                                </a:lnTo>
                                <a:lnTo>
                                  <a:pt x="2994025" y="509270"/>
                                </a:lnTo>
                                <a:lnTo>
                                  <a:pt x="2993072" y="518160"/>
                                </a:lnTo>
                                <a:lnTo>
                                  <a:pt x="2991802" y="526732"/>
                                </a:lnTo>
                                <a:lnTo>
                                  <a:pt x="2988945" y="534987"/>
                                </a:lnTo>
                                <a:lnTo>
                                  <a:pt x="2986088" y="543242"/>
                                </a:lnTo>
                                <a:lnTo>
                                  <a:pt x="2981960" y="551180"/>
                                </a:lnTo>
                                <a:lnTo>
                                  <a:pt x="2979738" y="554990"/>
                                </a:lnTo>
                                <a:lnTo>
                                  <a:pt x="2976880" y="558800"/>
                                </a:lnTo>
                                <a:lnTo>
                                  <a:pt x="2800985" y="801052"/>
                                </a:lnTo>
                                <a:lnTo>
                                  <a:pt x="2819082" y="819785"/>
                                </a:lnTo>
                                <a:lnTo>
                                  <a:pt x="2837180" y="839470"/>
                                </a:lnTo>
                                <a:lnTo>
                                  <a:pt x="2854642" y="858837"/>
                                </a:lnTo>
                                <a:lnTo>
                                  <a:pt x="2871788" y="878840"/>
                                </a:lnTo>
                                <a:lnTo>
                                  <a:pt x="2888615" y="899160"/>
                                </a:lnTo>
                                <a:lnTo>
                                  <a:pt x="2905125" y="919797"/>
                                </a:lnTo>
                                <a:lnTo>
                                  <a:pt x="2921318" y="940752"/>
                                </a:lnTo>
                                <a:lnTo>
                                  <a:pt x="2937192" y="962025"/>
                                </a:lnTo>
                                <a:lnTo>
                                  <a:pt x="2952432" y="983615"/>
                                </a:lnTo>
                                <a:lnTo>
                                  <a:pt x="2967672" y="1005205"/>
                                </a:lnTo>
                                <a:lnTo>
                                  <a:pt x="2981960" y="1027113"/>
                                </a:lnTo>
                                <a:lnTo>
                                  <a:pt x="2996248" y="1049655"/>
                                </a:lnTo>
                                <a:lnTo>
                                  <a:pt x="3010218" y="1072198"/>
                                </a:lnTo>
                                <a:lnTo>
                                  <a:pt x="3023235" y="1095375"/>
                                </a:lnTo>
                                <a:lnTo>
                                  <a:pt x="3036570" y="1118553"/>
                                </a:lnTo>
                                <a:lnTo>
                                  <a:pt x="3048952" y="1142048"/>
                                </a:lnTo>
                                <a:lnTo>
                                  <a:pt x="3333115" y="1049338"/>
                                </a:lnTo>
                                <a:lnTo>
                                  <a:pt x="3337560" y="1048068"/>
                                </a:lnTo>
                                <a:lnTo>
                                  <a:pt x="3342005" y="1047115"/>
                                </a:lnTo>
                                <a:lnTo>
                                  <a:pt x="3346450" y="1046480"/>
                                </a:lnTo>
                                <a:lnTo>
                                  <a:pt x="3350578" y="1045528"/>
                                </a:lnTo>
                                <a:lnTo>
                                  <a:pt x="3359785" y="1044893"/>
                                </a:lnTo>
                                <a:lnTo>
                                  <a:pt x="3368358" y="1045210"/>
                                </a:lnTo>
                                <a:lnTo>
                                  <a:pt x="3376930" y="1046480"/>
                                </a:lnTo>
                                <a:lnTo>
                                  <a:pt x="3385185" y="1048068"/>
                                </a:lnTo>
                                <a:lnTo>
                                  <a:pt x="3393440" y="1051243"/>
                                </a:lnTo>
                                <a:lnTo>
                                  <a:pt x="3401060" y="1054735"/>
                                </a:lnTo>
                                <a:lnTo>
                                  <a:pt x="3408680" y="1058863"/>
                                </a:lnTo>
                                <a:lnTo>
                                  <a:pt x="3415665" y="1063625"/>
                                </a:lnTo>
                                <a:lnTo>
                                  <a:pt x="3422015" y="1069340"/>
                                </a:lnTo>
                                <a:lnTo>
                                  <a:pt x="3428048" y="1075690"/>
                                </a:lnTo>
                                <a:lnTo>
                                  <a:pt x="3433445" y="1082358"/>
                                </a:lnTo>
                                <a:lnTo>
                                  <a:pt x="3438208" y="1089978"/>
                                </a:lnTo>
                                <a:lnTo>
                                  <a:pt x="3442335" y="1097915"/>
                                </a:lnTo>
                                <a:lnTo>
                                  <a:pt x="3443922" y="1102043"/>
                                </a:lnTo>
                                <a:lnTo>
                                  <a:pt x="3445510" y="1106488"/>
                                </a:lnTo>
                                <a:lnTo>
                                  <a:pt x="3538855" y="1393508"/>
                                </a:lnTo>
                                <a:lnTo>
                                  <a:pt x="3539808" y="1397635"/>
                                </a:lnTo>
                                <a:lnTo>
                                  <a:pt x="3541078" y="1402398"/>
                                </a:lnTo>
                                <a:lnTo>
                                  <a:pt x="3542030" y="1406843"/>
                                </a:lnTo>
                                <a:lnTo>
                                  <a:pt x="3542665" y="1411288"/>
                                </a:lnTo>
                                <a:lnTo>
                                  <a:pt x="3543300" y="1419860"/>
                                </a:lnTo>
                                <a:lnTo>
                                  <a:pt x="3542982" y="1428750"/>
                                </a:lnTo>
                                <a:lnTo>
                                  <a:pt x="3541712" y="1437323"/>
                                </a:lnTo>
                                <a:lnTo>
                                  <a:pt x="3539808" y="1445578"/>
                                </a:lnTo>
                                <a:lnTo>
                                  <a:pt x="3537268" y="1453833"/>
                                </a:lnTo>
                                <a:lnTo>
                                  <a:pt x="3533458" y="1461453"/>
                                </a:lnTo>
                                <a:lnTo>
                                  <a:pt x="3529330" y="1468755"/>
                                </a:lnTo>
                                <a:lnTo>
                                  <a:pt x="3524568" y="1476058"/>
                                </a:lnTo>
                                <a:lnTo>
                                  <a:pt x="3518852" y="1482408"/>
                                </a:lnTo>
                                <a:lnTo>
                                  <a:pt x="3512502" y="1488440"/>
                                </a:lnTo>
                                <a:lnTo>
                                  <a:pt x="3505518" y="1494155"/>
                                </a:lnTo>
                                <a:lnTo>
                                  <a:pt x="3498215" y="1498600"/>
                                </a:lnTo>
                                <a:lnTo>
                                  <a:pt x="3490278" y="1502728"/>
                                </a:lnTo>
                                <a:lnTo>
                                  <a:pt x="3486150" y="1504633"/>
                                </a:lnTo>
                                <a:lnTo>
                                  <a:pt x="3481705" y="1506220"/>
                                </a:lnTo>
                                <a:lnTo>
                                  <a:pt x="3197225" y="1598295"/>
                                </a:lnTo>
                                <a:lnTo>
                                  <a:pt x="3200400" y="1624330"/>
                                </a:lnTo>
                                <a:lnTo>
                                  <a:pt x="3203892" y="1650365"/>
                                </a:lnTo>
                                <a:lnTo>
                                  <a:pt x="3206115" y="1676718"/>
                                </a:lnTo>
                                <a:lnTo>
                                  <a:pt x="3208338" y="1703070"/>
                                </a:lnTo>
                                <a:lnTo>
                                  <a:pt x="3210242" y="1729423"/>
                                </a:lnTo>
                                <a:lnTo>
                                  <a:pt x="3211512" y="1755775"/>
                                </a:lnTo>
                                <a:lnTo>
                                  <a:pt x="3212148" y="1782445"/>
                                </a:lnTo>
                                <a:lnTo>
                                  <a:pt x="3212465" y="1809115"/>
                                </a:lnTo>
                                <a:lnTo>
                                  <a:pt x="3212148" y="1835785"/>
                                </a:lnTo>
                                <a:lnTo>
                                  <a:pt x="3211512" y="1862455"/>
                                </a:lnTo>
                                <a:lnTo>
                                  <a:pt x="3210242" y="1889125"/>
                                </a:lnTo>
                                <a:lnTo>
                                  <a:pt x="3208338" y="1915478"/>
                                </a:lnTo>
                                <a:lnTo>
                                  <a:pt x="3206115" y="1941830"/>
                                </a:lnTo>
                                <a:lnTo>
                                  <a:pt x="3203892" y="1967865"/>
                                </a:lnTo>
                                <a:lnTo>
                                  <a:pt x="3200400" y="1993900"/>
                                </a:lnTo>
                                <a:lnTo>
                                  <a:pt x="3197225" y="2019618"/>
                                </a:lnTo>
                                <a:lnTo>
                                  <a:pt x="3481705" y="2112328"/>
                                </a:lnTo>
                                <a:lnTo>
                                  <a:pt x="3486150" y="2113915"/>
                                </a:lnTo>
                                <a:lnTo>
                                  <a:pt x="3490278" y="2115820"/>
                                </a:lnTo>
                                <a:lnTo>
                                  <a:pt x="3498215" y="2119630"/>
                                </a:lnTo>
                                <a:lnTo>
                                  <a:pt x="3505518" y="2124393"/>
                                </a:lnTo>
                                <a:lnTo>
                                  <a:pt x="3512502" y="2129790"/>
                                </a:lnTo>
                                <a:lnTo>
                                  <a:pt x="3518852" y="2135505"/>
                                </a:lnTo>
                                <a:lnTo>
                                  <a:pt x="3524568" y="2142173"/>
                                </a:lnTo>
                                <a:lnTo>
                                  <a:pt x="3529330" y="2149158"/>
                                </a:lnTo>
                                <a:lnTo>
                                  <a:pt x="3533458" y="2156778"/>
                                </a:lnTo>
                                <a:lnTo>
                                  <a:pt x="3537268" y="2164398"/>
                                </a:lnTo>
                                <a:lnTo>
                                  <a:pt x="3539808" y="2172653"/>
                                </a:lnTo>
                                <a:lnTo>
                                  <a:pt x="3541712" y="2180908"/>
                                </a:lnTo>
                                <a:lnTo>
                                  <a:pt x="3542982" y="2189480"/>
                                </a:lnTo>
                                <a:lnTo>
                                  <a:pt x="3543300" y="2198053"/>
                                </a:lnTo>
                                <a:lnTo>
                                  <a:pt x="3542665" y="2206625"/>
                                </a:lnTo>
                                <a:lnTo>
                                  <a:pt x="3542030" y="2211388"/>
                                </a:lnTo>
                                <a:lnTo>
                                  <a:pt x="3541078" y="2215833"/>
                                </a:lnTo>
                                <a:lnTo>
                                  <a:pt x="3539808" y="2220278"/>
                                </a:lnTo>
                                <a:lnTo>
                                  <a:pt x="3538855" y="2224405"/>
                                </a:lnTo>
                                <a:lnTo>
                                  <a:pt x="3445510" y="2512060"/>
                                </a:lnTo>
                                <a:lnTo>
                                  <a:pt x="3443922" y="2516188"/>
                                </a:lnTo>
                                <a:lnTo>
                                  <a:pt x="3442335" y="2520315"/>
                                </a:lnTo>
                                <a:lnTo>
                                  <a:pt x="3438208" y="2528253"/>
                                </a:lnTo>
                                <a:lnTo>
                                  <a:pt x="3433445" y="2535555"/>
                                </a:lnTo>
                                <a:lnTo>
                                  <a:pt x="3428048" y="2542540"/>
                                </a:lnTo>
                                <a:lnTo>
                                  <a:pt x="3422015" y="2548890"/>
                                </a:lnTo>
                                <a:lnTo>
                                  <a:pt x="3415665" y="2554605"/>
                                </a:lnTo>
                                <a:lnTo>
                                  <a:pt x="3408680" y="2559368"/>
                                </a:lnTo>
                                <a:lnTo>
                                  <a:pt x="3401060" y="2563495"/>
                                </a:lnTo>
                                <a:lnTo>
                                  <a:pt x="3393440" y="2567305"/>
                                </a:lnTo>
                                <a:lnTo>
                                  <a:pt x="3385185" y="2569845"/>
                                </a:lnTo>
                                <a:lnTo>
                                  <a:pt x="3376930" y="2571750"/>
                                </a:lnTo>
                                <a:lnTo>
                                  <a:pt x="3368358" y="2573020"/>
                                </a:lnTo>
                                <a:lnTo>
                                  <a:pt x="3359785" y="2573338"/>
                                </a:lnTo>
                                <a:lnTo>
                                  <a:pt x="3350578" y="2573020"/>
                                </a:lnTo>
                                <a:lnTo>
                                  <a:pt x="3346450" y="2572068"/>
                                </a:lnTo>
                                <a:lnTo>
                                  <a:pt x="3342005" y="2571433"/>
                                </a:lnTo>
                                <a:lnTo>
                                  <a:pt x="3337560" y="2570163"/>
                                </a:lnTo>
                                <a:lnTo>
                                  <a:pt x="3333115" y="2568893"/>
                                </a:lnTo>
                                <a:lnTo>
                                  <a:pt x="3048952" y="2476500"/>
                                </a:lnTo>
                                <a:lnTo>
                                  <a:pt x="3035935" y="2499995"/>
                                </a:lnTo>
                                <a:lnTo>
                                  <a:pt x="3023235" y="2523173"/>
                                </a:lnTo>
                                <a:lnTo>
                                  <a:pt x="3009900" y="2546033"/>
                                </a:lnTo>
                                <a:lnTo>
                                  <a:pt x="2996248" y="2568893"/>
                                </a:lnTo>
                                <a:lnTo>
                                  <a:pt x="2981960" y="2590800"/>
                                </a:lnTo>
                                <a:lnTo>
                                  <a:pt x="2967355" y="2613025"/>
                                </a:lnTo>
                                <a:lnTo>
                                  <a:pt x="2952115" y="2634933"/>
                                </a:lnTo>
                                <a:lnTo>
                                  <a:pt x="2936875" y="2656523"/>
                                </a:lnTo>
                                <a:lnTo>
                                  <a:pt x="2921318" y="2677478"/>
                                </a:lnTo>
                                <a:lnTo>
                                  <a:pt x="2905125" y="2698115"/>
                                </a:lnTo>
                                <a:lnTo>
                                  <a:pt x="2888615" y="2718753"/>
                                </a:lnTo>
                                <a:lnTo>
                                  <a:pt x="2871788" y="2739073"/>
                                </a:lnTo>
                                <a:lnTo>
                                  <a:pt x="2854325" y="2759076"/>
                                </a:lnTo>
                                <a:lnTo>
                                  <a:pt x="2837180" y="2778761"/>
                                </a:lnTo>
                                <a:lnTo>
                                  <a:pt x="2819082" y="2797811"/>
                                </a:lnTo>
                                <a:lnTo>
                                  <a:pt x="2800985" y="2817178"/>
                                </a:lnTo>
                                <a:lnTo>
                                  <a:pt x="2976880" y="3059431"/>
                                </a:lnTo>
                                <a:lnTo>
                                  <a:pt x="2979738" y="3063241"/>
                                </a:lnTo>
                                <a:lnTo>
                                  <a:pt x="2981960" y="3067368"/>
                                </a:lnTo>
                                <a:lnTo>
                                  <a:pt x="2986088" y="3075306"/>
                                </a:lnTo>
                                <a:lnTo>
                                  <a:pt x="2988945" y="3083243"/>
                                </a:lnTo>
                                <a:lnTo>
                                  <a:pt x="2991802" y="3091816"/>
                                </a:lnTo>
                                <a:lnTo>
                                  <a:pt x="2993072" y="3100071"/>
                                </a:lnTo>
                                <a:lnTo>
                                  <a:pt x="2994025" y="3108643"/>
                                </a:lnTo>
                                <a:lnTo>
                                  <a:pt x="2994025" y="3117216"/>
                                </a:lnTo>
                                <a:lnTo>
                                  <a:pt x="2992755" y="3125788"/>
                                </a:lnTo>
                                <a:lnTo>
                                  <a:pt x="2991168" y="3134043"/>
                                </a:lnTo>
                                <a:lnTo>
                                  <a:pt x="2988628" y="3142298"/>
                                </a:lnTo>
                                <a:lnTo>
                                  <a:pt x="2985770" y="3150236"/>
                                </a:lnTo>
                                <a:lnTo>
                                  <a:pt x="2981642" y="3157538"/>
                                </a:lnTo>
                                <a:lnTo>
                                  <a:pt x="2976562" y="3165158"/>
                                </a:lnTo>
                                <a:lnTo>
                                  <a:pt x="2970848" y="3171826"/>
                                </a:lnTo>
                                <a:lnTo>
                                  <a:pt x="2967990" y="3175001"/>
                                </a:lnTo>
                                <a:lnTo>
                                  <a:pt x="2964498" y="3177858"/>
                                </a:lnTo>
                                <a:lnTo>
                                  <a:pt x="2961322" y="3181033"/>
                                </a:lnTo>
                                <a:lnTo>
                                  <a:pt x="2957512" y="3183573"/>
                                </a:lnTo>
                                <a:lnTo>
                                  <a:pt x="2712720" y="3361056"/>
                                </a:lnTo>
                                <a:lnTo>
                                  <a:pt x="2709228" y="3363913"/>
                                </a:lnTo>
                                <a:lnTo>
                                  <a:pt x="2705100" y="3366453"/>
                                </a:lnTo>
                                <a:lnTo>
                                  <a:pt x="2697162" y="3370581"/>
                                </a:lnTo>
                                <a:lnTo>
                                  <a:pt x="2688908" y="3373756"/>
                                </a:lnTo>
                                <a:lnTo>
                                  <a:pt x="2680652" y="3376296"/>
                                </a:lnTo>
                                <a:lnTo>
                                  <a:pt x="2671762" y="3377883"/>
                                </a:lnTo>
                                <a:lnTo>
                                  <a:pt x="2663508" y="3378518"/>
                                </a:lnTo>
                                <a:lnTo>
                                  <a:pt x="2654935" y="3378518"/>
                                </a:lnTo>
                                <a:lnTo>
                                  <a:pt x="2646362" y="3377248"/>
                                </a:lnTo>
                                <a:lnTo>
                                  <a:pt x="2638108" y="3375978"/>
                                </a:lnTo>
                                <a:lnTo>
                                  <a:pt x="2629852" y="3373121"/>
                                </a:lnTo>
                                <a:lnTo>
                                  <a:pt x="2621915" y="3369946"/>
                                </a:lnTo>
                                <a:lnTo>
                                  <a:pt x="2614295" y="3365818"/>
                                </a:lnTo>
                                <a:lnTo>
                                  <a:pt x="2606992" y="3360738"/>
                                </a:lnTo>
                                <a:lnTo>
                                  <a:pt x="2600325" y="3355023"/>
                                </a:lnTo>
                                <a:lnTo>
                                  <a:pt x="2597468" y="3352166"/>
                                </a:lnTo>
                                <a:lnTo>
                                  <a:pt x="2593975" y="3348673"/>
                                </a:lnTo>
                                <a:lnTo>
                                  <a:pt x="2591435" y="3345498"/>
                                </a:lnTo>
                                <a:lnTo>
                                  <a:pt x="2588260" y="3341688"/>
                                </a:lnTo>
                                <a:lnTo>
                                  <a:pt x="2412682" y="3099753"/>
                                </a:lnTo>
                                <a:lnTo>
                                  <a:pt x="2388870" y="3110866"/>
                                </a:lnTo>
                                <a:lnTo>
                                  <a:pt x="2365692" y="3122296"/>
                                </a:lnTo>
                                <a:lnTo>
                                  <a:pt x="2341562" y="3132773"/>
                                </a:lnTo>
                                <a:lnTo>
                                  <a:pt x="2317432" y="3142933"/>
                                </a:lnTo>
                                <a:lnTo>
                                  <a:pt x="2292985" y="3152776"/>
                                </a:lnTo>
                                <a:lnTo>
                                  <a:pt x="2268538" y="3161666"/>
                                </a:lnTo>
                                <a:lnTo>
                                  <a:pt x="2243772" y="3170873"/>
                                </a:lnTo>
                                <a:lnTo>
                                  <a:pt x="2218690" y="3179128"/>
                                </a:lnTo>
                                <a:lnTo>
                                  <a:pt x="2193608" y="3187066"/>
                                </a:lnTo>
                                <a:lnTo>
                                  <a:pt x="2167890" y="3194368"/>
                                </a:lnTo>
                                <a:lnTo>
                                  <a:pt x="2142490" y="3201671"/>
                                </a:lnTo>
                                <a:lnTo>
                                  <a:pt x="2116772" y="3208021"/>
                                </a:lnTo>
                                <a:lnTo>
                                  <a:pt x="2091055" y="3214371"/>
                                </a:lnTo>
                                <a:lnTo>
                                  <a:pt x="2064702" y="3220086"/>
                                </a:lnTo>
                                <a:lnTo>
                                  <a:pt x="2038350" y="3225483"/>
                                </a:lnTo>
                                <a:lnTo>
                                  <a:pt x="2011998" y="3229928"/>
                                </a:lnTo>
                                <a:lnTo>
                                  <a:pt x="2011998" y="3529013"/>
                                </a:lnTo>
                                <a:lnTo>
                                  <a:pt x="2011998" y="3533458"/>
                                </a:lnTo>
                                <a:lnTo>
                                  <a:pt x="2011362" y="3537903"/>
                                </a:lnTo>
                                <a:lnTo>
                                  <a:pt x="2010728" y="3542666"/>
                                </a:lnTo>
                                <a:lnTo>
                                  <a:pt x="2010092" y="3547111"/>
                                </a:lnTo>
                                <a:lnTo>
                                  <a:pt x="2007870" y="3555366"/>
                                </a:lnTo>
                                <a:lnTo>
                                  <a:pt x="2005012" y="3563621"/>
                                </a:lnTo>
                                <a:lnTo>
                                  <a:pt x="2001202" y="3571558"/>
                                </a:lnTo>
                                <a:lnTo>
                                  <a:pt x="1996758" y="3578543"/>
                                </a:lnTo>
                                <a:lnTo>
                                  <a:pt x="1991678" y="3585846"/>
                                </a:lnTo>
                                <a:lnTo>
                                  <a:pt x="1985962" y="3591878"/>
                                </a:lnTo>
                                <a:lnTo>
                                  <a:pt x="1979612" y="3597911"/>
                                </a:lnTo>
                                <a:lnTo>
                                  <a:pt x="1972628" y="3602673"/>
                                </a:lnTo>
                                <a:lnTo>
                                  <a:pt x="1965325" y="3607118"/>
                                </a:lnTo>
                                <a:lnTo>
                                  <a:pt x="1957705" y="3610928"/>
                                </a:lnTo>
                                <a:lnTo>
                                  <a:pt x="1949450" y="3614103"/>
                                </a:lnTo>
                                <a:lnTo>
                                  <a:pt x="1940878" y="3616326"/>
                                </a:lnTo>
                                <a:lnTo>
                                  <a:pt x="1931670" y="3617278"/>
                                </a:lnTo>
                                <a:lnTo>
                                  <a:pt x="1927225" y="3617913"/>
                                </a:lnTo>
                                <a:lnTo>
                                  <a:pt x="1922780" y="3617913"/>
                                </a:lnTo>
                                <a:lnTo>
                                  <a:pt x="1620520" y="3617913"/>
                                </a:lnTo>
                                <a:lnTo>
                                  <a:pt x="1615758" y="3617913"/>
                                </a:lnTo>
                                <a:lnTo>
                                  <a:pt x="1611630" y="3617278"/>
                                </a:lnTo>
                                <a:lnTo>
                                  <a:pt x="1602422" y="3616326"/>
                                </a:lnTo>
                                <a:lnTo>
                                  <a:pt x="1594168" y="3614103"/>
                                </a:lnTo>
                                <a:lnTo>
                                  <a:pt x="1585912" y="3610928"/>
                                </a:lnTo>
                                <a:lnTo>
                                  <a:pt x="1577975" y="3607118"/>
                                </a:lnTo>
                                <a:lnTo>
                                  <a:pt x="1570990" y="3602673"/>
                                </a:lnTo>
                                <a:lnTo>
                                  <a:pt x="1563688" y="3597911"/>
                                </a:lnTo>
                                <a:lnTo>
                                  <a:pt x="1557655" y="3591878"/>
                                </a:lnTo>
                                <a:lnTo>
                                  <a:pt x="1551622" y="3585846"/>
                                </a:lnTo>
                                <a:lnTo>
                                  <a:pt x="1546860" y="3578543"/>
                                </a:lnTo>
                                <a:lnTo>
                                  <a:pt x="1542415" y="3571558"/>
                                </a:lnTo>
                                <a:lnTo>
                                  <a:pt x="1538605" y="3563621"/>
                                </a:lnTo>
                                <a:lnTo>
                                  <a:pt x="1535430" y="3555366"/>
                                </a:lnTo>
                                <a:lnTo>
                                  <a:pt x="1533208" y="3547111"/>
                                </a:lnTo>
                                <a:lnTo>
                                  <a:pt x="1532572" y="3542666"/>
                                </a:lnTo>
                                <a:lnTo>
                                  <a:pt x="1531620" y="3537903"/>
                                </a:lnTo>
                                <a:lnTo>
                                  <a:pt x="1531302" y="3533458"/>
                                </a:lnTo>
                                <a:lnTo>
                                  <a:pt x="1531302" y="3529013"/>
                                </a:lnTo>
                                <a:lnTo>
                                  <a:pt x="1531302" y="3229928"/>
                                </a:lnTo>
                                <a:lnTo>
                                  <a:pt x="1504950" y="3225483"/>
                                </a:lnTo>
                                <a:lnTo>
                                  <a:pt x="1478598" y="3220086"/>
                                </a:lnTo>
                                <a:lnTo>
                                  <a:pt x="1452245" y="3214371"/>
                                </a:lnTo>
                                <a:lnTo>
                                  <a:pt x="1426845" y="3208021"/>
                                </a:lnTo>
                                <a:lnTo>
                                  <a:pt x="1400810" y="3201671"/>
                                </a:lnTo>
                                <a:lnTo>
                                  <a:pt x="1375092" y="3194368"/>
                                </a:lnTo>
                                <a:lnTo>
                                  <a:pt x="1350010" y="3187066"/>
                                </a:lnTo>
                                <a:lnTo>
                                  <a:pt x="1324928" y="3179128"/>
                                </a:lnTo>
                                <a:lnTo>
                                  <a:pt x="1299528" y="3170873"/>
                                </a:lnTo>
                                <a:lnTo>
                                  <a:pt x="1274762" y="3161666"/>
                                </a:lnTo>
                                <a:lnTo>
                                  <a:pt x="1250315" y="3152776"/>
                                </a:lnTo>
                                <a:lnTo>
                                  <a:pt x="1225868" y="3142933"/>
                                </a:lnTo>
                                <a:lnTo>
                                  <a:pt x="1201738" y="3132773"/>
                                </a:lnTo>
                                <a:lnTo>
                                  <a:pt x="1177925" y="3122296"/>
                                </a:lnTo>
                                <a:lnTo>
                                  <a:pt x="1154430" y="3110866"/>
                                </a:lnTo>
                                <a:lnTo>
                                  <a:pt x="1130618" y="3099753"/>
                                </a:lnTo>
                                <a:lnTo>
                                  <a:pt x="955040" y="3342006"/>
                                </a:lnTo>
                                <a:lnTo>
                                  <a:pt x="952182" y="3345816"/>
                                </a:lnTo>
                                <a:lnTo>
                                  <a:pt x="949325" y="3349308"/>
                                </a:lnTo>
                                <a:lnTo>
                                  <a:pt x="946150" y="3352483"/>
                                </a:lnTo>
                                <a:lnTo>
                                  <a:pt x="942975" y="3355658"/>
                                </a:lnTo>
                                <a:lnTo>
                                  <a:pt x="935990" y="3361056"/>
                                </a:lnTo>
                                <a:lnTo>
                                  <a:pt x="929005" y="3366136"/>
                                </a:lnTo>
                                <a:lnTo>
                                  <a:pt x="921385" y="3369946"/>
                                </a:lnTo>
                                <a:lnTo>
                                  <a:pt x="913448" y="3373121"/>
                                </a:lnTo>
                                <a:lnTo>
                                  <a:pt x="905192" y="3375978"/>
                                </a:lnTo>
                                <a:lnTo>
                                  <a:pt x="896938" y="3377248"/>
                                </a:lnTo>
                                <a:lnTo>
                                  <a:pt x="888365" y="3378518"/>
                                </a:lnTo>
                                <a:lnTo>
                                  <a:pt x="879792" y="3378518"/>
                                </a:lnTo>
                                <a:lnTo>
                                  <a:pt x="870902" y="3377883"/>
                                </a:lnTo>
                                <a:lnTo>
                                  <a:pt x="862648" y="3376296"/>
                                </a:lnTo>
                                <a:lnTo>
                                  <a:pt x="854075" y="3373756"/>
                                </a:lnTo>
                                <a:lnTo>
                                  <a:pt x="846138" y="3370581"/>
                                </a:lnTo>
                                <a:lnTo>
                                  <a:pt x="837882" y="3366453"/>
                                </a:lnTo>
                                <a:lnTo>
                                  <a:pt x="834072" y="3363913"/>
                                </a:lnTo>
                                <a:lnTo>
                                  <a:pt x="830262" y="3361056"/>
                                </a:lnTo>
                                <a:lnTo>
                                  <a:pt x="586105" y="3183573"/>
                                </a:lnTo>
                                <a:lnTo>
                                  <a:pt x="582930" y="3181033"/>
                                </a:lnTo>
                                <a:lnTo>
                                  <a:pt x="579438" y="3177858"/>
                                </a:lnTo>
                                <a:lnTo>
                                  <a:pt x="575945" y="3175001"/>
                                </a:lnTo>
                                <a:lnTo>
                                  <a:pt x="573088" y="3171826"/>
                                </a:lnTo>
                                <a:lnTo>
                                  <a:pt x="567372" y="3165158"/>
                                </a:lnTo>
                                <a:lnTo>
                                  <a:pt x="562610" y="3157538"/>
                                </a:lnTo>
                                <a:lnTo>
                                  <a:pt x="558482" y="3150236"/>
                                </a:lnTo>
                                <a:lnTo>
                                  <a:pt x="554990" y="3142298"/>
                                </a:lnTo>
                                <a:lnTo>
                                  <a:pt x="552450" y="3134043"/>
                                </a:lnTo>
                                <a:lnTo>
                                  <a:pt x="550862" y="3125788"/>
                                </a:lnTo>
                                <a:lnTo>
                                  <a:pt x="549592" y="3117216"/>
                                </a:lnTo>
                                <a:lnTo>
                                  <a:pt x="549592" y="3108643"/>
                                </a:lnTo>
                                <a:lnTo>
                                  <a:pt x="550545" y="3100071"/>
                                </a:lnTo>
                                <a:lnTo>
                                  <a:pt x="551815" y="3091816"/>
                                </a:lnTo>
                                <a:lnTo>
                                  <a:pt x="554355" y="3083243"/>
                                </a:lnTo>
                                <a:lnTo>
                                  <a:pt x="557530" y="3075306"/>
                                </a:lnTo>
                                <a:lnTo>
                                  <a:pt x="559435" y="3071178"/>
                                </a:lnTo>
                                <a:lnTo>
                                  <a:pt x="561340" y="3067368"/>
                                </a:lnTo>
                                <a:lnTo>
                                  <a:pt x="563880" y="3063241"/>
                                </a:lnTo>
                                <a:lnTo>
                                  <a:pt x="566738" y="3059431"/>
                                </a:lnTo>
                                <a:lnTo>
                                  <a:pt x="742632" y="2817178"/>
                                </a:lnTo>
                                <a:lnTo>
                                  <a:pt x="724218" y="2797811"/>
                                </a:lnTo>
                                <a:lnTo>
                                  <a:pt x="706755" y="2778761"/>
                                </a:lnTo>
                                <a:lnTo>
                                  <a:pt x="688975" y="2759076"/>
                                </a:lnTo>
                                <a:lnTo>
                                  <a:pt x="671512" y="2739073"/>
                                </a:lnTo>
                                <a:lnTo>
                                  <a:pt x="655002" y="2718753"/>
                                </a:lnTo>
                                <a:lnTo>
                                  <a:pt x="638492" y="2698115"/>
                                </a:lnTo>
                                <a:lnTo>
                                  <a:pt x="622300" y="2677478"/>
                                </a:lnTo>
                                <a:lnTo>
                                  <a:pt x="606425" y="2656523"/>
                                </a:lnTo>
                                <a:lnTo>
                                  <a:pt x="591185" y="2634933"/>
                                </a:lnTo>
                                <a:lnTo>
                                  <a:pt x="576580" y="2613025"/>
                                </a:lnTo>
                                <a:lnTo>
                                  <a:pt x="561658" y="2590800"/>
                                </a:lnTo>
                                <a:lnTo>
                                  <a:pt x="547370" y="2568893"/>
                                </a:lnTo>
                                <a:lnTo>
                                  <a:pt x="534035" y="2546033"/>
                                </a:lnTo>
                                <a:lnTo>
                                  <a:pt x="520382" y="2523173"/>
                                </a:lnTo>
                                <a:lnTo>
                                  <a:pt x="507682" y="2499995"/>
                                </a:lnTo>
                                <a:lnTo>
                                  <a:pt x="494665" y="2476500"/>
                                </a:lnTo>
                                <a:lnTo>
                                  <a:pt x="209868" y="2568893"/>
                                </a:lnTo>
                                <a:lnTo>
                                  <a:pt x="205740" y="2570163"/>
                                </a:lnTo>
                                <a:lnTo>
                                  <a:pt x="201295" y="2571433"/>
                                </a:lnTo>
                                <a:lnTo>
                                  <a:pt x="196850" y="2572068"/>
                                </a:lnTo>
                                <a:lnTo>
                                  <a:pt x="192722" y="2573020"/>
                                </a:lnTo>
                                <a:lnTo>
                                  <a:pt x="183515" y="2573338"/>
                                </a:lnTo>
                                <a:lnTo>
                                  <a:pt x="174942" y="2573020"/>
                                </a:lnTo>
                                <a:lnTo>
                                  <a:pt x="166688" y="2571750"/>
                                </a:lnTo>
                                <a:lnTo>
                                  <a:pt x="158115" y="2569845"/>
                                </a:lnTo>
                                <a:lnTo>
                                  <a:pt x="150177" y="2567305"/>
                                </a:lnTo>
                                <a:lnTo>
                                  <a:pt x="142240" y="2563495"/>
                                </a:lnTo>
                                <a:lnTo>
                                  <a:pt x="134620" y="2559368"/>
                                </a:lnTo>
                                <a:lnTo>
                                  <a:pt x="127952" y="2554605"/>
                                </a:lnTo>
                                <a:lnTo>
                                  <a:pt x="121602" y="2548890"/>
                                </a:lnTo>
                                <a:lnTo>
                                  <a:pt x="115570" y="2542540"/>
                                </a:lnTo>
                                <a:lnTo>
                                  <a:pt x="109855" y="2535555"/>
                                </a:lnTo>
                                <a:lnTo>
                                  <a:pt x="105410" y="2528253"/>
                                </a:lnTo>
                                <a:lnTo>
                                  <a:pt x="101282" y="2520315"/>
                                </a:lnTo>
                                <a:lnTo>
                                  <a:pt x="99377" y="2516188"/>
                                </a:lnTo>
                                <a:lnTo>
                                  <a:pt x="97790" y="2512060"/>
                                </a:lnTo>
                                <a:lnTo>
                                  <a:pt x="4445" y="2224405"/>
                                </a:lnTo>
                                <a:lnTo>
                                  <a:pt x="3492" y="2220278"/>
                                </a:lnTo>
                                <a:lnTo>
                                  <a:pt x="2222" y="2215833"/>
                                </a:lnTo>
                                <a:lnTo>
                                  <a:pt x="1587" y="2211388"/>
                                </a:lnTo>
                                <a:lnTo>
                                  <a:pt x="635" y="2206625"/>
                                </a:lnTo>
                                <a:lnTo>
                                  <a:pt x="0" y="2198053"/>
                                </a:lnTo>
                                <a:lnTo>
                                  <a:pt x="317" y="2189480"/>
                                </a:lnTo>
                                <a:lnTo>
                                  <a:pt x="1587" y="2180908"/>
                                </a:lnTo>
                                <a:lnTo>
                                  <a:pt x="3810" y="2172653"/>
                                </a:lnTo>
                                <a:lnTo>
                                  <a:pt x="6350" y="2164398"/>
                                </a:lnTo>
                                <a:lnTo>
                                  <a:pt x="9842" y="2156778"/>
                                </a:lnTo>
                                <a:lnTo>
                                  <a:pt x="13970" y="2149158"/>
                                </a:lnTo>
                                <a:lnTo>
                                  <a:pt x="19050" y="2142173"/>
                                </a:lnTo>
                                <a:lnTo>
                                  <a:pt x="24447" y="2135505"/>
                                </a:lnTo>
                                <a:lnTo>
                                  <a:pt x="30797" y="2129790"/>
                                </a:lnTo>
                                <a:lnTo>
                                  <a:pt x="37465" y="2124393"/>
                                </a:lnTo>
                                <a:lnTo>
                                  <a:pt x="45085" y="2119630"/>
                                </a:lnTo>
                                <a:lnTo>
                                  <a:pt x="49212" y="2117725"/>
                                </a:lnTo>
                                <a:lnTo>
                                  <a:pt x="53340" y="2115820"/>
                                </a:lnTo>
                                <a:lnTo>
                                  <a:pt x="57467" y="2113915"/>
                                </a:lnTo>
                                <a:lnTo>
                                  <a:pt x="61595" y="2112328"/>
                                </a:lnTo>
                                <a:lnTo>
                                  <a:pt x="346392" y="2019618"/>
                                </a:lnTo>
                                <a:lnTo>
                                  <a:pt x="342900" y="1993900"/>
                                </a:lnTo>
                                <a:lnTo>
                                  <a:pt x="339725" y="1967865"/>
                                </a:lnTo>
                                <a:lnTo>
                                  <a:pt x="337185" y="1941830"/>
                                </a:lnTo>
                                <a:lnTo>
                                  <a:pt x="334962" y="1915478"/>
                                </a:lnTo>
                                <a:lnTo>
                                  <a:pt x="333375" y="1889125"/>
                                </a:lnTo>
                                <a:lnTo>
                                  <a:pt x="331788" y="1862455"/>
                                </a:lnTo>
                                <a:lnTo>
                                  <a:pt x="331152" y="1835785"/>
                                </a:lnTo>
                                <a:lnTo>
                                  <a:pt x="331152" y="1809115"/>
                                </a:lnTo>
                                <a:lnTo>
                                  <a:pt x="331152" y="1782445"/>
                                </a:lnTo>
                                <a:lnTo>
                                  <a:pt x="331788" y="1755775"/>
                                </a:lnTo>
                                <a:lnTo>
                                  <a:pt x="333375" y="1729423"/>
                                </a:lnTo>
                                <a:lnTo>
                                  <a:pt x="334962" y="1703070"/>
                                </a:lnTo>
                                <a:lnTo>
                                  <a:pt x="337185" y="1676718"/>
                                </a:lnTo>
                                <a:lnTo>
                                  <a:pt x="339725" y="1650365"/>
                                </a:lnTo>
                                <a:lnTo>
                                  <a:pt x="342900" y="1624330"/>
                                </a:lnTo>
                                <a:lnTo>
                                  <a:pt x="346392" y="1598295"/>
                                </a:lnTo>
                                <a:lnTo>
                                  <a:pt x="61595" y="1506220"/>
                                </a:lnTo>
                                <a:lnTo>
                                  <a:pt x="57467" y="1504633"/>
                                </a:lnTo>
                                <a:lnTo>
                                  <a:pt x="53340" y="1502728"/>
                                </a:lnTo>
                                <a:lnTo>
                                  <a:pt x="45085" y="1498600"/>
                                </a:lnTo>
                                <a:lnTo>
                                  <a:pt x="37465" y="1494155"/>
                                </a:lnTo>
                                <a:lnTo>
                                  <a:pt x="30797" y="1488440"/>
                                </a:lnTo>
                                <a:lnTo>
                                  <a:pt x="24447" y="1482408"/>
                                </a:lnTo>
                                <a:lnTo>
                                  <a:pt x="19050" y="1476058"/>
                                </a:lnTo>
                                <a:lnTo>
                                  <a:pt x="13970" y="1468755"/>
                                </a:lnTo>
                                <a:lnTo>
                                  <a:pt x="9842" y="1461453"/>
                                </a:lnTo>
                                <a:lnTo>
                                  <a:pt x="6350" y="1453833"/>
                                </a:lnTo>
                                <a:lnTo>
                                  <a:pt x="3810" y="1445578"/>
                                </a:lnTo>
                                <a:lnTo>
                                  <a:pt x="1587" y="1437323"/>
                                </a:lnTo>
                                <a:lnTo>
                                  <a:pt x="317" y="1428750"/>
                                </a:lnTo>
                                <a:lnTo>
                                  <a:pt x="0" y="1419860"/>
                                </a:lnTo>
                                <a:lnTo>
                                  <a:pt x="635" y="1411288"/>
                                </a:lnTo>
                                <a:lnTo>
                                  <a:pt x="1587" y="1406843"/>
                                </a:lnTo>
                                <a:lnTo>
                                  <a:pt x="2222" y="1402398"/>
                                </a:lnTo>
                                <a:lnTo>
                                  <a:pt x="3492" y="1397635"/>
                                </a:lnTo>
                                <a:lnTo>
                                  <a:pt x="4445" y="1393508"/>
                                </a:lnTo>
                                <a:lnTo>
                                  <a:pt x="97790" y="1106488"/>
                                </a:lnTo>
                                <a:lnTo>
                                  <a:pt x="99377" y="1102043"/>
                                </a:lnTo>
                                <a:lnTo>
                                  <a:pt x="101282" y="1097915"/>
                                </a:lnTo>
                                <a:lnTo>
                                  <a:pt x="103187" y="1093788"/>
                                </a:lnTo>
                                <a:lnTo>
                                  <a:pt x="105410" y="1089978"/>
                                </a:lnTo>
                                <a:lnTo>
                                  <a:pt x="109855" y="1082358"/>
                                </a:lnTo>
                                <a:lnTo>
                                  <a:pt x="115570" y="1075690"/>
                                </a:lnTo>
                                <a:lnTo>
                                  <a:pt x="121602" y="1069340"/>
                                </a:lnTo>
                                <a:lnTo>
                                  <a:pt x="127952" y="1063625"/>
                                </a:lnTo>
                                <a:lnTo>
                                  <a:pt x="134620" y="1058863"/>
                                </a:lnTo>
                                <a:lnTo>
                                  <a:pt x="142240" y="1054735"/>
                                </a:lnTo>
                                <a:lnTo>
                                  <a:pt x="150177" y="1051243"/>
                                </a:lnTo>
                                <a:lnTo>
                                  <a:pt x="158115" y="1048068"/>
                                </a:lnTo>
                                <a:lnTo>
                                  <a:pt x="166688" y="1046480"/>
                                </a:lnTo>
                                <a:lnTo>
                                  <a:pt x="174942" y="1045210"/>
                                </a:lnTo>
                                <a:lnTo>
                                  <a:pt x="183515" y="1044893"/>
                                </a:lnTo>
                                <a:lnTo>
                                  <a:pt x="192722" y="1045528"/>
                                </a:lnTo>
                                <a:lnTo>
                                  <a:pt x="196850" y="1046480"/>
                                </a:lnTo>
                                <a:lnTo>
                                  <a:pt x="201295" y="1047115"/>
                                </a:lnTo>
                                <a:lnTo>
                                  <a:pt x="205740" y="1048068"/>
                                </a:lnTo>
                                <a:lnTo>
                                  <a:pt x="209868" y="1049338"/>
                                </a:lnTo>
                                <a:lnTo>
                                  <a:pt x="494665" y="1141413"/>
                                </a:lnTo>
                                <a:lnTo>
                                  <a:pt x="507682" y="1118235"/>
                                </a:lnTo>
                                <a:lnTo>
                                  <a:pt x="520382" y="1095375"/>
                                </a:lnTo>
                                <a:lnTo>
                                  <a:pt x="534035" y="1072198"/>
                                </a:lnTo>
                                <a:lnTo>
                                  <a:pt x="547370" y="1049655"/>
                                </a:lnTo>
                                <a:lnTo>
                                  <a:pt x="561658" y="1027113"/>
                                </a:lnTo>
                                <a:lnTo>
                                  <a:pt x="576580" y="1005205"/>
                                </a:lnTo>
                                <a:lnTo>
                                  <a:pt x="591185" y="983615"/>
                                </a:lnTo>
                                <a:lnTo>
                                  <a:pt x="606425" y="961707"/>
                                </a:lnTo>
                                <a:lnTo>
                                  <a:pt x="622300" y="940752"/>
                                </a:lnTo>
                                <a:lnTo>
                                  <a:pt x="638492" y="919797"/>
                                </a:lnTo>
                                <a:lnTo>
                                  <a:pt x="655002" y="899160"/>
                                </a:lnTo>
                                <a:lnTo>
                                  <a:pt x="671512" y="878840"/>
                                </a:lnTo>
                                <a:lnTo>
                                  <a:pt x="688975" y="858837"/>
                                </a:lnTo>
                                <a:lnTo>
                                  <a:pt x="706755" y="839470"/>
                                </a:lnTo>
                                <a:lnTo>
                                  <a:pt x="724218" y="819785"/>
                                </a:lnTo>
                                <a:lnTo>
                                  <a:pt x="742632" y="801052"/>
                                </a:lnTo>
                                <a:lnTo>
                                  <a:pt x="566420" y="558800"/>
                                </a:lnTo>
                                <a:lnTo>
                                  <a:pt x="563562" y="554990"/>
                                </a:lnTo>
                                <a:lnTo>
                                  <a:pt x="561340" y="551180"/>
                                </a:lnTo>
                                <a:lnTo>
                                  <a:pt x="559118" y="547370"/>
                                </a:lnTo>
                                <a:lnTo>
                                  <a:pt x="557212" y="543242"/>
                                </a:lnTo>
                                <a:lnTo>
                                  <a:pt x="554355" y="534987"/>
                                </a:lnTo>
                                <a:lnTo>
                                  <a:pt x="551498" y="526732"/>
                                </a:lnTo>
                                <a:lnTo>
                                  <a:pt x="550228" y="518160"/>
                                </a:lnTo>
                                <a:lnTo>
                                  <a:pt x="549592" y="509270"/>
                                </a:lnTo>
                                <a:lnTo>
                                  <a:pt x="549592" y="500697"/>
                                </a:lnTo>
                                <a:lnTo>
                                  <a:pt x="550862" y="492442"/>
                                </a:lnTo>
                                <a:lnTo>
                                  <a:pt x="552450" y="483870"/>
                                </a:lnTo>
                                <a:lnTo>
                                  <a:pt x="554990" y="475932"/>
                                </a:lnTo>
                                <a:lnTo>
                                  <a:pt x="558482" y="467677"/>
                                </a:lnTo>
                                <a:lnTo>
                                  <a:pt x="562610" y="460057"/>
                                </a:lnTo>
                                <a:lnTo>
                                  <a:pt x="567372" y="453072"/>
                                </a:lnTo>
                                <a:lnTo>
                                  <a:pt x="573088" y="446087"/>
                                </a:lnTo>
                                <a:lnTo>
                                  <a:pt x="575945" y="442912"/>
                                </a:lnTo>
                                <a:lnTo>
                                  <a:pt x="579438" y="439737"/>
                                </a:lnTo>
                                <a:lnTo>
                                  <a:pt x="582930" y="436880"/>
                                </a:lnTo>
                                <a:lnTo>
                                  <a:pt x="586105" y="434022"/>
                                </a:lnTo>
                                <a:lnTo>
                                  <a:pt x="830898" y="256857"/>
                                </a:lnTo>
                                <a:lnTo>
                                  <a:pt x="834708" y="254317"/>
                                </a:lnTo>
                                <a:lnTo>
                                  <a:pt x="838200" y="251777"/>
                                </a:lnTo>
                                <a:lnTo>
                                  <a:pt x="842328" y="249872"/>
                                </a:lnTo>
                                <a:lnTo>
                                  <a:pt x="846138" y="247967"/>
                                </a:lnTo>
                                <a:lnTo>
                                  <a:pt x="854392" y="244475"/>
                                </a:lnTo>
                                <a:lnTo>
                                  <a:pt x="862648" y="242252"/>
                                </a:lnTo>
                                <a:lnTo>
                                  <a:pt x="871538" y="240665"/>
                                </a:lnTo>
                                <a:lnTo>
                                  <a:pt x="880110" y="240030"/>
                                </a:lnTo>
                                <a:lnTo>
                                  <a:pt x="888365" y="240030"/>
                                </a:lnTo>
                                <a:lnTo>
                                  <a:pt x="896938" y="240665"/>
                                </a:lnTo>
                                <a:lnTo>
                                  <a:pt x="905192" y="242570"/>
                                </a:lnTo>
                                <a:lnTo>
                                  <a:pt x="913448" y="245110"/>
                                </a:lnTo>
                                <a:lnTo>
                                  <a:pt x="921385" y="248602"/>
                                </a:lnTo>
                                <a:lnTo>
                                  <a:pt x="929005" y="252412"/>
                                </a:lnTo>
                                <a:lnTo>
                                  <a:pt x="935990" y="257175"/>
                                </a:lnTo>
                                <a:lnTo>
                                  <a:pt x="942975" y="262890"/>
                                </a:lnTo>
                                <a:lnTo>
                                  <a:pt x="946150" y="266065"/>
                                </a:lnTo>
                                <a:lnTo>
                                  <a:pt x="949325" y="269240"/>
                                </a:lnTo>
                                <a:lnTo>
                                  <a:pt x="952182" y="272732"/>
                                </a:lnTo>
                                <a:lnTo>
                                  <a:pt x="955040" y="276542"/>
                                </a:lnTo>
                                <a:lnTo>
                                  <a:pt x="1130618" y="518477"/>
                                </a:lnTo>
                                <a:lnTo>
                                  <a:pt x="1154430" y="507047"/>
                                </a:lnTo>
                                <a:lnTo>
                                  <a:pt x="1177925" y="496252"/>
                                </a:lnTo>
                                <a:lnTo>
                                  <a:pt x="1201738" y="485457"/>
                                </a:lnTo>
                                <a:lnTo>
                                  <a:pt x="1225868" y="475615"/>
                                </a:lnTo>
                                <a:lnTo>
                                  <a:pt x="1250315" y="465772"/>
                                </a:lnTo>
                                <a:lnTo>
                                  <a:pt x="1274762" y="456247"/>
                                </a:lnTo>
                                <a:lnTo>
                                  <a:pt x="1299528" y="447675"/>
                                </a:lnTo>
                                <a:lnTo>
                                  <a:pt x="1324928" y="439102"/>
                                </a:lnTo>
                                <a:lnTo>
                                  <a:pt x="1350010" y="431165"/>
                                </a:lnTo>
                                <a:lnTo>
                                  <a:pt x="1375092" y="423545"/>
                                </a:lnTo>
                                <a:lnTo>
                                  <a:pt x="1400810" y="416877"/>
                                </a:lnTo>
                                <a:lnTo>
                                  <a:pt x="1426845" y="410210"/>
                                </a:lnTo>
                                <a:lnTo>
                                  <a:pt x="1452245" y="404177"/>
                                </a:lnTo>
                                <a:lnTo>
                                  <a:pt x="1478598" y="398462"/>
                                </a:lnTo>
                                <a:lnTo>
                                  <a:pt x="1504950" y="393065"/>
                                </a:lnTo>
                                <a:lnTo>
                                  <a:pt x="1531302" y="388620"/>
                                </a:lnTo>
                                <a:lnTo>
                                  <a:pt x="1531302" y="89217"/>
                                </a:lnTo>
                                <a:lnTo>
                                  <a:pt x="1531302" y="84455"/>
                                </a:lnTo>
                                <a:lnTo>
                                  <a:pt x="1531620" y="80010"/>
                                </a:lnTo>
                                <a:lnTo>
                                  <a:pt x="1532572" y="75565"/>
                                </a:lnTo>
                                <a:lnTo>
                                  <a:pt x="1533208" y="71120"/>
                                </a:lnTo>
                                <a:lnTo>
                                  <a:pt x="1535430" y="62865"/>
                                </a:lnTo>
                                <a:lnTo>
                                  <a:pt x="1538605" y="54610"/>
                                </a:lnTo>
                                <a:lnTo>
                                  <a:pt x="1542415" y="46672"/>
                                </a:lnTo>
                                <a:lnTo>
                                  <a:pt x="1546860" y="39370"/>
                                </a:lnTo>
                                <a:lnTo>
                                  <a:pt x="1551622" y="32385"/>
                                </a:lnTo>
                                <a:lnTo>
                                  <a:pt x="1557655" y="26352"/>
                                </a:lnTo>
                                <a:lnTo>
                                  <a:pt x="1563688" y="20320"/>
                                </a:lnTo>
                                <a:lnTo>
                                  <a:pt x="1570990" y="15240"/>
                                </a:lnTo>
                                <a:lnTo>
                                  <a:pt x="1577975" y="10795"/>
                                </a:lnTo>
                                <a:lnTo>
                                  <a:pt x="1585912" y="6985"/>
                                </a:lnTo>
                                <a:lnTo>
                                  <a:pt x="1594168" y="4127"/>
                                </a:lnTo>
                                <a:lnTo>
                                  <a:pt x="1602422" y="1905"/>
                                </a:lnTo>
                                <a:lnTo>
                                  <a:pt x="1607185" y="952"/>
                                </a:lnTo>
                                <a:lnTo>
                                  <a:pt x="1611630" y="317"/>
                                </a:lnTo>
                                <a:lnTo>
                                  <a:pt x="1615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9.1pt;margin-top:495.5pt;height:23.15pt;width:166.05pt;z-index:251670528;mso-width-relative:page;mso-height-relative:page;" coordorigin="3062,11633" coordsize="3321,463" o:gfxdata="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">
                <o:lock v:ext="edit" aspectratio="f"/>
                <v:rect id="矩形 29" o:spid="_x0000_s1026" o:spt="1" style="position:absolute;left:3062;top:11633;height:455;width:3318;v-text-anchor:middle;" fillcolor="#43CFA9" filled="t" stroked="f" coordsize="21600,21600" o:gfxdata="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R2nAe2AAAA2g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.5pt"/>
                  <v:imagedata o:title=""/>
                  <o:lock v:ext="edit" aspectratio="f"/>
                </v:rect>
                <v:rect id="矩形 11" o:spid="_x0000_s1026" o:spt="1" style="position:absolute;left:4187;top:11642;height:455;width:2197;v-text-anchor:middle;" filled="f" stroked="f" coordsize="21600,21600" o:gfxdata="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zXZEL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 w:line="312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b/>
                            <w:bCs/>
                            <w:color w:val="FFFFFF"/>
                            <w:kern w:val="24"/>
                            <w:sz w:val="26"/>
                            <w:szCs w:val="26"/>
                          </w:rPr>
                          <w:t>技能证书</w:t>
                        </w:r>
                      </w:p>
                    </w:txbxContent>
                  </v:textbox>
                </v:rect>
                <v:shape id="KSO_Shape" o:spid="_x0000_s1026" o:spt="100" style="position:absolute;left:3791;top:11717;flip:y;height:265;width:260;v-text-anchor:middle;" fillcolor="#FFFFFF" filled="t" stroked="f" coordsize="3543300,3617913" o:gfxdata="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wsb+vQAA&#10;ANsAAAAPAAAAAAAAAAEAIAAAACIAAABkcnMvZG93bnJldi54bWxQSwECFAAUAAAACACHTuJAMy8F&#10;njsAAAA5AAAAEAAAAAAAAAABACAAAAAMAQAAZHJzL3NoYXBleG1sLnhtbFBLBQYAAAAABgAGAFsB&#10;AAC2AwAAAAA=&#10;" path="m1752918,1088708l1734502,1089660,1716088,1090613,1697990,1092518,1679892,1094423,1662112,1097280,1644332,1100138,1626552,1103630,1608772,1107440,1591628,1111568,1574800,1116013,1557338,1121093,1540828,1126490,1524318,1132523,1507808,1138555,1491615,1145223,1475422,1152525,1459548,1159510,1443672,1167448,1428432,1175703,1413192,1183958,1398270,1193165,1383665,1202055,1368742,1211898,1354772,1221740,1340485,1231900,1327150,1242378,1313498,1253173,1300480,1264285,1287462,1275715,1274762,1287463,1262380,1299528,1250315,1311910,1238568,1324928,1227138,1337628,1215708,1350645,1205230,1364298,1194752,1377950,1183958,1392238,1174432,1406525,1164908,1420813,1155382,1435418,1146810,1450340,1138391,1465309,1130549,1480376,1122615,1496257,1114998,1512138,1108333,1528337,1101668,1544536,1095321,1561052,1089608,1577568,1083895,1594402,1079134,1611554,1074056,1628388,1069931,1646175,1066122,1663327,1062948,1681114,1059774,1698901,1057553,1717005,1055331,1735110,1053744,1753532,1052792,1771319,1051840,1790376,1051523,1808798,1051840,1827221,1052792,1845960,1053744,1864065,1055331,1882487,1057553,1900592,1059774,1918696,1062948,1936483,1066122,1953952,1069931,1971739,1074056,1988891,1079134,2006043,1083895,2022877,1089608,2039711,1095321,2056545,1101668,2073061,1108333,2089260,1114998,2105459,1122615,2121022,1130549,2136904,1138484,2152467,1147053,2167395,1155622,2182641,1165144,2197252,1174665,2211863,1184186,2225838,1194977,2240131,1205450,2253789,1215924,2267129,1227349,2280469,1238775,2293174,1250518,2305879,1262578,2318267,1274956,2330336,1287651,2342088,1300663,2353840,1313676,2364640,1327323,2375756,1340653,2386238,1354935,2396402,1368899,2406566,1383816,2415777,1398415,2424988,1413332,2433882,1428566,2442775,1443800,2450398,1459669,2458339,1475538,2465644,1491724,2472632,1507910,2479619,1524414,2485654,1540917,2491689,1557421,2496771,1574877,2502171,1591698,2506617,1608836,2510746,1626609,2514876,1644382,2518369,1662155,2520910,1679928,2523451,1698019,2525675,1716109,2527263,1734517,2528533,1752925,2529169,1771967,2529169,1790375,2529169,1808783,2528533,1827191,2527263,1845281,2525675,1863372,2523451,1881145,2520910,1898918,2518369,1916691,2514876,1934464,2510746,1951602,2506617,1969058,2502171,1985879,2496771,2002383,2491689,2019204,2485654,2035390,2479619,2051894,2472632,2067762,2465644,2083631,2458339,2099500,2450398,2114734,2442775,2129968,2433882,2144885,2424988,2159484,2415777,2174401,2406566,2188683,2396402,2202647,2386238,2215977,2375756,2229624,2364640,2242637,2353840,2255966,2342088,2268344,2330336,2280722,2318267,2292782,2305879,2304525,2293174,2315951,2280469,2327376,2267129,2338167,2253789,2348958,2240131,2359114,2225838,2368635,2211863,2378156,2197252,2387678,2182641,2396247,2167395,2404816,2152467,2412750,2136904,2420685,2121022,2428302,2105459,2434967,2089260,2441632,2073061,2447979,2056545,2453692,2039711,2459405,2022877,2464166,2006043,2469244,1988891,2473370,1971739,2477178,1953952,2480352,1936483,2483526,1918696,2486064,1900592,2487969,1882487,2489556,1864065,2490508,1845960,2491460,1827221,2491777,1808798,2491460,1790376,2490508,1771319,2489556,1753532,2487969,1735110,2486064,1717005,2483526,1698901,2480352,1681114,2477178,1663327,2473370,1646175,2469244,1628388,2464166,1611554,2459405,1594402,2453692,1577568,2447979,1561052,2441632,1544536,2434967,1528337,2428302,1512138,2420685,1496257,2412750,1480376,2404909,1465308,2396490,1450340,2387918,1435418,2378392,1420813,2368868,1406525,2359342,1392238,2349182,1377950,2338388,1364298,2327592,1350645,2316162,1337628,2304732,1324928,2292985,1311910,2280920,1299528,2268538,1287463,2256155,1275715,2242820,1264285,2229802,1253173,2216150,1242378,2202815,1231900,2188845,1221740,2174558,1211898,2159635,1202055,2145030,1193165,2130108,1183958,2114868,1175703,2099628,1167448,2083752,1159510,2067878,1152525,2052002,1145223,2035492,1138555,2019300,1132523,2002472,1126490,1985962,1121093,1969135,1116013,1951672,1111568,1934528,1107440,1916748,1103630,1898968,1100138,1881188,1097280,1863408,1094423,1845310,1092518,1827212,1090613,1808798,1089660,1790382,1088708,1771968,1088708,1752918,1088708xm1615758,0l1620520,0,1922780,0,1927225,0,1931670,317,1936115,952,1940878,1905,1949450,4127,1957705,6985,1965325,10795,1972628,14922,1979612,20320,1985962,26035,1991678,32385,1996758,39052,2001202,46672,2005012,54610,2007870,62230,2010092,71120,2010728,75565,2011362,80010,2011998,84455,2011998,89217,2011998,388620,2038350,393065,2064702,398462,2091055,404177,2116772,410210,2142490,416877,2167890,423545,2193608,431165,2218690,439102,2243772,447675,2268538,456247,2292985,465772,2317432,475615,2341562,485457,2365692,496252,2388870,507047,2412682,518477,2588260,276542,2591435,272732,2593975,269240,2597468,266065,2600325,262890,2606992,257175,2614295,252412,2621915,248602,2629852,245110,2638108,242570,2646362,240665,2654935,240030,2663508,240030,2671762,240665,2680652,242252,2688908,244475,2697162,247967,2705100,251777,2709228,254317,2712720,256857,2957512,434022,2960688,437197,2964498,439737,2967672,443230,2970848,446087,2976245,453072,2981008,460375,2985452,467995,2988628,475932,2991168,484187,2992755,492442,2994025,501015,2994025,509270,2993072,518160,2991802,526732,2988945,534987,2986088,543242,2981960,551180,2979738,554990,2976880,558800,2800985,801052,2819082,819785,2837180,839470,2854642,858837,2871788,878840,2888615,899160,2905125,919797,2921318,940752,2937192,962025,2952432,983615,2967672,1005205,2981960,1027113,2996248,1049655,3010218,1072198,3023235,1095375,3036570,1118553,3048952,1142048,3333115,1049338,3337560,1048068,3342005,1047115,3346450,1046480,3350578,1045528,3359785,1044893,3368358,1045210,3376930,1046480,3385185,1048068,3393440,1051243,3401060,1054735,3408680,1058863,3415665,1063625,3422015,1069340,3428048,1075690,3433445,1082358,3438208,1089978,3442335,1097915,3443922,1102043,3445510,1106488,3538855,1393508,3539808,1397635,3541078,1402398,3542030,1406843,3542665,1411288,3543300,1419860,3542982,1428750,3541712,1437323,3539808,1445578,3537268,1453833,3533458,1461453,3529330,1468755,3524568,1476058,3518852,1482408,3512502,1488440,3505518,1494155,3498215,1498600,3490278,1502728,3486150,1504633,3481705,1506220,3197225,1598295,3200400,1624330,3203892,1650365,3206115,1676718,3208338,1703070,3210242,1729423,3211512,1755775,3212148,1782445,3212465,1809115,3212148,1835785,3211512,1862455,3210242,1889125,3208338,1915478,3206115,1941830,3203892,1967865,3200400,1993900,3197225,2019618,3481705,2112328,3486150,2113915,3490278,2115820,3498215,2119630,3505518,2124393,3512502,2129790,3518852,2135505,3524568,2142173,3529330,2149158,3533458,2156778,3537268,2164398,3539808,2172653,3541712,2180908,3542982,2189480,3543300,2198053,3542665,2206625,3542030,2211388,3541078,2215833,3539808,2220278,3538855,2224405,3445510,2512060,3443922,2516188,3442335,2520315,3438208,2528253,3433445,2535555,3428048,2542540,3422015,2548890,3415665,2554605,3408680,2559368,3401060,2563495,3393440,2567305,3385185,2569845,3376930,2571750,3368358,2573020,3359785,2573338,3350578,2573020,3346450,2572068,3342005,2571433,3337560,2570163,3333115,2568893,3048952,2476500,3035935,2499995,3023235,2523173,3009900,2546033,2996248,2568893,2981960,2590800,2967355,2613025,2952115,2634933,2936875,2656523,2921318,2677478,2905125,2698115,2888615,2718753,2871788,2739073,2854325,2759076,2837180,2778761,2819082,2797811,2800985,2817178,2976880,3059431,2979738,3063241,2981960,3067368,2986088,3075306,2988945,3083243,2991802,3091816,2993072,3100071,2994025,3108643,2994025,3117216,2992755,3125788,2991168,3134043,2988628,3142298,2985770,3150236,2981642,3157538,2976562,3165158,2970848,3171826,2967990,3175001,2964498,3177858,2961322,3181033,2957512,3183573,2712720,3361056,2709228,3363913,2705100,3366453,2697162,3370581,2688908,3373756,2680652,3376296,2671762,3377883,2663508,3378518,2654935,3378518,2646362,3377248,2638108,3375978,2629852,3373121,2621915,3369946,2614295,3365818,2606992,3360738,2600325,3355023,2597468,3352166,2593975,3348673,2591435,3345498,2588260,3341688,2412682,3099753,2388870,3110866,2365692,3122296,2341562,3132773,2317432,3142933,2292985,3152776,2268538,3161666,2243772,3170873,2218690,3179128,2193608,3187066,2167890,3194368,2142490,3201671,2116772,3208021,2091055,3214371,2064702,3220086,2038350,3225483,2011998,3229928,2011998,3529013,2011998,3533458,2011362,3537903,2010728,3542666,2010092,3547111,2007870,3555366,2005012,3563621,2001202,3571558,1996758,3578543,1991678,3585846,1985962,3591878,1979612,3597911,1972628,3602673,1965325,3607118,1957705,3610928,1949450,3614103,1940878,3616326,1931670,3617278,1927225,3617913,1922780,3617913,1620520,3617913,1615758,3617913,1611630,3617278,1602422,3616326,1594168,3614103,1585912,3610928,1577975,3607118,1570990,3602673,1563688,3597911,1557655,3591878,1551622,3585846,1546860,3578543,1542415,3571558,1538605,3563621,1535430,3555366,1533208,3547111,1532572,3542666,1531620,3537903,1531302,3533458,1531302,3529013,1531302,3229928,1504950,3225483,1478598,3220086,1452245,3214371,1426845,3208021,1400810,3201671,1375092,3194368,1350010,3187066,1324928,3179128,1299528,3170873,1274762,3161666,1250315,3152776,1225868,3142933,1201738,3132773,1177925,3122296,1154430,3110866,1130618,3099753,955040,3342006,952182,3345816,949325,3349308,946150,3352483,942975,3355658,935990,3361056,929005,3366136,921385,3369946,913448,3373121,905192,3375978,896938,3377248,888365,3378518,879792,3378518,870902,3377883,862648,3376296,854075,3373756,846138,3370581,837882,3366453,834072,3363913,830262,3361056,586105,3183573,582930,3181033,579438,3177858,575945,3175001,573088,3171826,567372,3165158,562610,3157538,558482,3150236,554990,3142298,552450,3134043,550862,3125788,549592,3117216,549592,3108643,550545,3100071,551815,3091816,554355,3083243,557530,3075306,559435,3071178,561340,3067368,563880,3063241,566738,3059431,742632,2817178,724218,2797811,706755,2778761,688975,2759076,671512,2739073,655002,2718753,638492,2698115,622300,2677478,606425,2656523,591185,2634933,576580,2613025,561658,2590800,547370,2568893,534035,2546033,520382,2523173,507682,2499995,494665,2476500,209868,2568893,205740,2570163,201295,2571433,196850,2572068,192722,2573020,183515,2573338,174942,2573020,166688,2571750,158115,2569845,150177,2567305,142240,2563495,134620,2559368,127952,2554605,121602,2548890,115570,2542540,109855,2535555,105410,2528253,101282,2520315,99377,2516188,97790,2512060,4445,2224405,3492,2220278,2222,2215833,1587,2211388,635,2206625,0,2198053,317,2189480,1587,2180908,3810,2172653,6350,2164398,9842,2156778,13970,2149158,19050,2142173,24447,2135505,30797,2129790,37465,2124393,45085,2119630,49212,2117725,53340,2115820,57467,2113915,61595,2112328,346392,2019618,342900,1993900,339725,1967865,337185,1941830,334962,1915478,333375,1889125,331788,1862455,331152,1835785,331152,1809115,331152,1782445,331788,1755775,333375,1729423,334962,1703070,337185,1676718,339725,1650365,342900,1624330,346392,1598295,61595,1506220,57467,1504633,53340,1502728,45085,1498600,37465,1494155,30797,1488440,24447,1482408,19050,1476058,13970,1468755,9842,1461453,6350,1453833,3810,1445578,1587,1437323,317,1428750,0,1419860,635,1411288,1587,1406843,2222,1402398,3492,1397635,4445,1393508,97790,1106488,99377,1102043,101282,1097915,103187,1093788,105410,1089978,109855,1082358,115570,1075690,121602,1069340,127952,1063625,134620,1058863,142240,1054735,150177,1051243,158115,1048068,166688,1046480,174942,1045210,183515,1044893,192722,1045528,196850,1046480,201295,1047115,205740,1048068,209868,1049338,494665,1141413,507682,1118235,520382,1095375,534035,1072198,547370,1049655,561658,1027113,576580,1005205,591185,983615,606425,961707,622300,940752,638492,919797,655002,899160,671512,878840,688975,858837,706755,839470,724218,819785,742632,801052,566420,558800,563562,554990,561340,551180,559118,547370,557212,543242,554355,534987,551498,526732,550228,518160,549592,509270,549592,500697,550862,492442,552450,483870,554990,475932,558482,467677,562610,460057,567372,453072,573088,446087,575945,442912,579438,439737,582930,436880,586105,434022,830898,256857,834708,254317,838200,251777,842328,249872,846138,247967,854392,244475,862648,242252,871538,240665,880110,240030,888365,240030,896938,240665,905192,242570,913448,245110,921385,248602,929005,252412,935990,257175,942975,262890,946150,266065,949325,269240,952182,272732,955040,276542,1130618,518477,1154430,507047,1177925,496252,1201738,485457,1225868,475615,1250315,465772,1274762,456247,1299528,447675,1324928,439102,1350010,431165,1375092,423545,1400810,416877,1426845,410210,1452245,404177,1478598,398462,1504950,393065,1531302,388620,1531302,89217,1531302,84455,1531620,80010,1532572,75565,1533208,71120,1535430,62865,1538605,54610,1542415,46672,1546860,39370,1551622,32385,1557655,26352,1563688,20320,1570990,15240,1577975,10795,1585912,6985,1594168,4127,1602422,1905,1607185,952,1611630,317,1615758,0xe">
                  <v:path o:connectlocs="111,82;96,91;84,105;78,121;77,140;83,157;94,171;109,181;127,185;145,182;161,174;173,162;181,145;182,127;177,109;167,95;152,84;135,80;143,0;147,6;171,35;194,17;217,32;218,40;219,76;249,77;259,103;256,110;235,138;258,157;252,184;245,188;213,197;219,227;198,246;190,245;160,233;147,261;118,265;112,260;97,232;68,246;60,246;40,227;46,197;14,188;7,184;1,157;24,140;4,110;0,103;9,77;38,80;54,58;40,34;63,17;70,20;106,29;114,1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-1004570</wp:posOffset>
                </wp:positionH>
                <wp:positionV relativeFrom="paragraph">
                  <wp:posOffset>2867660</wp:posOffset>
                </wp:positionV>
                <wp:extent cx="2112645" cy="294005"/>
                <wp:effectExtent l="0" t="0" r="1905" b="1079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2645" cy="294005"/>
                          <a:chOff x="3062" y="6239"/>
                          <a:chExt cx="3327" cy="463"/>
                        </a:xfrm>
                      </wpg:grpSpPr>
                      <wps:wsp>
                        <wps:cNvPr id="5" name="矩形 30"/>
                        <wps:cNvSpPr/>
                        <wps:spPr>
                          <a:xfrm>
                            <a:off x="3062" y="6239"/>
                            <a:ext cx="3318" cy="455"/>
                          </a:xfrm>
                          <a:prstGeom prst="rect">
                            <a:avLst/>
                          </a:prstGeom>
                          <a:solidFill>
                            <a:srgbClr val="43CFA9"/>
                          </a:solidFill>
                          <a:ln w="1905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5" name="矩形 13"/>
                        <wps:cNvSpPr/>
                        <wps:spPr>
                          <a:xfrm>
                            <a:off x="4193" y="6248"/>
                            <a:ext cx="2197" cy="4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312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b/>
                                  <w:bCs/>
                                  <w:color w:val="FFFFFF"/>
                                  <w:kern w:val="24"/>
                                  <w:sz w:val="26"/>
                                  <w:szCs w:val="26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vert="horz" wrap="square" rtlCol="0" anchor="ctr"/>
                      </wps:wsp>
                      <wps:wsp>
                        <wps:cNvPr id="17" name="KSO_Shape"/>
                        <wps:cNvSpPr/>
                        <wps:spPr>
                          <a:xfrm>
                            <a:off x="3780" y="6346"/>
                            <a:ext cx="282" cy="238"/>
                          </a:xfrm>
                          <a:custGeom>
                            <a:avLst/>
                            <a:gdLst>
                              <a:gd name="connsiteX0" fmla="*/ 3261356 w 3261356"/>
                              <a:gd name="connsiteY0" fmla="*/ 1385789 h 2766950"/>
                              <a:gd name="connsiteX1" fmla="*/ 3261356 w 3261356"/>
                              <a:gd name="connsiteY1" fmla="*/ 2634211 h 2766950"/>
                              <a:gd name="connsiteX2" fmla="*/ 3259675 w 3261356"/>
                              <a:gd name="connsiteY2" fmla="*/ 2649333 h 2766950"/>
                              <a:gd name="connsiteX3" fmla="*/ 3256313 w 3261356"/>
                              <a:gd name="connsiteY3" fmla="*/ 2662775 h 2766950"/>
                              <a:gd name="connsiteX4" fmla="*/ 3252951 w 3261356"/>
                              <a:gd name="connsiteY4" fmla="*/ 2674537 h 2766950"/>
                              <a:gd name="connsiteX5" fmla="*/ 3244545 w 3261356"/>
                              <a:gd name="connsiteY5" fmla="*/ 2686298 h 2766950"/>
                              <a:gd name="connsiteX6" fmla="*/ 3237821 w 3261356"/>
                              <a:gd name="connsiteY6" fmla="*/ 2698060 h 2766950"/>
                              <a:gd name="connsiteX7" fmla="*/ 3229415 w 3261356"/>
                              <a:gd name="connsiteY7" fmla="*/ 2709822 h 2766950"/>
                              <a:gd name="connsiteX8" fmla="*/ 3217647 w 3261356"/>
                              <a:gd name="connsiteY8" fmla="*/ 2719903 h 2766950"/>
                              <a:gd name="connsiteX9" fmla="*/ 3202517 w 3261356"/>
                              <a:gd name="connsiteY9" fmla="*/ 2729985 h 2766950"/>
                              <a:gd name="connsiteX10" fmla="*/ 3175619 w 3261356"/>
                              <a:gd name="connsiteY10" fmla="*/ 2746787 h 2766950"/>
                              <a:gd name="connsiteX11" fmla="*/ 3141997 w 3261356"/>
                              <a:gd name="connsiteY11" fmla="*/ 2758549 h 2766950"/>
                              <a:gd name="connsiteX12" fmla="*/ 3105013 w 3261356"/>
                              <a:gd name="connsiteY12" fmla="*/ 2765270 h 2766950"/>
                              <a:gd name="connsiteX13" fmla="*/ 3066347 w 3261356"/>
                              <a:gd name="connsiteY13" fmla="*/ 2766950 h 2766950"/>
                              <a:gd name="connsiteX14" fmla="*/ 196690 w 3261356"/>
                              <a:gd name="connsiteY14" fmla="*/ 2766950 h 2766950"/>
                              <a:gd name="connsiteX15" fmla="*/ 158024 w 3261356"/>
                              <a:gd name="connsiteY15" fmla="*/ 2765270 h 2766950"/>
                              <a:gd name="connsiteX16" fmla="*/ 121040 w 3261356"/>
                              <a:gd name="connsiteY16" fmla="*/ 2758549 h 2766950"/>
                              <a:gd name="connsiteX17" fmla="*/ 87418 w 3261356"/>
                              <a:gd name="connsiteY17" fmla="*/ 2746787 h 2766950"/>
                              <a:gd name="connsiteX18" fmla="*/ 57158 w 3261356"/>
                              <a:gd name="connsiteY18" fmla="*/ 2729985 h 2766950"/>
                              <a:gd name="connsiteX19" fmla="*/ 47071 w 3261356"/>
                              <a:gd name="connsiteY19" fmla="*/ 2719903 h 2766950"/>
                              <a:gd name="connsiteX20" fmla="*/ 35303 w 3261356"/>
                              <a:gd name="connsiteY20" fmla="*/ 2709822 h 2766950"/>
                              <a:gd name="connsiteX21" fmla="*/ 25217 w 3261356"/>
                              <a:gd name="connsiteY21" fmla="*/ 2698060 h 2766950"/>
                              <a:gd name="connsiteX22" fmla="*/ 16811 w 3261356"/>
                              <a:gd name="connsiteY22" fmla="*/ 2686298 h 2766950"/>
                              <a:gd name="connsiteX23" fmla="*/ 8405 w 3261356"/>
                              <a:gd name="connsiteY23" fmla="*/ 2674537 h 2766950"/>
                              <a:gd name="connsiteX24" fmla="*/ 5043 w 3261356"/>
                              <a:gd name="connsiteY24" fmla="*/ 2662775 h 2766950"/>
                              <a:gd name="connsiteX25" fmla="*/ 1681 w 3261356"/>
                              <a:gd name="connsiteY25" fmla="*/ 2649333 h 2766950"/>
                              <a:gd name="connsiteX26" fmla="*/ 0 w 3261356"/>
                              <a:gd name="connsiteY26" fmla="*/ 2634211 h 2766950"/>
                              <a:gd name="connsiteX27" fmla="*/ 0 w 3261356"/>
                              <a:gd name="connsiteY27" fmla="*/ 1389150 h 2766950"/>
                              <a:gd name="connsiteX28" fmla="*/ 196690 w 3261356"/>
                              <a:gd name="connsiteY28" fmla="*/ 1441237 h 2766950"/>
                              <a:gd name="connsiteX29" fmla="*/ 406829 w 3261356"/>
                              <a:gd name="connsiteY29" fmla="*/ 1495005 h 2766950"/>
                              <a:gd name="connsiteX30" fmla="*/ 660677 w 3261356"/>
                              <a:gd name="connsiteY30" fmla="*/ 1555494 h 2766950"/>
                              <a:gd name="connsiteX31" fmla="*/ 795165 w 3261356"/>
                              <a:gd name="connsiteY31" fmla="*/ 1589099 h 2766950"/>
                              <a:gd name="connsiteX32" fmla="*/ 933017 w 3261356"/>
                              <a:gd name="connsiteY32" fmla="*/ 1619343 h 2766950"/>
                              <a:gd name="connsiteX33" fmla="*/ 1067506 w 3261356"/>
                              <a:gd name="connsiteY33" fmla="*/ 1646227 h 2766950"/>
                              <a:gd name="connsiteX34" fmla="*/ 1200314 w 3261356"/>
                              <a:gd name="connsiteY34" fmla="*/ 1671431 h 2766950"/>
                              <a:gd name="connsiteX35" fmla="*/ 1326397 w 3261356"/>
                              <a:gd name="connsiteY35" fmla="*/ 1693274 h 2766950"/>
                              <a:gd name="connsiteX36" fmla="*/ 1442394 w 3261356"/>
                              <a:gd name="connsiteY36" fmla="*/ 1708396 h 2766950"/>
                              <a:gd name="connsiteX37" fmla="*/ 1544942 w 3261356"/>
                              <a:gd name="connsiteY37" fmla="*/ 1720158 h 2766950"/>
                              <a:gd name="connsiteX38" fmla="*/ 1588650 w 3261356"/>
                              <a:gd name="connsiteY38" fmla="*/ 1723518 h 2766950"/>
                              <a:gd name="connsiteX39" fmla="*/ 1630678 w 3261356"/>
                              <a:gd name="connsiteY39" fmla="*/ 1725199 h 2766950"/>
                              <a:gd name="connsiteX40" fmla="*/ 1672706 w 3261356"/>
                              <a:gd name="connsiteY40" fmla="*/ 1723518 h 2766950"/>
                              <a:gd name="connsiteX41" fmla="*/ 1719777 w 3261356"/>
                              <a:gd name="connsiteY41" fmla="*/ 1720158 h 2766950"/>
                              <a:gd name="connsiteX42" fmla="*/ 1820644 w 3261356"/>
                              <a:gd name="connsiteY42" fmla="*/ 1708396 h 2766950"/>
                              <a:gd name="connsiteX43" fmla="*/ 1934959 w 3261356"/>
                              <a:gd name="connsiteY43" fmla="*/ 1693274 h 2766950"/>
                              <a:gd name="connsiteX44" fmla="*/ 2061043 w 3261356"/>
                              <a:gd name="connsiteY44" fmla="*/ 1671431 h 2766950"/>
                              <a:gd name="connsiteX45" fmla="*/ 2193850 w 3261356"/>
                              <a:gd name="connsiteY45" fmla="*/ 1646227 h 2766950"/>
                              <a:gd name="connsiteX46" fmla="*/ 2330020 w 3261356"/>
                              <a:gd name="connsiteY46" fmla="*/ 1615983 h 2766950"/>
                              <a:gd name="connsiteX47" fmla="*/ 2466190 w 3261356"/>
                              <a:gd name="connsiteY47" fmla="*/ 1585738 h 2766950"/>
                              <a:gd name="connsiteX48" fmla="*/ 2602360 w 3261356"/>
                              <a:gd name="connsiteY48" fmla="*/ 1553814 h 2766950"/>
                              <a:gd name="connsiteX49" fmla="*/ 2854527 w 3261356"/>
                              <a:gd name="connsiteY49" fmla="*/ 1493325 h 2766950"/>
                              <a:gd name="connsiteX50" fmla="*/ 3066347 w 3261356"/>
                              <a:gd name="connsiteY50" fmla="*/ 1437877 h 2766950"/>
                              <a:gd name="connsiteX51" fmla="*/ 1508607 w 3261356"/>
                              <a:gd name="connsiteY51" fmla="*/ 1206475 h 2766950"/>
                              <a:gd name="connsiteX52" fmla="*/ 1417230 w 3261356"/>
                              <a:gd name="connsiteY52" fmla="*/ 1297852 h 2766950"/>
                              <a:gd name="connsiteX53" fmla="*/ 1417230 w 3261356"/>
                              <a:gd name="connsiteY53" fmla="*/ 1314415 h 2766950"/>
                              <a:gd name="connsiteX54" fmla="*/ 1508607 w 3261356"/>
                              <a:gd name="connsiteY54" fmla="*/ 1405791 h 2766950"/>
                              <a:gd name="connsiteX55" fmla="*/ 1752750 w 3261356"/>
                              <a:gd name="connsiteY55" fmla="*/ 1405791 h 2766950"/>
                              <a:gd name="connsiteX56" fmla="*/ 1844126 w 3261356"/>
                              <a:gd name="connsiteY56" fmla="*/ 1314415 h 2766950"/>
                              <a:gd name="connsiteX57" fmla="*/ 1844126 w 3261356"/>
                              <a:gd name="connsiteY57" fmla="*/ 1297852 h 2766950"/>
                              <a:gd name="connsiteX58" fmla="*/ 1752750 w 3261356"/>
                              <a:gd name="connsiteY58" fmla="*/ 1206475 h 2766950"/>
                              <a:gd name="connsiteX59" fmla="*/ 1630678 w 3261356"/>
                              <a:gd name="connsiteY59" fmla="*/ 174304 h 2766950"/>
                              <a:gd name="connsiteX60" fmla="*/ 1114624 w 3261356"/>
                              <a:gd name="connsiteY60" fmla="*/ 469036 h 2766950"/>
                              <a:gd name="connsiteX61" fmla="*/ 1111230 w 3261356"/>
                              <a:gd name="connsiteY61" fmla="*/ 492633 h 2766950"/>
                              <a:gd name="connsiteX62" fmla="*/ 2150126 w 3261356"/>
                              <a:gd name="connsiteY62" fmla="*/ 492633 h 2766950"/>
                              <a:gd name="connsiteX63" fmla="*/ 2146731 w 3261356"/>
                              <a:gd name="connsiteY63" fmla="*/ 469036 h 2766950"/>
                              <a:gd name="connsiteX64" fmla="*/ 1630678 w 3261356"/>
                              <a:gd name="connsiteY64" fmla="*/ 174304 h 2766950"/>
                              <a:gd name="connsiteX65" fmla="*/ 1630678 w 3261356"/>
                              <a:gd name="connsiteY65" fmla="*/ 0 h 2766950"/>
                              <a:gd name="connsiteX66" fmla="*/ 2269992 w 3261356"/>
                              <a:gd name="connsiteY66" fmla="*/ 488510 h 2766950"/>
                              <a:gd name="connsiteX67" fmla="*/ 2270238 w 3261356"/>
                              <a:gd name="connsiteY67" fmla="*/ 492633 h 2766950"/>
                              <a:gd name="connsiteX68" fmla="*/ 3066347 w 3261356"/>
                              <a:gd name="connsiteY68" fmla="*/ 492633 h 2766950"/>
                              <a:gd name="connsiteX69" fmla="*/ 3105012 w 3261356"/>
                              <a:gd name="connsiteY69" fmla="*/ 494313 h 2766950"/>
                              <a:gd name="connsiteX70" fmla="*/ 3141998 w 3261356"/>
                              <a:gd name="connsiteY70" fmla="*/ 501035 h 2766950"/>
                              <a:gd name="connsiteX71" fmla="*/ 3175621 w 3261356"/>
                              <a:gd name="connsiteY71" fmla="*/ 512796 h 2766950"/>
                              <a:gd name="connsiteX72" fmla="*/ 3202518 w 3261356"/>
                              <a:gd name="connsiteY72" fmla="*/ 529599 h 2766950"/>
                              <a:gd name="connsiteX73" fmla="*/ 3217649 w 3261356"/>
                              <a:gd name="connsiteY73" fmla="*/ 539681 h 2766950"/>
                              <a:gd name="connsiteX74" fmla="*/ 3229416 w 3261356"/>
                              <a:gd name="connsiteY74" fmla="*/ 549763 h 2766950"/>
                              <a:gd name="connsiteX75" fmla="*/ 3237821 w 3261356"/>
                              <a:gd name="connsiteY75" fmla="*/ 561524 h 2766950"/>
                              <a:gd name="connsiteX76" fmla="*/ 3244546 w 3261356"/>
                              <a:gd name="connsiteY76" fmla="*/ 573285 h 2766950"/>
                              <a:gd name="connsiteX77" fmla="*/ 3252951 w 3261356"/>
                              <a:gd name="connsiteY77" fmla="*/ 585046 h 2766950"/>
                              <a:gd name="connsiteX78" fmla="*/ 3256314 w 3261356"/>
                              <a:gd name="connsiteY78" fmla="*/ 596807 h 2766950"/>
                              <a:gd name="connsiteX79" fmla="*/ 3259676 w 3261356"/>
                              <a:gd name="connsiteY79" fmla="*/ 610251 h 2766950"/>
                              <a:gd name="connsiteX80" fmla="*/ 3261356 w 3261356"/>
                              <a:gd name="connsiteY80" fmla="*/ 625372 h 2766950"/>
                              <a:gd name="connsiteX81" fmla="*/ 3261356 w 3261356"/>
                              <a:gd name="connsiteY81" fmla="*/ 1326877 h 2766950"/>
                              <a:gd name="connsiteX82" fmla="*/ 3261353 w 3261356"/>
                              <a:gd name="connsiteY82" fmla="*/ 1326877 h 2766950"/>
                              <a:gd name="connsiteX83" fmla="*/ 3261350 w 3261356"/>
                              <a:gd name="connsiteY83" fmla="*/ 1326880 h 2766950"/>
                              <a:gd name="connsiteX84" fmla="*/ 3066350 w 3261356"/>
                              <a:gd name="connsiteY84" fmla="*/ 1378964 h 2766950"/>
                              <a:gd name="connsiteX85" fmla="*/ 2854531 w 3261356"/>
                              <a:gd name="connsiteY85" fmla="*/ 1434413 h 2766950"/>
                              <a:gd name="connsiteX86" fmla="*/ 2602365 w 3261356"/>
                              <a:gd name="connsiteY86" fmla="*/ 1494902 h 2766950"/>
                              <a:gd name="connsiteX87" fmla="*/ 2466193 w 3261356"/>
                              <a:gd name="connsiteY87" fmla="*/ 1526826 h 2766950"/>
                              <a:gd name="connsiteX88" fmla="*/ 2330026 w 3261356"/>
                              <a:gd name="connsiteY88" fmla="*/ 1557071 h 2766950"/>
                              <a:gd name="connsiteX89" fmla="*/ 2193854 w 3261356"/>
                              <a:gd name="connsiteY89" fmla="*/ 1587315 h 2766950"/>
                              <a:gd name="connsiteX90" fmla="*/ 2061046 w 3261356"/>
                              <a:gd name="connsiteY90" fmla="*/ 1612517 h 2766950"/>
                              <a:gd name="connsiteX91" fmla="*/ 1934963 w 3261356"/>
                              <a:gd name="connsiteY91" fmla="*/ 1634360 h 2766950"/>
                              <a:gd name="connsiteX92" fmla="*/ 1820647 w 3261356"/>
                              <a:gd name="connsiteY92" fmla="*/ 1649484 h 2766950"/>
                              <a:gd name="connsiteX93" fmla="*/ 1719781 w 3261356"/>
                              <a:gd name="connsiteY93" fmla="*/ 1661245 h 2766950"/>
                              <a:gd name="connsiteX94" fmla="*/ 1672711 w 3261356"/>
                              <a:gd name="connsiteY94" fmla="*/ 1664604 h 2766950"/>
                              <a:gd name="connsiteX95" fmla="*/ 1630683 w 3261356"/>
                              <a:gd name="connsiteY95" fmla="*/ 1666287 h 2766950"/>
                              <a:gd name="connsiteX96" fmla="*/ 1588655 w 3261356"/>
                              <a:gd name="connsiteY96" fmla="*/ 1664604 h 2766950"/>
                              <a:gd name="connsiteX97" fmla="*/ 1544944 w 3261356"/>
                              <a:gd name="connsiteY97" fmla="*/ 1661245 h 2766950"/>
                              <a:gd name="connsiteX98" fmla="*/ 1442396 w 3261356"/>
                              <a:gd name="connsiteY98" fmla="*/ 1649484 h 2766950"/>
                              <a:gd name="connsiteX99" fmla="*/ 1326400 w 3261356"/>
                              <a:gd name="connsiteY99" fmla="*/ 1634360 h 2766950"/>
                              <a:gd name="connsiteX100" fmla="*/ 1200317 w 3261356"/>
                              <a:gd name="connsiteY100" fmla="*/ 1612517 h 2766950"/>
                              <a:gd name="connsiteX101" fmla="*/ 1067508 w 3261356"/>
                              <a:gd name="connsiteY101" fmla="*/ 1587315 h 2766950"/>
                              <a:gd name="connsiteX102" fmla="*/ 933020 w 3261356"/>
                              <a:gd name="connsiteY102" fmla="*/ 1560430 h 2766950"/>
                              <a:gd name="connsiteX103" fmla="*/ 795169 w 3261356"/>
                              <a:gd name="connsiteY103" fmla="*/ 1530186 h 2766950"/>
                              <a:gd name="connsiteX104" fmla="*/ 660681 w 3261356"/>
                              <a:gd name="connsiteY104" fmla="*/ 1496582 h 2766950"/>
                              <a:gd name="connsiteX105" fmla="*/ 406834 w 3261356"/>
                              <a:gd name="connsiteY105" fmla="*/ 1436093 h 2766950"/>
                              <a:gd name="connsiteX106" fmla="*/ 196695 w 3261356"/>
                              <a:gd name="connsiteY106" fmla="*/ 1382323 h 2766950"/>
                              <a:gd name="connsiteX107" fmla="*/ 3 w 3261356"/>
                              <a:gd name="connsiteY107" fmla="*/ 1330236 h 2766950"/>
                              <a:gd name="connsiteX108" fmla="*/ 3 w 3261356"/>
                              <a:gd name="connsiteY108" fmla="*/ 1332325 h 2766950"/>
                              <a:gd name="connsiteX109" fmla="*/ 0 w 3261356"/>
                              <a:gd name="connsiteY109" fmla="*/ 1332322 h 2766950"/>
                              <a:gd name="connsiteX110" fmla="*/ 0 w 3261356"/>
                              <a:gd name="connsiteY110" fmla="*/ 971511 h 2766950"/>
                              <a:gd name="connsiteX111" fmla="*/ 0 w 3261356"/>
                              <a:gd name="connsiteY111" fmla="*/ 625372 h 2766950"/>
                              <a:gd name="connsiteX112" fmla="*/ 1683 w 3261356"/>
                              <a:gd name="connsiteY112" fmla="*/ 610251 h 2766950"/>
                              <a:gd name="connsiteX113" fmla="*/ 5046 w 3261356"/>
                              <a:gd name="connsiteY113" fmla="*/ 596807 h 2766950"/>
                              <a:gd name="connsiteX114" fmla="*/ 8405 w 3261356"/>
                              <a:gd name="connsiteY114" fmla="*/ 585046 h 2766950"/>
                              <a:gd name="connsiteX115" fmla="*/ 16813 w 3261356"/>
                              <a:gd name="connsiteY115" fmla="*/ 573285 h 2766950"/>
                              <a:gd name="connsiteX116" fmla="*/ 25218 w 3261356"/>
                              <a:gd name="connsiteY116" fmla="*/ 561524 h 2766950"/>
                              <a:gd name="connsiteX117" fmla="*/ 35303 w 3261356"/>
                              <a:gd name="connsiteY117" fmla="*/ 549763 h 2766950"/>
                              <a:gd name="connsiteX118" fmla="*/ 47073 w 3261356"/>
                              <a:gd name="connsiteY118" fmla="*/ 539681 h 2766950"/>
                              <a:gd name="connsiteX119" fmla="*/ 57158 w 3261356"/>
                              <a:gd name="connsiteY119" fmla="*/ 529599 h 2766950"/>
                              <a:gd name="connsiteX120" fmla="*/ 87418 w 3261356"/>
                              <a:gd name="connsiteY120" fmla="*/ 512796 h 2766950"/>
                              <a:gd name="connsiteX121" fmla="*/ 121041 w 3261356"/>
                              <a:gd name="connsiteY121" fmla="*/ 501035 h 2766950"/>
                              <a:gd name="connsiteX122" fmla="*/ 158027 w 3261356"/>
                              <a:gd name="connsiteY122" fmla="*/ 494313 h 2766950"/>
                              <a:gd name="connsiteX123" fmla="*/ 196692 w 3261356"/>
                              <a:gd name="connsiteY123" fmla="*/ 492633 h 2766950"/>
                              <a:gd name="connsiteX124" fmla="*/ 991117 w 3261356"/>
                              <a:gd name="connsiteY124" fmla="*/ 492633 h 2766950"/>
                              <a:gd name="connsiteX125" fmla="*/ 991363 w 3261356"/>
                              <a:gd name="connsiteY125" fmla="*/ 488510 h 2766950"/>
                              <a:gd name="connsiteX126" fmla="*/ 1630678 w 3261356"/>
                              <a:gd name="connsiteY126" fmla="*/ 0 h 276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</a:cxnLst>
                            <a:rect l="l" t="t" r="r" b="b"/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9.1pt;margin-top:225.8pt;height:23.15pt;width:166.35pt;z-index:251667456;mso-width-relative:page;mso-height-relative:page;" coordorigin="3062,6239" coordsize="3327,463" o:gfxdata="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">
                <o:lock v:ext="edit" aspectratio="f"/>
                <v:rect id="矩形 30" o:spid="_x0000_s1026" o:spt="1" style="position:absolute;left:3062;top:6239;height:455;width:3318;v-text-anchor:middle;" fillcolor="#43CFA9" filled="t" stroked="f" coordsize="21600,21600" o:gfxdata="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bOjmc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1.5pt"/>
                  <v:imagedata o:title=""/>
                  <o:lock v:ext="edit" aspectratio="f"/>
                </v:rect>
                <v:rect id="矩形 13" o:spid="_x0000_s1026" o:spt="1" style="position:absolute;left:4193;top:6248;height:455;width:2197;v-text-anchor:middle;" filled="f" stroked="f" coordsize="21600,21600" o:gfxdata="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5Dk/7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 w:line="312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b/>
                            <w:bCs/>
                            <w:color w:val="FFFFFF"/>
                            <w:kern w:val="24"/>
                            <w:sz w:val="26"/>
                            <w:szCs w:val="26"/>
                          </w:rPr>
                          <w:t>工作经历</w:t>
                        </w:r>
                      </w:p>
                    </w:txbxContent>
                  </v:textbox>
                </v:rect>
                <v:shape id="KSO_Shape" o:spid="_x0000_s1026" o:spt="100" style="position:absolute;left:3780;top:6346;height:238;width:282;v-text-anchor:middle;" fillcolor="#FFFFFF" filled="t" stroked="f" coordsize="3261356,2766950" o:gfxdata="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tHuVugAAANsA&#10;AAAPAAAAAAAAAAEAIAAAACIAAABkcnMvZG93bnJldi54bWxQSwECFAAUAAAACACHTuJAMy8FnjsA&#10;AAA5AAAAEAAAAAAAAAABACAAAAAJAQAAZHJzL3NoYXBleG1sLnhtbFBLBQYAAAAABgAGAFsBAACz&#10;AwAAAAA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282,119;282,226;281,227;281,229;281,230;280,231;279,232;279,233;278,233;276,234;274,236;271,237;268,237;265,238;17,238;13,237;10,237;7,236;4,234;4,233;3,233;2,232;1,231;0,230;0,229;0,227;0,226;0,119;17,123;35,128;57,133;68,136;80,139;92,141;103,143;114,145;124,146;133,147;137,148;141,148;144,148;148,147;157,146;167,145;178,143;189,141;201,138;213,136;225,133;246,128;265,123;130,103;122,111;122,113;130,120;151,120;159,113;159,111;151,103;141,14;96,40;96,42;185,42;185,40;141,14;141,0;196,42;196,42;265,42;268,42;271,43;274,44;276,45;278,46;279,47;279,48;280,49;281,50;281,51;281,52;282,53;282,114;281,114;281,114;265,118;246,123;225,128;213,131;201,133;189,136;178,138;167,140;157,141;148,142;144,143;141,143;137,143;133,142;124,141;114,140;103,138;92,136;80,134;68,131;57,128;35,123;17,118;0,114;0,114;0,114;0,83;0,53;0,52;0,51;0,50;1,49;2,48;3,47;4,46;4,45;7,44;10,43;13,42;17,42;85,42;85,42;141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-1004570</wp:posOffset>
                </wp:positionH>
                <wp:positionV relativeFrom="paragraph">
                  <wp:posOffset>1211580</wp:posOffset>
                </wp:positionV>
                <wp:extent cx="2112645" cy="294005"/>
                <wp:effectExtent l="0" t="0" r="1905" b="1079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2645" cy="294005"/>
                          <a:chOff x="3062" y="3631"/>
                          <a:chExt cx="3327" cy="463"/>
                        </a:xfrm>
                      </wpg:grpSpPr>
                      <wps:wsp>
                        <wps:cNvPr id="6" name="矩形 31"/>
                        <wps:cNvSpPr/>
                        <wps:spPr>
                          <a:xfrm>
                            <a:off x="3062" y="3631"/>
                            <a:ext cx="3318" cy="455"/>
                          </a:xfrm>
                          <a:prstGeom prst="rect">
                            <a:avLst/>
                          </a:prstGeom>
                          <a:solidFill>
                            <a:srgbClr val="43CFA9"/>
                          </a:solidFill>
                          <a:ln w="1905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6" name="矩形 14"/>
                        <wps:cNvSpPr/>
                        <wps:spPr>
                          <a:xfrm>
                            <a:off x="4193" y="3640"/>
                            <a:ext cx="2197" cy="4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312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b/>
                                  <w:bCs/>
                                  <w:color w:val="FFFFFF"/>
                                  <w:kern w:val="24"/>
                                  <w:sz w:val="26"/>
                                  <w:szCs w:val="26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vert="horz" wrap="square" rtlCol="0" anchor="ctr"/>
                      </wps:wsp>
                      <wps:wsp>
                        <wps:cNvPr id="18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3747" y="3761"/>
                            <a:ext cx="348" cy="2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55" y="42"/>
                              </a:cxn>
                              <a:cxn ang="0">
                                <a:pos x="140" y="2"/>
                              </a:cxn>
                              <a:cxn ang="0">
                                <a:pos x="127" y="2"/>
                              </a:cxn>
                              <a:cxn ang="0">
                                <a:pos x="11" y="42"/>
                              </a:cxn>
                              <a:cxn ang="0">
                                <a:pos x="11" y="51"/>
                              </a:cxn>
                              <a:cxn ang="0">
                                <a:pos x="38" y="61"/>
                              </a:cxn>
                              <a:cxn ang="0">
                                <a:pos x="25" y="99"/>
                              </a:cxn>
                              <a:cxn ang="0">
                                <a:pos x="17" y="111"/>
                              </a:cxn>
                              <a:cxn ang="0">
                                <a:pos x="24" y="122"/>
                              </a:cxn>
                              <a:cxn ang="0">
                                <a:pos x="0" y="173"/>
                              </a:cxn>
                              <a:cxn ang="0">
                                <a:pos x="19" y="184"/>
                              </a:cxn>
                              <a:cxn ang="0">
                                <a:pos x="37" y="121"/>
                              </a:cxn>
                              <a:cxn ang="0">
                                <a:pos x="42" y="111"/>
                              </a:cxn>
                              <a:cxn ang="0">
                                <a:pos x="36" y="100"/>
                              </a:cxn>
                              <a:cxn ang="0">
                                <a:pos x="50" y="66"/>
                              </a:cxn>
                              <a:cxn ang="0">
                                <a:pos x="51" y="65"/>
                              </a:cxn>
                              <a:cxn ang="0">
                                <a:pos x="131" y="33"/>
                              </a:cxn>
                              <a:cxn ang="0">
                                <a:pos x="138" y="36"/>
                              </a:cxn>
                              <a:cxn ang="0">
                                <a:pos x="138" y="36"/>
                              </a:cxn>
                              <a:cxn ang="0">
                                <a:pos x="135" y="44"/>
                              </a:cxn>
                              <a:cxn ang="0">
                                <a:pos x="68" y="71"/>
                              </a:cxn>
                              <a:cxn ang="0">
                                <a:pos x="128" y="91"/>
                              </a:cxn>
                              <a:cxn ang="0">
                                <a:pos x="141" y="91"/>
                              </a:cxn>
                              <a:cxn ang="0">
                                <a:pos x="256" y="52"/>
                              </a:cxn>
                              <a:cxn ang="0">
                                <a:pos x="255" y="42"/>
                              </a:cxn>
                              <a:cxn ang="0">
                                <a:pos x="255" y="42"/>
                              </a:cxn>
                              <a:cxn ang="0">
                                <a:pos x="128" y="106"/>
                              </a:cxn>
                              <a:cxn ang="0">
                                <a:pos x="55" y="82"/>
                              </a:cxn>
                              <a:cxn ang="0">
                                <a:pos x="55" y="100"/>
                              </a:cxn>
                              <a:cxn ang="0">
                                <a:pos x="61" y="114"/>
                              </a:cxn>
                              <a:cxn ang="0">
                                <a:pos x="56" y="127"/>
                              </a:cxn>
                              <a:cxn ang="0">
                                <a:pos x="61" y="134"/>
                              </a:cxn>
                              <a:cxn ang="0">
                                <a:pos x="209" y="131"/>
                              </a:cxn>
                              <a:cxn ang="0">
                                <a:pos x="215" y="121"/>
                              </a:cxn>
                              <a:cxn ang="0">
                                <a:pos x="215" y="81"/>
                              </a:cxn>
                              <a:cxn ang="0">
                                <a:pos x="141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</a:ln>
                          <a:effectLst/>
                        </wps:spPr>
                        <wps:bodyPr vert="horz" wrap="square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9.1pt;margin-top:95.4pt;height:23.15pt;width:166.35pt;z-index:251668480;mso-width-relative:page;mso-height-relative:page;" coordorigin="3062,3631" coordsize="3327,463" o:gfxdata="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">
                <o:lock v:ext="edit" aspectratio="f"/>
                <v:rect id="矩形 31" o:spid="_x0000_s1026" o:spt="1" style="position:absolute;left:3062;top:3631;height:455;width:3318;v-text-anchor:middle;" fillcolor="#43CFA9" filled="t" stroked="f" coordsize="21600,21600" o:gfxdata="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vop+u2AAAA2g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.5pt"/>
                  <v:imagedata o:title=""/>
                  <o:lock v:ext="edit" aspectratio="f"/>
                </v:rect>
                <v:rect id="矩形 14" o:spid="_x0000_s1026" o:spt="1" style="position:absolute;left:4193;top:3640;height:455;width:2197;v-text-anchor:middle;" filled="f" stroked="f" coordsize="21600,21600" o:gfxdata="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QnqI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 w:line="312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b/>
                            <w:bCs/>
                            <w:color w:val="FFFFFF"/>
                            <w:kern w:val="24"/>
                            <w:sz w:val="26"/>
                            <w:szCs w:val="26"/>
                          </w:rPr>
                          <w:t>教育背景</w:t>
                        </w:r>
                      </w:p>
                    </w:txbxContent>
                  </v:textbox>
                </v:rect>
                <v:shape id="Freeform 142" o:spid="_x0000_s1026" o:spt="100" style="position:absolute;left:3747;top:3761;height:242;width:348;" fillcolor="#FFFFFF" filled="t" stroked="f" coordsize="263,184" o:gfxdata="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96/cvQAA&#10;ANsAAAAPAAAAAAAAAAEAIAAAACIAAABkcnMvZG93bnJldi54bWxQSwECFAAUAAAACACHTuJAMy8F&#10;njsAAAA5AAAAEAAAAAAAAAABACAAAAAMAQAAZHJzL3NoYXBleG1sLnhtbFBLBQYAAAAABgAGAFsB&#10;AAC2A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-680720</wp:posOffset>
                </wp:positionH>
                <wp:positionV relativeFrom="paragraph">
                  <wp:posOffset>-388620</wp:posOffset>
                </wp:positionV>
                <wp:extent cx="3352800" cy="457200"/>
                <wp:effectExtent l="0" t="0" r="0" b="0"/>
                <wp:wrapNone/>
                <wp:docPr id="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beforeAutospacing="0" w:after="0" w:afterAutospacing="0" w:line="576" w:lineRule="exact"/>
                              <w:rPr>
                                <w:color w:val="43CFA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43CFA9"/>
                                <w:spacing w:val="60"/>
                                <w:sz w:val="48"/>
                                <w:szCs w:val="48"/>
                              </w:rPr>
                              <w:t>李思宇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33F50"/>
                                <w:spacing w:val="60"/>
                                <w:sz w:val="48"/>
                                <w:szCs w:val="48"/>
                              </w:rPr>
                              <w:t xml:space="preserve">  </w:t>
                            </w:r>
                            <w:r>
                              <w:rPr>
                                <w:rFonts w:hint="eastAsia" w:hAnsi="微软雅黑" w:eastAsia="微软雅黑" w:cs="Times New Roman"/>
                                <w:color w:val="43CFA9"/>
                                <w:sz w:val="22"/>
                                <w:szCs w:val="22"/>
                              </w:rPr>
                              <w:t>求职意向：市场销售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53.6pt;margin-top:-30.6pt;height:36pt;width:264pt;z-index:251661312;mso-width-relative:page;mso-height-relative:page;" filled="f" stroked="f" coordsize="21600,21600" o:gfxdata="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F80WDYAAAACwEAAA8AAAAAAAAAAQAgAAAAIgAAAGRy&#10;cy9kb3ducmV2LnhtbFBLAQIUABQAAAAIAIdO4kCI6ImPzAEAAIsDAAAOAAAAAAAAAAEAIAAAACcB&#10;AABkcnMvZTJvRG9jLnhtbFBLBQYAAAAABgAGAFkBAABl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spacing w:before="0" w:beforeAutospacing="0" w:after="0" w:afterAutospacing="0" w:line="576" w:lineRule="exact"/>
                        <w:rPr>
                          <w:color w:val="43CFA9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43CFA9"/>
                          <w:spacing w:val="60"/>
                          <w:sz w:val="48"/>
                          <w:szCs w:val="48"/>
                        </w:rPr>
                        <w:t>李思宇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33F50"/>
                          <w:spacing w:val="60"/>
                          <w:sz w:val="48"/>
                          <w:szCs w:val="48"/>
                        </w:rPr>
                        <w:t xml:space="preserve">  </w:t>
                      </w:r>
                      <w:r>
                        <w:rPr>
                          <w:rFonts w:hint="eastAsia" w:hAnsi="微软雅黑" w:eastAsia="微软雅黑" w:cs="Times New Roman"/>
                          <w:color w:val="43CFA9"/>
                          <w:sz w:val="22"/>
                          <w:szCs w:val="22"/>
                        </w:rPr>
                        <w:t>求职意向：市场销售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52070</wp:posOffset>
                </wp:positionV>
                <wp:extent cx="3415030" cy="751840"/>
                <wp:effectExtent l="0" t="0" r="0" b="0"/>
                <wp:wrapNone/>
                <wp:docPr id="8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5030" cy="75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beforeAutospacing="0" w:after="0" w:afterAutospacing="0" w:line="520" w:lineRule="exact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/>
                                <w:sz w:val="20"/>
                                <w:szCs w:val="20"/>
                              </w:rPr>
                              <w:t>1993-03                深圳 · 罗湖</w:t>
                            </w:r>
                          </w:p>
                          <w:p>
                            <w:pPr>
                              <w:pStyle w:val="5"/>
                              <w:spacing w:before="0" w:beforeAutospacing="0" w:after="0" w:afterAutospacing="0" w:line="520" w:lineRule="exact"/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/>
                                <w:sz w:val="20"/>
                                <w:szCs w:val="20"/>
                              </w:rPr>
                              <w:t xml:space="preserve">138-8888-8888       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color w:val="59595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/>
                                <w:sz w:val="20"/>
                                <w:szCs w:val="20"/>
                              </w:rPr>
                              <w:t>888888@qq.com</w:t>
                            </w:r>
                          </w:p>
                        </w:txbxContent>
                      </wps:txbx>
                      <wps:bodyPr vert="horz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-29.65pt;margin-top:4.1pt;height:59.2pt;width:268.9pt;z-index:251662336;mso-width-relative:page;mso-height-relative:page;" filled="f" stroked="f" coordsize="21600,21600" o:gfxdata="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rZOGbXAAAACQEAAA8AAAAAAAAAAQAg&#10;AAAAIgAAAGRycy9kb3ducmV2LnhtbFBLAQIUABQAAAAIAIdO4kBnwN2c1gEAAJsDAAAOAAAAAAAA&#10;AAEAIAAAACYBAABkcnMvZTJvRG9jLnhtbFBLBQYAAAAABgAGAFkBAABu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spacing w:before="0" w:beforeAutospacing="0" w:after="0" w:afterAutospacing="0" w:line="520" w:lineRule="exact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/>
                          <w:sz w:val="20"/>
                          <w:szCs w:val="20"/>
                        </w:rPr>
                        <w:t>1993-03                深圳 · 罗湖</w:t>
                      </w:r>
                    </w:p>
                    <w:p>
                      <w:pPr>
                        <w:pStyle w:val="5"/>
                        <w:spacing w:before="0" w:beforeAutospacing="0" w:after="0" w:afterAutospacing="0" w:line="520" w:lineRule="exact"/>
                        <w:rPr>
                          <w:color w:val="595959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/>
                          <w:sz w:val="20"/>
                          <w:szCs w:val="20"/>
                        </w:rPr>
                        <w:t xml:space="preserve">138-8888-8888            </w:t>
                      </w:r>
                      <w:r>
                        <w:rPr>
                          <w:rFonts w:ascii="微软雅黑" w:hAnsi="微软雅黑" w:eastAsia="微软雅黑" w:cs="Times New Roman"/>
                          <w:color w:val="59595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/>
                          <w:sz w:val="20"/>
                          <w:szCs w:val="20"/>
                        </w:rPr>
                        <w:t>888888@qq.com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1576070</wp:posOffset>
                </wp:positionV>
                <wp:extent cx="6708775" cy="967740"/>
                <wp:effectExtent l="0" t="0" r="0" b="0"/>
                <wp:wrapNone/>
                <wp:docPr id="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775" cy="967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120" w:afterAutospacing="0" w:line="42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1"/>
                                <w:szCs w:val="21"/>
                              </w:rPr>
                              <w:t>2012.09—2016.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1"/>
                                <w:szCs w:val="21"/>
                              </w:rPr>
                              <w:t xml:space="preserve">6         南京邮电大学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/>
                                <w:kern w:val="24"/>
                                <w:sz w:val="21"/>
                                <w:szCs w:val="21"/>
                              </w:rPr>
                              <w:t>广告学         本科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333F50"/>
                                <w:kern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20" w:lineRule="exact"/>
                              <w:textAlignment w:val="baseline"/>
                              <w:rPr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/>
                                <w:kern w:val="24"/>
                                <w:sz w:val="20"/>
                                <w:szCs w:val="20"/>
                              </w:rPr>
                              <w:t>主修课程：广告学，广告文案写作，传播学，新闻学概论，中外文学鉴赏，中外文化概述，英国文学，英美影视口语进阶，专业英语，计算机软件技术基础，绘画基础等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-51.1pt;margin-top:124.1pt;height:76.2pt;width:528.25pt;z-index:251663360;mso-width-relative:page;mso-height-relative:page;" filled="f" stroked="f" coordsize="21600,21600" o:gfxdata="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iEK452wAAAAwBAAAPAAAAAAAAAAEAIAAAACIA&#10;AABkcnMvZG93bnJldi54bWxQSwECFAAUAAAACACHTuJASxGMXc0BAACLAwAADgAAAAAAAAABACAA&#10;AAAqAQAAZHJzL2Uyb0RvYy54bWxQSwUGAAAAAAYABgBZAQAAa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120" w:afterAutospacing="0" w:line="42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1"/>
                          <w:szCs w:val="21"/>
                        </w:rPr>
                        <w:t>2012.09—2016.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1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1"/>
                          <w:szCs w:val="21"/>
                        </w:rPr>
                        <w:t xml:space="preserve">6         南京邮电大学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/>
                          <w:kern w:val="24"/>
                          <w:sz w:val="21"/>
                          <w:szCs w:val="21"/>
                        </w:rPr>
                        <w:t>广告学         本科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333F50"/>
                          <w:kern w:val="24"/>
                        </w:rPr>
                        <w:t xml:space="preserve"> 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20" w:lineRule="exact"/>
                        <w:textAlignment w:val="baseline"/>
                        <w:rPr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/>
                          <w:kern w:val="24"/>
                          <w:sz w:val="20"/>
                          <w:szCs w:val="20"/>
                        </w:rPr>
                        <w:t>主修课程：广告学，广告文案写作，传播学，新闻学概论，中外文学鉴赏，中外文化概述，英国文学，英美影视口语进阶，专业英语，计算机软件技术基础，绘画基础等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6656705</wp:posOffset>
                </wp:positionV>
                <wp:extent cx="6708775" cy="891540"/>
                <wp:effectExtent l="0" t="0" r="0" b="0"/>
                <wp:wrapNone/>
                <wp:docPr id="10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775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2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2012年国家奖学金                               2012年任班长一职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2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2012年获“三好学生”称号                       2011年获营销大赛一等奖</w:t>
                            </w: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2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2012年创业杯大赛获得团体比赛铜奖              2014年荣获学院优秀班干部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-51.1pt;margin-top:524.15pt;height:70.2pt;width:528.25pt;z-index:251664384;mso-width-relative:page;mso-height-relative:page;" filled="f" stroked="f" coordsize="21600,21600" o:gfxdata="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MAxbY3AAAAA4BAAAPAAAAAAAAAAEAIAAA&#10;ACIAAABkcnMvZG93bnJldi54bWxQSwECFAAUAAAACACHTuJA/eyTUM8BAACMAwAADgAAAAAAAAAB&#10;ACAAAAArAQAAZHJzL2Uyb0RvYy54bWxQSwUGAAAAAAYABgBZAQAAb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2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2012年国家奖学金                               2012年任班长一职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2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2012年获“三好学生”称号                       2011年获营销大赛一等奖</w:t>
                      </w: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2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2012年创业杯大赛获得团体比赛铜奖              2014年荣获学院优秀班干部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3232150</wp:posOffset>
                </wp:positionV>
                <wp:extent cx="6708775" cy="2644140"/>
                <wp:effectExtent l="0" t="0" r="0" b="0"/>
                <wp:wrapNone/>
                <wp:docPr id="1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8775" cy="2644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120" w:afterAutospacing="0" w:line="42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585858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85858"/>
                                <w:kern w:val="24"/>
                                <w:sz w:val="21"/>
                                <w:szCs w:val="21"/>
                              </w:rPr>
                              <w:t>2014.08-2015.08         可口可乐瑞安公司                       部门经理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1890"/>
                                <w:tab w:val="left" w:pos="2100"/>
                              </w:tabs>
                              <w:spacing w:line="42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负责调查各个销售网点销售情况。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1890"/>
                                <w:tab w:val="left" w:pos="2100"/>
                              </w:tabs>
                              <w:spacing w:line="42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 xml:space="preserve">帮助销售部门组长核对当月销售完成情况。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1890"/>
                                <w:tab w:val="left" w:pos="2100"/>
                              </w:tabs>
                              <w:spacing w:line="42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组织活动赛事制作海报宣传活动，提出切实可行的活动计划。</w:t>
                            </w:r>
                          </w:p>
                          <w:p>
                            <w:p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line="420" w:lineRule="exact"/>
                              <w:textAlignment w:val="baseline"/>
                            </w:pPr>
                          </w:p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120" w:afterAutospacing="0" w:line="42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585858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85858"/>
                                <w:kern w:val="24"/>
                                <w:sz w:val="21"/>
                                <w:szCs w:val="21"/>
                              </w:rPr>
                              <w:t>2015.08-2016.08        华东学院校联络部                        副部长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1890"/>
                                <w:tab w:val="left" w:pos="2100"/>
                              </w:tabs>
                              <w:spacing w:line="42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组织业余活动、服务学生生活文案工作；课堂教学、组织业余活动、生活文案工作；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1890"/>
                                <w:tab w:val="left" w:pos="2100"/>
                              </w:tabs>
                              <w:spacing w:line="42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熟练掌握并加强了组织活动与教学能力；巩固并检验了自己英语学习的知识水平。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0"/>
                                <w:tab w:val="left" w:pos="1890"/>
                                <w:tab w:val="left" w:pos="2100"/>
                              </w:tabs>
                              <w:spacing w:line="420" w:lineRule="exact"/>
                              <w:ind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组织业余活动、服务学生生活文案工作；课堂教学、组织业余活动、生活文案工作；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51.1pt;margin-top:254.5pt;height:208.2pt;width:528.25pt;z-index:251665408;mso-width-relative:page;mso-height-relative:page;" filled="f" stroked="f" coordsize="21600,21600" o:gfxdata="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4Y7zzbAAAADAEAAA8AAAAAAAAAAQAgAAAAIgAAAGRycy9kb3ducmV2LnhtbFBLAQIUABQAAAAI&#10;AIdO4kBsStNS6gEAAM4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120" w:afterAutospacing="0" w:line="42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585858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85858"/>
                          <w:kern w:val="24"/>
                          <w:sz w:val="21"/>
                          <w:szCs w:val="21"/>
                        </w:rPr>
                        <w:t>2014.08-2015.08         可口可乐瑞安公司                       部门经理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1890"/>
                          <w:tab w:val="left" w:pos="2100"/>
                        </w:tabs>
                        <w:spacing w:line="42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负责调查各个销售网点销售情况。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1890"/>
                          <w:tab w:val="left" w:pos="2100"/>
                        </w:tabs>
                        <w:spacing w:line="42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 xml:space="preserve">帮助销售部门组长核对当月销售完成情况。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1890"/>
                          <w:tab w:val="left" w:pos="2100"/>
                        </w:tabs>
                        <w:spacing w:line="42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组织活动赛事制作海报宣传活动，提出切实可行的活动计划。</w:t>
                      </w:r>
                    </w:p>
                    <w:p>
                      <w:p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line="420" w:lineRule="exact"/>
                        <w:textAlignment w:val="baseline"/>
                      </w:pPr>
                    </w:p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120" w:afterAutospacing="0" w:line="42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585858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85858"/>
                          <w:kern w:val="24"/>
                          <w:sz w:val="21"/>
                          <w:szCs w:val="21"/>
                        </w:rPr>
                        <w:t>2015.08-2016.08        华东学院校联络部                        副部长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1890"/>
                          <w:tab w:val="left" w:pos="2100"/>
                        </w:tabs>
                        <w:spacing w:line="42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组织业余活动、服务学生生活文案工作；课堂教学、组织业余活动、生活文案工作；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1890"/>
                          <w:tab w:val="left" w:pos="2100"/>
                        </w:tabs>
                        <w:spacing w:line="42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熟练掌握并加强了组织活动与教学能力；巩固并检验了自己英语学习的知识水平。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tabs>
                          <w:tab w:val="left" w:pos="220"/>
                          <w:tab w:val="left" w:pos="1890"/>
                          <w:tab w:val="left" w:pos="2100"/>
                        </w:tabs>
                        <w:spacing w:line="420" w:lineRule="exact"/>
                        <w:ind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组织业余活动、服务学生生活文案工作；课堂教学、组织业余活动、生活文案工作；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8269605</wp:posOffset>
                </wp:positionV>
                <wp:extent cx="6708775" cy="891540"/>
                <wp:effectExtent l="0" t="0" r="0" b="0"/>
                <wp:wrapNone/>
                <wp:docPr id="1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775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2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85858"/>
                                <w:kern w:val="24"/>
                                <w:sz w:val="20"/>
                                <w:szCs w:val="20"/>
                              </w:rPr>
                              <w:t>本人性格热情开朗，待人友好，为人真诚谦虚。能吃苦耐劳，尽职尽责，有耐心。学习刻苦认真，成绩优秀，品学兼优，连续三年获得学院奖学金。为人诚恳勤奋好学、脚踏实地，积极进取，用于挑战。有较强的团队精神，工作积极，勤奋刻苦，态度认真。抗压能力和强烈的责任感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-51.1pt;margin-top:651.15pt;height:70.2pt;width:528.25pt;z-index:251666432;mso-width-relative:page;mso-height-relative:page;" filled="f" stroked="f" coordsize="21600,21600" o:gfxdata="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b7YBE3AAAAA4BAAAPAAAAAAAAAAEAIAAA&#10;ACIAAABkcnMvZG93bnJldi54bWxQSwECFAAUAAAACACHTuJA4Qttuc8BAACNAwAADgAAAAAAAAAB&#10;ACAAAAArAQAAZHJzL2Uyb0RvYy54bWxQSwUGAAAAAAYABgBZAQAAb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2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85858"/>
                          <w:kern w:val="24"/>
                          <w:sz w:val="20"/>
                          <w:szCs w:val="20"/>
                        </w:rPr>
                        <w:t>本人性格热情开朗，待人友好，为人真诚谦虚。能吃苦耐劳，尽职尽责，有耐心。学习刻苦认真，成绩优秀，品学兼优，连续三年获得学院奖学金。为人诚恳勤奋好学、脚踏实地，积极进取，用于挑战。有较强的团队精神，工作积极，勤奋刻苦，态度认真。抗压能力和强烈的责任感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dobe Garamond Pro">
    <w:altName w:val="Segoe Print"/>
    <w:panose1 w:val="00000000000000000000"/>
    <w:charset w:val="00"/>
    <w:family w:val="auto"/>
    <w:pitch w:val="default"/>
    <w:sig w:usb0="00000000" w:usb1="00000000" w:usb2="00000000" w:usb3="00000000" w:csb0="2000009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BADA0"/>
    <w:multiLevelType w:val="singleLevel"/>
    <w:tmpl w:val="595BADA0"/>
    <w:lvl w:ilvl="0" w:tentative="0">
      <w:start w:val="1"/>
      <w:numFmt w:val="bullet"/>
      <w:lvlText w:val="•"/>
      <w:lvlJc w:val="left"/>
      <w:pPr>
        <w:ind w:left="420" w:hanging="420"/>
      </w:pPr>
      <w:rPr>
        <w:rFonts w:hint="default" w:ascii="Adobe Garamond Pro" w:hAnsi="Adobe Garamond Pro" w:cs="Adobe Garamond Pr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22AB6"/>
    <w:rsid w:val="0013644F"/>
    <w:rsid w:val="00416FD6"/>
    <w:rsid w:val="00B04693"/>
    <w:rsid w:val="00EB4B06"/>
    <w:rsid w:val="00F4011D"/>
    <w:rsid w:val="03DD3FEB"/>
    <w:rsid w:val="173C28ED"/>
    <w:rsid w:val="1AF6531C"/>
    <w:rsid w:val="1CA9450F"/>
    <w:rsid w:val="1D75295E"/>
    <w:rsid w:val="1F764ADC"/>
    <w:rsid w:val="2AA63DAB"/>
    <w:rsid w:val="2EE86DE2"/>
    <w:rsid w:val="42CB3E52"/>
    <w:rsid w:val="44E46DC9"/>
    <w:rsid w:val="5D822FD6"/>
    <w:rsid w:val="61122AB6"/>
    <w:rsid w:val="632F05C3"/>
    <w:rsid w:val="67175F59"/>
    <w:rsid w:val="71815C95"/>
    <w:rsid w:val="73307485"/>
    <w:rsid w:val="758F1700"/>
    <w:rsid w:val="77F973DE"/>
    <w:rsid w:val="7ACD02F0"/>
    <w:rsid w:val="7B4B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4212;&#23626;&#29983;&#31616;&#21382;&#27714;&#32844;&#31616;&#21382;113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应届生简历求职简历113</Template>
  <Pages>1</Pages>
  <Words>4</Words>
  <Characters>23</Characters>
  <Lines>1</Lines>
  <Paragraphs>1</Paragraphs>
  <TotalTime>1</TotalTime>
  <ScaleCrop>false</ScaleCrop>
  <LinksUpToDate>false</LinksUpToDate>
  <CharactersWithSpaces>26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2017-07-04T13:19:00Z</dcterms:created>
  <dc:creator>kedao</dc:creator>
  <cp:lastModifiedBy>理工风雨彩虹</cp:lastModifiedBy>
  <dcterms:modified xsi:type="dcterms:W3CDTF">2021-11-10T11:48:58Z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F2B3EFE2D2FB46FFBB1A4846B01D6A97</vt:lpwstr>
  </property>
</Properties>
</file>